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581" w:rsidRDefault="00EF1225" w:rsidP="00D15581">
      <w:pPr>
        <w:jc w:val="center"/>
      </w:pPr>
      <w:r>
        <w:rPr>
          <w:rFonts w:ascii="TimesDL" w:hAnsi="TimesDL"/>
          <w:noProof/>
          <w:sz w:val="26"/>
        </w:rPr>
        <w:drawing>
          <wp:inline distT="0" distB="0" distL="0" distR="0">
            <wp:extent cx="531495" cy="786765"/>
            <wp:effectExtent l="19050" t="0" r="1905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581" w:rsidRDefault="00D15581" w:rsidP="00D15581">
      <w:pPr>
        <w:jc w:val="center"/>
        <w:rPr>
          <w:sz w:val="16"/>
        </w:rPr>
      </w:pPr>
    </w:p>
    <w:p w:rsidR="00D15581" w:rsidRDefault="00D15581" w:rsidP="00D15581">
      <w:pPr>
        <w:jc w:val="center"/>
        <w:rPr>
          <w:b/>
          <w:spacing w:val="12"/>
          <w:sz w:val="32"/>
        </w:rPr>
      </w:pPr>
      <w:r>
        <w:rPr>
          <w:b/>
          <w:spacing w:val="12"/>
          <w:sz w:val="32"/>
        </w:rPr>
        <w:t>КОЛЛЕГИЯ</w:t>
      </w:r>
    </w:p>
    <w:p w:rsidR="00D15581" w:rsidRDefault="00D15581" w:rsidP="00D15581">
      <w:pPr>
        <w:jc w:val="center"/>
        <w:rPr>
          <w:b/>
          <w:spacing w:val="12"/>
          <w:sz w:val="32"/>
        </w:rPr>
      </w:pPr>
      <w:r>
        <w:rPr>
          <w:b/>
          <w:spacing w:val="12"/>
          <w:sz w:val="32"/>
        </w:rPr>
        <w:t>АДМИНИСТРАЦИИ ГОРОДА БАТАЙСКА</w:t>
      </w:r>
    </w:p>
    <w:p w:rsidR="00D15581" w:rsidRDefault="00D15581" w:rsidP="00D15581">
      <w:pPr>
        <w:pStyle w:val="a3"/>
        <w:pBdr>
          <w:bottom w:val="thickThinSmallGap" w:sz="24" w:space="1" w:color="auto"/>
        </w:pBdr>
        <w:jc w:val="center"/>
        <w:rPr>
          <w:b/>
          <w:caps/>
          <w:sz w:val="16"/>
        </w:rPr>
      </w:pPr>
      <w:r>
        <w:rPr>
          <w:b/>
          <w:caps/>
          <w:sz w:val="32"/>
        </w:rPr>
        <w:t>Ростовской области</w:t>
      </w:r>
      <w:r>
        <w:rPr>
          <w:b/>
          <w:caps/>
          <w:sz w:val="32"/>
        </w:rPr>
        <w:br/>
      </w:r>
    </w:p>
    <w:p w:rsidR="00D15581" w:rsidRDefault="00D15581" w:rsidP="00D15581">
      <w:pPr>
        <w:pStyle w:val="5"/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A724D8" w:rsidRDefault="00A724D8" w:rsidP="00D15581">
      <w:pPr>
        <w:rPr>
          <w:b/>
          <w:sz w:val="44"/>
        </w:rPr>
      </w:pPr>
    </w:p>
    <w:p w:rsidR="00D15581" w:rsidRPr="0016619E" w:rsidRDefault="0016619E" w:rsidP="00D1558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9E188C" w:rsidRPr="0016619E">
        <w:rPr>
          <w:sz w:val="28"/>
          <w:szCs w:val="28"/>
        </w:rPr>
        <w:t xml:space="preserve">     </w:t>
      </w:r>
      <w:r w:rsidR="002E1515" w:rsidRPr="0016619E">
        <w:rPr>
          <w:sz w:val="28"/>
          <w:szCs w:val="28"/>
        </w:rPr>
        <w:t>20</w:t>
      </w:r>
      <w:r w:rsidR="00275B39" w:rsidRPr="0016619E">
        <w:rPr>
          <w:sz w:val="28"/>
          <w:szCs w:val="28"/>
        </w:rPr>
        <w:t>2</w:t>
      </w:r>
      <w:r w:rsidR="00CD1767">
        <w:rPr>
          <w:sz w:val="28"/>
          <w:szCs w:val="28"/>
        </w:rPr>
        <w:t>2</w:t>
      </w:r>
      <w:r w:rsidR="002E1515" w:rsidRPr="0016619E">
        <w:rPr>
          <w:sz w:val="28"/>
          <w:szCs w:val="28"/>
        </w:rPr>
        <w:t xml:space="preserve"> г.   </w:t>
      </w:r>
      <w:r w:rsidR="000A04E0" w:rsidRPr="0016619E">
        <w:rPr>
          <w:sz w:val="28"/>
          <w:szCs w:val="28"/>
        </w:rPr>
        <w:t xml:space="preserve">                        </w:t>
      </w:r>
      <w:r w:rsidR="001868D8" w:rsidRPr="0016619E">
        <w:rPr>
          <w:sz w:val="28"/>
          <w:szCs w:val="28"/>
        </w:rPr>
        <w:t xml:space="preserve">     </w:t>
      </w:r>
      <w:r w:rsidR="00D15581" w:rsidRPr="0016619E">
        <w:rPr>
          <w:sz w:val="28"/>
          <w:szCs w:val="28"/>
        </w:rPr>
        <w:t xml:space="preserve">    №</w:t>
      </w:r>
      <w:r w:rsidR="001868D8" w:rsidRPr="0016619E">
        <w:rPr>
          <w:sz w:val="28"/>
          <w:szCs w:val="28"/>
        </w:rPr>
        <w:t xml:space="preserve"> </w:t>
      </w:r>
      <w:r w:rsidR="00D15581" w:rsidRPr="0016619E">
        <w:rPr>
          <w:sz w:val="28"/>
          <w:szCs w:val="28"/>
        </w:rPr>
        <w:t xml:space="preserve">                 </w:t>
      </w:r>
      <w:r w:rsidR="00A724D8" w:rsidRPr="0016619E">
        <w:rPr>
          <w:sz w:val="28"/>
          <w:szCs w:val="28"/>
        </w:rPr>
        <w:t xml:space="preserve">           </w:t>
      </w:r>
      <w:r w:rsidR="00D15581" w:rsidRPr="0016619E">
        <w:rPr>
          <w:sz w:val="28"/>
          <w:szCs w:val="28"/>
        </w:rPr>
        <w:t xml:space="preserve">     </w:t>
      </w:r>
      <w:r w:rsidR="001868D8" w:rsidRPr="0016619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1868D8" w:rsidRPr="0016619E">
        <w:rPr>
          <w:sz w:val="28"/>
          <w:szCs w:val="28"/>
        </w:rPr>
        <w:t xml:space="preserve">  </w:t>
      </w:r>
      <w:r w:rsidR="00D15581" w:rsidRPr="0016619E">
        <w:rPr>
          <w:sz w:val="28"/>
          <w:szCs w:val="28"/>
        </w:rPr>
        <w:t>город Батайск</w:t>
      </w:r>
    </w:p>
    <w:p w:rsidR="00D15581" w:rsidRDefault="00D15581" w:rsidP="00D15581">
      <w:pPr>
        <w:ind w:right="5102"/>
        <w:jc w:val="both"/>
        <w:rPr>
          <w:sz w:val="28"/>
          <w:szCs w:val="28"/>
        </w:rPr>
      </w:pPr>
    </w:p>
    <w:p w:rsidR="0016619E" w:rsidRDefault="0016619E" w:rsidP="00D15581">
      <w:pPr>
        <w:ind w:right="5102"/>
        <w:jc w:val="both"/>
        <w:rPr>
          <w:sz w:val="28"/>
          <w:szCs w:val="28"/>
        </w:rPr>
      </w:pPr>
    </w:p>
    <w:p w:rsidR="0016619E" w:rsidRPr="0016619E" w:rsidRDefault="0016619E" w:rsidP="00D15581">
      <w:pPr>
        <w:ind w:right="5102"/>
        <w:jc w:val="both"/>
        <w:rPr>
          <w:sz w:val="28"/>
          <w:szCs w:val="28"/>
        </w:rPr>
      </w:pPr>
    </w:p>
    <w:p w:rsidR="00E923AF" w:rsidRPr="0016619E" w:rsidRDefault="000A04E0" w:rsidP="0016619E">
      <w:pPr>
        <w:spacing w:line="276" w:lineRule="auto"/>
        <w:ind w:right="4818"/>
        <w:jc w:val="both"/>
        <w:rPr>
          <w:sz w:val="28"/>
          <w:szCs w:val="28"/>
        </w:rPr>
      </w:pPr>
      <w:r w:rsidRPr="0016619E">
        <w:rPr>
          <w:sz w:val="28"/>
          <w:szCs w:val="28"/>
        </w:rPr>
        <w:t xml:space="preserve">О рассмотрении отчета </w:t>
      </w:r>
      <w:r w:rsidR="003B590F" w:rsidRPr="0016619E">
        <w:rPr>
          <w:sz w:val="28"/>
          <w:szCs w:val="28"/>
        </w:rPr>
        <w:t>об исполнении</w:t>
      </w:r>
      <w:r w:rsidR="0066704D" w:rsidRPr="0016619E">
        <w:rPr>
          <w:sz w:val="28"/>
          <w:szCs w:val="28"/>
        </w:rPr>
        <w:t xml:space="preserve"> план</w:t>
      </w:r>
      <w:r w:rsidR="003B590F" w:rsidRPr="0016619E">
        <w:rPr>
          <w:sz w:val="28"/>
          <w:szCs w:val="28"/>
        </w:rPr>
        <w:t xml:space="preserve">а </w:t>
      </w:r>
      <w:r w:rsidR="0066704D" w:rsidRPr="0016619E">
        <w:rPr>
          <w:sz w:val="28"/>
          <w:szCs w:val="28"/>
        </w:rPr>
        <w:t>реализации</w:t>
      </w:r>
      <w:r w:rsidR="00E923AF" w:rsidRPr="0016619E">
        <w:rPr>
          <w:sz w:val="28"/>
          <w:szCs w:val="28"/>
        </w:rPr>
        <w:t xml:space="preserve"> муниципальной программы города Батайска «Обеспечение доступным и комфортным жильем населения города Батайска» за</w:t>
      </w:r>
      <w:r w:rsidR="002E1515" w:rsidRPr="0016619E">
        <w:rPr>
          <w:sz w:val="28"/>
          <w:szCs w:val="28"/>
        </w:rPr>
        <w:t xml:space="preserve"> 9 месяцев</w:t>
      </w:r>
      <w:r w:rsidR="00E923AF" w:rsidRPr="0016619E">
        <w:rPr>
          <w:sz w:val="28"/>
          <w:szCs w:val="28"/>
        </w:rPr>
        <w:t xml:space="preserve"> 20</w:t>
      </w:r>
      <w:r w:rsidR="00CD1767">
        <w:rPr>
          <w:sz w:val="28"/>
          <w:szCs w:val="28"/>
        </w:rPr>
        <w:t>22</w:t>
      </w:r>
      <w:r w:rsidR="002E1515" w:rsidRPr="0016619E">
        <w:rPr>
          <w:sz w:val="28"/>
          <w:szCs w:val="28"/>
        </w:rPr>
        <w:t xml:space="preserve"> </w:t>
      </w:r>
      <w:r w:rsidR="00E923AF" w:rsidRPr="0016619E">
        <w:rPr>
          <w:sz w:val="28"/>
          <w:szCs w:val="28"/>
        </w:rPr>
        <w:t>год</w:t>
      </w:r>
      <w:r w:rsidR="002E1515" w:rsidRPr="0016619E">
        <w:rPr>
          <w:sz w:val="28"/>
          <w:szCs w:val="28"/>
        </w:rPr>
        <w:t>а.</w:t>
      </w:r>
    </w:p>
    <w:p w:rsidR="00D15581" w:rsidRDefault="00D15581" w:rsidP="0016619E">
      <w:pPr>
        <w:spacing w:line="276" w:lineRule="auto"/>
        <w:ind w:right="5102"/>
        <w:jc w:val="both"/>
        <w:rPr>
          <w:sz w:val="28"/>
          <w:szCs w:val="28"/>
        </w:rPr>
      </w:pPr>
    </w:p>
    <w:p w:rsidR="0016619E" w:rsidRPr="0016619E" w:rsidRDefault="0016619E" w:rsidP="0016619E">
      <w:pPr>
        <w:spacing w:line="276" w:lineRule="auto"/>
        <w:ind w:right="5102"/>
        <w:jc w:val="both"/>
        <w:rPr>
          <w:sz w:val="28"/>
          <w:szCs w:val="28"/>
        </w:rPr>
      </w:pPr>
    </w:p>
    <w:p w:rsidR="00D15581" w:rsidRDefault="00546090" w:rsidP="0016619E">
      <w:pPr>
        <w:spacing w:line="276" w:lineRule="auto"/>
        <w:ind w:firstLine="851"/>
        <w:jc w:val="both"/>
        <w:rPr>
          <w:sz w:val="28"/>
          <w:szCs w:val="28"/>
        </w:rPr>
      </w:pPr>
      <w:proofErr w:type="gramStart"/>
      <w:r w:rsidRPr="0016619E">
        <w:rPr>
          <w:sz w:val="28"/>
          <w:szCs w:val="28"/>
        </w:rPr>
        <w:t xml:space="preserve">Руководствуясь постановлениями Администрации города Батайска </w:t>
      </w:r>
      <w:r w:rsidR="00250771" w:rsidRPr="0016619E">
        <w:rPr>
          <w:sz w:val="28"/>
          <w:szCs w:val="28"/>
        </w:rPr>
        <w:t xml:space="preserve">от 08.10.2013 №198 </w:t>
      </w:r>
      <w:r w:rsidRPr="0016619E">
        <w:rPr>
          <w:sz w:val="28"/>
          <w:szCs w:val="28"/>
        </w:rPr>
        <w:t xml:space="preserve">«Об утверждении Положения о порядке разработки, реализации и оценки эффективности муниципальных программ города Батайска», </w:t>
      </w:r>
      <w:r w:rsidR="0016619E">
        <w:rPr>
          <w:sz w:val="28"/>
          <w:szCs w:val="28"/>
        </w:rPr>
        <w:t xml:space="preserve">                       </w:t>
      </w:r>
      <w:r w:rsidR="00D5492C" w:rsidRPr="0016619E">
        <w:rPr>
          <w:sz w:val="28"/>
          <w:szCs w:val="28"/>
        </w:rPr>
        <w:t xml:space="preserve">от 01.10.2013 №119 </w:t>
      </w:r>
      <w:r w:rsidRPr="0016619E">
        <w:rPr>
          <w:sz w:val="28"/>
          <w:szCs w:val="28"/>
        </w:rPr>
        <w:t>«Об утверждении Методических рекомендаций по разработке и реализации муниципальных программ города Батайска», з</w:t>
      </w:r>
      <w:r w:rsidR="00D15581" w:rsidRPr="0016619E">
        <w:rPr>
          <w:sz w:val="28"/>
          <w:szCs w:val="28"/>
        </w:rPr>
        <w:t>аслушав и обсуди</w:t>
      </w:r>
      <w:r w:rsidR="00A91457" w:rsidRPr="0016619E">
        <w:rPr>
          <w:sz w:val="28"/>
          <w:szCs w:val="28"/>
        </w:rPr>
        <w:t>в</w:t>
      </w:r>
      <w:r w:rsidR="00D15581" w:rsidRPr="0016619E">
        <w:rPr>
          <w:sz w:val="28"/>
          <w:szCs w:val="28"/>
        </w:rPr>
        <w:t xml:space="preserve"> информацию </w:t>
      </w:r>
      <w:r w:rsidR="0024516F" w:rsidRPr="0016619E">
        <w:rPr>
          <w:sz w:val="28"/>
          <w:szCs w:val="28"/>
        </w:rPr>
        <w:t xml:space="preserve">заместителя главы Администрации города Батайска </w:t>
      </w:r>
      <w:r w:rsidR="0016619E">
        <w:rPr>
          <w:sz w:val="28"/>
          <w:szCs w:val="28"/>
        </w:rPr>
        <w:t xml:space="preserve">                                </w:t>
      </w:r>
      <w:r w:rsidR="0024516F" w:rsidRPr="0016619E">
        <w:rPr>
          <w:sz w:val="28"/>
          <w:szCs w:val="28"/>
        </w:rPr>
        <w:t>по территориальному развитию и строительству</w:t>
      </w:r>
      <w:r w:rsidR="00D15581" w:rsidRPr="0016619E">
        <w:rPr>
          <w:sz w:val="28"/>
          <w:szCs w:val="28"/>
        </w:rPr>
        <w:t xml:space="preserve"> </w:t>
      </w:r>
      <w:proofErr w:type="spellStart"/>
      <w:r w:rsidR="0024516F" w:rsidRPr="0016619E">
        <w:rPr>
          <w:sz w:val="28"/>
          <w:szCs w:val="28"/>
        </w:rPr>
        <w:t>Горелкина</w:t>
      </w:r>
      <w:proofErr w:type="spellEnd"/>
      <w:r w:rsidR="0024516F" w:rsidRPr="0016619E">
        <w:rPr>
          <w:sz w:val="28"/>
          <w:szCs w:val="28"/>
        </w:rPr>
        <w:t xml:space="preserve"> В.В.</w:t>
      </w:r>
      <w:proofErr w:type="gramEnd"/>
    </w:p>
    <w:p w:rsidR="0016619E" w:rsidRPr="0016619E" w:rsidRDefault="0016619E" w:rsidP="0016619E">
      <w:pPr>
        <w:spacing w:line="276" w:lineRule="auto"/>
        <w:ind w:firstLine="851"/>
        <w:jc w:val="both"/>
        <w:rPr>
          <w:sz w:val="28"/>
          <w:szCs w:val="28"/>
        </w:rPr>
      </w:pPr>
    </w:p>
    <w:p w:rsidR="00D15581" w:rsidRPr="0016619E" w:rsidRDefault="00D15581" w:rsidP="0016619E">
      <w:pPr>
        <w:pStyle w:val="1"/>
        <w:spacing w:line="276" w:lineRule="auto"/>
        <w:rPr>
          <w:b w:val="0"/>
          <w:szCs w:val="28"/>
        </w:rPr>
      </w:pPr>
    </w:p>
    <w:p w:rsidR="00D15581" w:rsidRPr="0016619E" w:rsidRDefault="00D15581" w:rsidP="0016619E">
      <w:pPr>
        <w:spacing w:line="276" w:lineRule="auto"/>
        <w:jc w:val="center"/>
        <w:rPr>
          <w:b/>
          <w:sz w:val="28"/>
          <w:szCs w:val="28"/>
        </w:rPr>
      </w:pPr>
      <w:r w:rsidRPr="0016619E">
        <w:rPr>
          <w:b/>
          <w:sz w:val="28"/>
          <w:szCs w:val="28"/>
        </w:rPr>
        <w:t xml:space="preserve">Коллегия Администрации города </w:t>
      </w:r>
      <w:r w:rsidRPr="0016619E">
        <w:rPr>
          <w:b/>
          <w:sz w:val="28"/>
          <w:szCs w:val="28"/>
          <w:u w:val="single"/>
        </w:rPr>
        <w:t>решила</w:t>
      </w:r>
      <w:r w:rsidRPr="0016619E">
        <w:rPr>
          <w:b/>
          <w:sz w:val="28"/>
          <w:szCs w:val="28"/>
        </w:rPr>
        <w:t>:</w:t>
      </w:r>
    </w:p>
    <w:p w:rsidR="0016619E" w:rsidRPr="0016619E" w:rsidRDefault="0016619E" w:rsidP="0016619E">
      <w:pPr>
        <w:spacing w:line="276" w:lineRule="auto"/>
        <w:rPr>
          <w:sz w:val="28"/>
          <w:szCs w:val="28"/>
        </w:rPr>
      </w:pPr>
    </w:p>
    <w:p w:rsidR="00554F96" w:rsidRPr="0016619E" w:rsidRDefault="00554F96" w:rsidP="0016619E">
      <w:pPr>
        <w:numPr>
          <w:ilvl w:val="0"/>
          <w:numId w:val="8"/>
        </w:numPr>
        <w:tabs>
          <w:tab w:val="left" w:pos="0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16619E">
        <w:rPr>
          <w:sz w:val="28"/>
          <w:szCs w:val="28"/>
        </w:rPr>
        <w:t xml:space="preserve">Утвердить отчет об исполнении </w:t>
      </w:r>
      <w:r w:rsidR="00A97514" w:rsidRPr="0016619E">
        <w:rPr>
          <w:sz w:val="28"/>
          <w:szCs w:val="28"/>
        </w:rPr>
        <w:t xml:space="preserve">плана реализации </w:t>
      </w:r>
      <w:r w:rsidRPr="0016619E">
        <w:rPr>
          <w:sz w:val="28"/>
          <w:szCs w:val="28"/>
        </w:rPr>
        <w:t>муниципальной программы города Батайска «Обеспечение доступным и комфортным жильем населения города Батайска» за</w:t>
      </w:r>
      <w:r w:rsidR="002E1515" w:rsidRPr="0016619E">
        <w:rPr>
          <w:sz w:val="28"/>
          <w:szCs w:val="28"/>
        </w:rPr>
        <w:t xml:space="preserve"> 9 месяцев</w:t>
      </w:r>
      <w:r w:rsidRPr="0016619E">
        <w:rPr>
          <w:sz w:val="28"/>
          <w:szCs w:val="28"/>
        </w:rPr>
        <w:t xml:space="preserve"> 20</w:t>
      </w:r>
      <w:r w:rsidR="00275B39" w:rsidRPr="0016619E">
        <w:rPr>
          <w:sz w:val="28"/>
          <w:szCs w:val="28"/>
        </w:rPr>
        <w:t>2</w:t>
      </w:r>
      <w:r w:rsidR="00CD1767">
        <w:rPr>
          <w:sz w:val="28"/>
          <w:szCs w:val="28"/>
        </w:rPr>
        <w:t>2</w:t>
      </w:r>
      <w:r w:rsidRPr="0016619E">
        <w:rPr>
          <w:sz w:val="28"/>
          <w:szCs w:val="28"/>
        </w:rPr>
        <w:t xml:space="preserve"> год</w:t>
      </w:r>
      <w:r w:rsidR="002E1515" w:rsidRPr="0016619E">
        <w:rPr>
          <w:sz w:val="28"/>
          <w:szCs w:val="28"/>
        </w:rPr>
        <w:t>а</w:t>
      </w:r>
      <w:r w:rsidR="0077755A" w:rsidRPr="0016619E">
        <w:rPr>
          <w:sz w:val="28"/>
          <w:szCs w:val="28"/>
        </w:rPr>
        <w:t>, согласно приложени</w:t>
      </w:r>
      <w:r w:rsidR="00275B39" w:rsidRPr="0016619E">
        <w:rPr>
          <w:sz w:val="28"/>
          <w:szCs w:val="28"/>
        </w:rPr>
        <w:t>ю</w:t>
      </w:r>
      <w:r w:rsidR="0077755A" w:rsidRPr="0016619E">
        <w:rPr>
          <w:sz w:val="28"/>
          <w:szCs w:val="28"/>
        </w:rPr>
        <w:t xml:space="preserve"> </w:t>
      </w:r>
      <w:r w:rsidR="0016619E">
        <w:rPr>
          <w:sz w:val="28"/>
          <w:szCs w:val="28"/>
        </w:rPr>
        <w:t xml:space="preserve">                        </w:t>
      </w:r>
      <w:r w:rsidR="00373036" w:rsidRPr="0016619E">
        <w:rPr>
          <w:sz w:val="28"/>
          <w:szCs w:val="28"/>
        </w:rPr>
        <w:t>к настоящему решению</w:t>
      </w:r>
      <w:r w:rsidR="0077755A" w:rsidRPr="0016619E">
        <w:rPr>
          <w:sz w:val="28"/>
          <w:szCs w:val="28"/>
        </w:rPr>
        <w:t>.</w:t>
      </w:r>
    </w:p>
    <w:p w:rsidR="0077755A" w:rsidRDefault="00D15581" w:rsidP="0016619E">
      <w:pPr>
        <w:numPr>
          <w:ilvl w:val="0"/>
          <w:numId w:val="8"/>
        </w:numPr>
        <w:tabs>
          <w:tab w:val="left" w:pos="0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16619E">
        <w:rPr>
          <w:sz w:val="28"/>
          <w:szCs w:val="28"/>
        </w:rPr>
        <w:t xml:space="preserve">Контроль над выполнением данного решения возложить </w:t>
      </w:r>
      <w:r w:rsidR="0016619E">
        <w:rPr>
          <w:sz w:val="28"/>
          <w:szCs w:val="28"/>
        </w:rPr>
        <w:t xml:space="preserve">                               </w:t>
      </w:r>
      <w:r w:rsidRPr="0016619E">
        <w:rPr>
          <w:sz w:val="28"/>
          <w:szCs w:val="28"/>
        </w:rPr>
        <w:t xml:space="preserve">на заместителя главы Администрации города Батайска по территориальному развитию и строительству </w:t>
      </w:r>
      <w:proofErr w:type="spellStart"/>
      <w:r w:rsidR="00275B39" w:rsidRPr="0016619E">
        <w:rPr>
          <w:sz w:val="28"/>
          <w:szCs w:val="28"/>
        </w:rPr>
        <w:t>Горелкина</w:t>
      </w:r>
      <w:proofErr w:type="spellEnd"/>
      <w:r w:rsidR="00373036" w:rsidRPr="0016619E">
        <w:rPr>
          <w:sz w:val="28"/>
          <w:szCs w:val="28"/>
        </w:rPr>
        <w:t xml:space="preserve"> В.В</w:t>
      </w:r>
      <w:r w:rsidR="00275B39" w:rsidRPr="0016619E">
        <w:rPr>
          <w:sz w:val="28"/>
          <w:szCs w:val="28"/>
        </w:rPr>
        <w:t>.</w:t>
      </w:r>
    </w:p>
    <w:p w:rsidR="0016619E" w:rsidRDefault="0016619E" w:rsidP="0016619E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</w:p>
    <w:p w:rsidR="0016619E" w:rsidRPr="0016619E" w:rsidRDefault="0016619E" w:rsidP="0016619E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</w:p>
    <w:p w:rsidR="00B64407" w:rsidRPr="0016619E" w:rsidRDefault="00B64407" w:rsidP="0016619E">
      <w:pPr>
        <w:spacing w:line="276" w:lineRule="auto"/>
        <w:rPr>
          <w:color w:val="0D0D0D"/>
          <w:sz w:val="28"/>
          <w:szCs w:val="28"/>
        </w:rPr>
      </w:pPr>
      <w:r w:rsidRPr="0016619E">
        <w:rPr>
          <w:sz w:val="28"/>
          <w:szCs w:val="28"/>
        </w:rPr>
        <w:t xml:space="preserve">Председатель Коллегии, </w:t>
      </w:r>
      <w:r w:rsidRPr="0016619E">
        <w:rPr>
          <w:sz w:val="28"/>
          <w:szCs w:val="28"/>
        </w:rPr>
        <w:br/>
      </w:r>
      <w:r w:rsidR="00A91457" w:rsidRPr="0016619E">
        <w:rPr>
          <w:color w:val="0D0D0D"/>
          <w:sz w:val="28"/>
          <w:szCs w:val="28"/>
        </w:rPr>
        <w:t>Г</w:t>
      </w:r>
      <w:r w:rsidRPr="0016619E">
        <w:rPr>
          <w:color w:val="0D0D0D"/>
          <w:sz w:val="28"/>
          <w:szCs w:val="28"/>
        </w:rPr>
        <w:t>лава Администрации</w:t>
      </w:r>
    </w:p>
    <w:p w:rsidR="00B64407" w:rsidRPr="0016619E" w:rsidRDefault="0016619E" w:rsidP="0016619E">
      <w:pPr>
        <w:spacing w:line="276" w:lineRule="auto"/>
        <w:rPr>
          <w:b/>
          <w:spacing w:val="12"/>
          <w:sz w:val="28"/>
          <w:szCs w:val="28"/>
        </w:rPr>
      </w:pPr>
      <w:r>
        <w:rPr>
          <w:color w:val="0D0D0D"/>
          <w:sz w:val="28"/>
          <w:szCs w:val="28"/>
        </w:rPr>
        <w:t>города Батайска</w:t>
      </w:r>
      <w:r>
        <w:rPr>
          <w:color w:val="0D0D0D"/>
          <w:sz w:val="28"/>
          <w:szCs w:val="28"/>
        </w:rPr>
        <w:tab/>
      </w:r>
      <w:r>
        <w:rPr>
          <w:color w:val="0D0D0D"/>
          <w:sz w:val="28"/>
          <w:szCs w:val="28"/>
        </w:rPr>
        <w:tab/>
      </w:r>
      <w:r>
        <w:rPr>
          <w:color w:val="0D0D0D"/>
          <w:sz w:val="28"/>
          <w:szCs w:val="28"/>
        </w:rPr>
        <w:tab/>
      </w:r>
      <w:r>
        <w:rPr>
          <w:color w:val="0D0D0D"/>
          <w:sz w:val="28"/>
          <w:szCs w:val="28"/>
        </w:rPr>
        <w:tab/>
      </w:r>
      <w:r>
        <w:rPr>
          <w:color w:val="0D0D0D"/>
          <w:sz w:val="28"/>
          <w:szCs w:val="28"/>
        </w:rPr>
        <w:tab/>
      </w:r>
      <w:r>
        <w:rPr>
          <w:color w:val="0D0D0D"/>
          <w:sz w:val="28"/>
          <w:szCs w:val="28"/>
        </w:rPr>
        <w:tab/>
      </w:r>
      <w:r>
        <w:rPr>
          <w:color w:val="0D0D0D"/>
          <w:sz w:val="28"/>
          <w:szCs w:val="28"/>
        </w:rPr>
        <w:tab/>
        <w:t xml:space="preserve">              </w:t>
      </w:r>
      <w:r w:rsidR="00275B39" w:rsidRPr="0016619E">
        <w:rPr>
          <w:color w:val="0D0D0D"/>
          <w:sz w:val="28"/>
          <w:szCs w:val="28"/>
        </w:rPr>
        <w:t xml:space="preserve">      </w:t>
      </w:r>
      <w:r w:rsidR="00B64407" w:rsidRPr="0016619E">
        <w:rPr>
          <w:color w:val="0D0D0D"/>
          <w:sz w:val="28"/>
          <w:szCs w:val="28"/>
        </w:rPr>
        <w:t xml:space="preserve"> </w:t>
      </w:r>
      <w:r w:rsidR="00CD1767">
        <w:rPr>
          <w:color w:val="0D0D0D"/>
          <w:sz w:val="28"/>
          <w:szCs w:val="28"/>
        </w:rPr>
        <w:t>Р.П. Волошин</w:t>
      </w:r>
    </w:p>
    <w:p w:rsidR="00B64407" w:rsidRPr="0016619E" w:rsidRDefault="00B64407" w:rsidP="0016619E">
      <w:pPr>
        <w:spacing w:line="276" w:lineRule="auto"/>
        <w:rPr>
          <w:sz w:val="28"/>
          <w:szCs w:val="28"/>
        </w:rPr>
      </w:pPr>
    </w:p>
    <w:p w:rsidR="00B64407" w:rsidRPr="0016619E" w:rsidRDefault="00B64407" w:rsidP="00B64407">
      <w:pPr>
        <w:rPr>
          <w:sz w:val="28"/>
          <w:szCs w:val="28"/>
        </w:rPr>
      </w:pPr>
    </w:p>
    <w:p w:rsidR="00B64407" w:rsidRPr="0016619E" w:rsidRDefault="00B64407" w:rsidP="00B64407">
      <w:pPr>
        <w:rPr>
          <w:sz w:val="28"/>
          <w:szCs w:val="28"/>
        </w:rPr>
      </w:pPr>
      <w:r w:rsidRPr="0016619E">
        <w:rPr>
          <w:sz w:val="28"/>
          <w:szCs w:val="28"/>
        </w:rPr>
        <w:t>Решение вносит</w:t>
      </w:r>
    </w:p>
    <w:p w:rsidR="00B64407" w:rsidRPr="0016619E" w:rsidRDefault="00B64407" w:rsidP="00B64407">
      <w:pPr>
        <w:rPr>
          <w:sz w:val="28"/>
          <w:szCs w:val="28"/>
        </w:rPr>
      </w:pPr>
      <w:r w:rsidRPr="0016619E">
        <w:rPr>
          <w:sz w:val="28"/>
          <w:szCs w:val="28"/>
        </w:rPr>
        <w:t>заместитель главы Администрации</w:t>
      </w:r>
    </w:p>
    <w:p w:rsidR="00B64407" w:rsidRPr="0016619E" w:rsidRDefault="00B64407" w:rsidP="00B64407">
      <w:pPr>
        <w:rPr>
          <w:sz w:val="28"/>
          <w:szCs w:val="28"/>
        </w:rPr>
      </w:pPr>
      <w:r w:rsidRPr="0016619E">
        <w:rPr>
          <w:sz w:val="28"/>
          <w:szCs w:val="28"/>
        </w:rPr>
        <w:t xml:space="preserve">города Батайска по </w:t>
      </w:r>
      <w:proofErr w:type="gramStart"/>
      <w:r w:rsidRPr="0016619E">
        <w:rPr>
          <w:sz w:val="28"/>
          <w:szCs w:val="28"/>
        </w:rPr>
        <w:t>территориальному</w:t>
      </w:r>
      <w:proofErr w:type="gramEnd"/>
      <w:r w:rsidRPr="0016619E">
        <w:rPr>
          <w:sz w:val="28"/>
          <w:szCs w:val="28"/>
        </w:rPr>
        <w:t xml:space="preserve"> </w:t>
      </w:r>
    </w:p>
    <w:p w:rsidR="00DA24C6" w:rsidRPr="0016619E" w:rsidRDefault="00B64407" w:rsidP="003B590F">
      <w:pPr>
        <w:rPr>
          <w:sz w:val="28"/>
          <w:szCs w:val="28"/>
        </w:rPr>
        <w:sectPr w:rsidR="00DA24C6" w:rsidRPr="0016619E" w:rsidSect="0016619E">
          <w:headerReference w:type="default" r:id="rId10"/>
          <w:pgSz w:w="11907" w:h="16840" w:code="9"/>
          <w:pgMar w:top="1134" w:right="851" w:bottom="851" w:left="1134" w:header="720" w:footer="720" w:gutter="0"/>
          <w:cols w:space="720"/>
          <w:titlePg/>
          <w:docGrid w:linePitch="272"/>
        </w:sectPr>
      </w:pPr>
      <w:r w:rsidRPr="0016619E">
        <w:rPr>
          <w:sz w:val="28"/>
          <w:szCs w:val="28"/>
        </w:rPr>
        <w:t>развитию и строительству</w:t>
      </w:r>
    </w:p>
    <w:p w:rsidR="00DA24C6" w:rsidRPr="004F5F8B" w:rsidRDefault="00DA24C6" w:rsidP="00275B39">
      <w:pPr>
        <w:tabs>
          <w:tab w:val="left" w:pos="10490"/>
        </w:tabs>
        <w:ind w:left="10632" w:hanging="426"/>
        <w:jc w:val="center"/>
        <w:rPr>
          <w:sz w:val="24"/>
        </w:rPr>
      </w:pPr>
      <w:r>
        <w:rPr>
          <w:sz w:val="24"/>
        </w:rPr>
        <w:lastRenderedPageBreak/>
        <w:t xml:space="preserve">Приложение </w:t>
      </w:r>
    </w:p>
    <w:p w:rsidR="00275B39" w:rsidRDefault="00DA24C6" w:rsidP="00275B39">
      <w:pPr>
        <w:tabs>
          <w:tab w:val="left" w:pos="10490"/>
        </w:tabs>
        <w:ind w:left="10632" w:hanging="426"/>
        <w:jc w:val="center"/>
        <w:rPr>
          <w:sz w:val="24"/>
        </w:rPr>
      </w:pPr>
      <w:r w:rsidRPr="004F5F8B">
        <w:rPr>
          <w:sz w:val="24"/>
        </w:rPr>
        <w:t xml:space="preserve">к </w:t>
      </w:r>
      <w:r w:rsidR="00FF0BC5">
        <w:rPr>
          <w:sz w:val="24"/>
        </w:rPr>
        <w:t>решению коллегии</w:t>
      </w:r>
    </w:p>
    <w:p w:rsidR="003B590F" w:rsidRPr="00275B39" w:rsidRDefault="00DA24C6" w:rsidP="00275B39">
      <w:pPr>
        <w:tabs>
          <w:tab w:val="left" w:pos="10490"/>
        </w:tabs>
        <w:ind w:left="10206"/>
        <w:jc w:val="center"/>
        <w:rPr>
          <w:sz w:val="24"/>
        </w:rPr>
      </w:pPr>
      <w:r w:rsidRPr="004F5F8B">
        <w:rPr>
          <w:sz w:val="24"/>
        </w:rPr>
        <w:t>Администрации города Бата</w:t>
      </w:r>
      <w:r w:rsidR="00275B39">
        <w:rPr>
          <w:sz w:val="24"/>
        </w:rPr>
        <w:t xml:space="preserve">йска                  </w:t>
      </w:r>
      <w:proofErr w:type="gramStart"/>
      <w:r w:rsidR="00275B39">
        <w:rPr>
          <w:sz w:val="24"/>
        </w:rPr>
        <w:t>от</w:t>
      </w:r>
      <w:proofErr w:type="gramEnd"/>
      <w:r w:rsidR="00275B39">
        <w:rPr>
          <w:sz w:val="24"/>
        </w:rPr>
        <w:t xml:space="preserve">_______________ </w:t>
      </w:r>
      <w:r w:rsidRPr="00E652DD">
        <w:rPr>
          <w:sz w:val="24"/>
        </w:rPr>
        <w:t>№</w:t>
      </w:r>
      <w:r w:rsidR="00275B39">
        <w:rPr>
          <w:sz w:val="24"/>
        </w:rPr>
        <w:t>________</w:t>
      </w:r>
    </w:p>
    <w:p w:rsidR="003B590F" w:rsidRDefault="003B590F" w:rsidP="00275B39">
      <w:pPr>
        <w:pStyle w:val="ConsPlusNonformat"/>
        <w:tabs>
          <w:tab w:val="left" w:pos="10490"/>
        </w:tabs>
        <w:ind w:hanging="426"/>
        <w:rPr>
          <w:rFonts w:ascii="Times New Roman" w:hAnsi="Times New Roman" w:cs="Times New Roman"/>
          <w:sz w:val="24"/>
          <w:szCs w:val="24"/>
        </w:rPr>
      </w:pPr>
    </w:p>
    <w:p w:rsidR="003534CA" w:rsidRDefault="003534CA" w:rsidP="003B590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B590F" w:rsidRPr="003B590F" w:rsidRDefault="003B590F" w:rsidP="003B590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3B590F" w:rsidRPr="003B590F" w:rsidRDefault="003B590F" w:rsidP="003B590F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об исполнении плана реализации муниципальной программы города Батайска </w:t>
      </w:r>
      <w:r w:rsidRPr="003B590F">
        <w:rPr>
          <w:rFonts w:ascii="Times New Roman" w:hAnsi="Times New Roman" w:cs="Times New Roman"/>
          <w:sz w:val="24"/>
          <w:szCs w:val="24"/>
        </w:rPr>
        <w:t xml:space="preserve">«Обеспечение доступным и комфортным жильем населения города Батайска»  за </w:t>
      </w:r>
      <w:r w:rsidR="00C740CE">
        <w:rPr>
          <w:rFonts w:ascii="Times New Roman" w:hAnsi="Times New Roman" w:cs="Times New Roman"/>
          <w:sz w:val="24"/>
          <w:szCs w:val="24"/>
        </w:rPr>
        <w:t xml:space="preserve">9 месяцев </w:t>
      </w:r>
      <w:r w:rsidRPr="003B590F">
        <w:rPr>
          <w:rFonts w:ascii="Times New Roman" w:hAnsi="Times New Roman" w:cs="Times New Roman"/>
          <w:sz w:val="24"/>
          <w:szCs w:val="24"/>
        </w:rPr>
        <w:t>20</w:t>
      </w:r>
      <w:r w:rsidR="008F5D63">
        <w:rPr>
          <w:rFonts w:ascii="Times New Roman" w:hAnsi="Times New Roman" w:cs="Times New Roman"/>
          <w:sz w:val="24"/>
          <w:szCs w:val="24"/>
        </w:rPr>
        <w:t>2</w:t>
      </w:r>
      <w:r w:rsidR="00261DD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590F">
        <w:rPr>
          <w:rFonts w:ascii="Times New Roman" w:hAnsi="Times New Roman" w:cs="Times New Roman"/>
          <w:sz w:val="24"/>
          <w:szCs w:val="24"/>
        </w:rPr>
        <w:t>г.</w:t>
      </w:r>
    </w:p>
    <w:p w:rsidR="003B590F" w:rsidRDefault="003B590F" w:rsidP="003B590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6054" w:type="dxa"/>
        <w:tblInd w:w="-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3"/>
        <w:gridCol w:w="2942"/>
        <w:gridCol w:w="2019"/>
        <w:gridCol w:w="2410"/>
        <w:gridCol w:w="1418"/>
        <w:gridCol w:w="1417"/>
        <w:gridCol w:w="1559"/>
        <w:gridCol w:w="1418"/>
        <w:gridCol w:w="992"/>
        <w:gridCol w:w="1276"/>
      </w:tblGrid>
      <w:tr w:rsidR="003B590F" w:rsidRPr="004E0579" w:rsidTr="00CD1767">
        <w:trPr>
          <w:cantSplit/>
          <w:trHeight w:val="573"/>
        </w:trPr>
        <w:tc>
          <w:tcPr>
            <w:tcW w:w="603" w:type="dxa"/>
            <w:vMerge w:val="restart"/>
            <w:shd w:val="clear" w:color="auto" w:fill="auto"/>
          </w:tcPr>
          <w:p w:rsidR="003B590F" w:rsidRPr="004E0579" w:rsidRDefault="003B590F" w:rsidP="005F7098">
            <w:pPr>
              <w:pStyle w:val="ConsPlusCell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E057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E057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42" w:type="dxa"/>
            <w:vMerge w:val="restart"/>
            <w:shd w:val="clear" w:color="auto" w:fill="auto"/>
          </w:tcPr>
          <w:p w:rsidR="003B590F" w:rsidRPr="004E0579" w:rsidRDefault="003B590F" w:rsidP="00515DA7">
            <w:pPr>
              <w:pStyle w:val="ConsPlusCell"/>
              <w:ind w:left="-2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Номер и наименование</w:t>
            </w:r>
          </w:p>
          <w:p w:rsidR="003B590F" w:rsidRPr="004E0579" w:rsidRDefault="003B590F" w:rsidP="005F709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9" w:type="dxa"/>
            <w:vMerge w:val="restart"/>
            <w:shd w:val="clear" w:color="auto" w:fill="auto"/>
          </w:tcPr>
          <w:p w:rsidR="003B590F" w:rsidRPr="004E0579" w:rsidRDefault="003B590F" w:rsidP="004E0579">
            <w:pPr>
              <w:pStyle w:val="ConsPlusCell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4E0579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исполнитель, соисполнитель, участник</w:t>
            </w:r>
            <w:r w:rsidRPr="004E05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B590F" w:rsidRPr="004E0579" w:rsidRDefault="003B590F" w:rsidP="005F709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3B590F" w:rsidRPr="004E0579" w:rsidRDefault="003B590F" w:rsidP="005F709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B590F" w:rsidRPr="004E0579" w:rsidRDefault="00A97514" w:rsidP="005F7098">
            <w:pPr>
              <w:pStyle w:val="ConsPlusCell"/>
              <w:ind w:left="-74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Фактическая дата начала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реали</w:t>
            </w:r>
            <w:r w:rsidR="003B590F" w:rsidRPr="004E0579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B590F" w:rsidRPr="004E0579" w:rsidRDefault="003B590F" w:rsidP="005F709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4E0579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реализации, </w:t>
            </w:r>
            <w:r w:rsidRPr="004E0579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</w:t>
            </w:r>
            <w:r w:rsidRPr="004E0579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4E0579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3B590F" w:rsidRPr="004E0579" w:rsidRDefault="003B590F" w:rsidP="005F709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B590F" w:rsidRPr="004E0579" w:rsidRDefault="003B590F" w:rsidP="005F709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4E0579">
              <w:rPr>
                <w:rFonts w:ascii="Times New Roman" w:hAnsi="Times New Roman"/>
                <w:sz w:val="24"/>
                <w:szCs w:val="24"/>
              </w:rPr>
              <w:t>неосвоения</w:t>
            </w:r>
            <w:proofErr w:type="spellEnd"/>
          </w:p>
          <w:p w:rsidR="003B590F" w:rsidRPr="004E0579" w:rsidRDefault="003B590F" w:rsidP="005F709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143" w:rsidRPr="004E0579" w:rsidTr="00CD1767">
        <w:trPr>
          <w:cantSplit/>
          <w:trHeight w:val="720"/>
        </w:trPr>
        <w:tc>
          <w:tcPr>
            <w:tcW w:w="603" w:type="dxa"/>
            <w:vMerge/>
            <w:shd w:val="clear" w:color="auto" w:fill="auto"/>
          </w:tcPr>
          <w:p w:rsidR="003B590F" w:rsidRPr="004E0579" w:rsidRDefault="003B590F" w:rsidP="005F709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3B590F" w:rsidRPr="004E0579" w:rsidRDefault="003B590F" w:rsidP="005F709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3B590F" w:rsidRPr="004E0579" w:rsidRDefault="003B590F" w:rsidP="005F709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B590F" w:rsidRPr="004E0579" w:rsidRDefault="003B590F" w:rsidP="005F709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B590F" w:rsidRPr="004E0579" w:rsidRDefault="003B590F" w:rsidP="005F709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B590F" w:rsidRPr="004E0579" w:rsidRDefault="003B590F" w:rsidP="005F709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B590F" w:rsidRPr="004E0579" w:rsidRDefault="003B590F" w:rsidP="005F7098">
            <w:pPr>
              <w:pStyle w:val="ConsPlusCell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</w:p>
          <w:p w:rsidR="003B590F" w:rsidRPr="004E0579" w:rsidRDefault="003B590F" w:rsidP="005F7098">
            <w:pPr>
              <w:pStyle w:val="ConsPlusCell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418" w:type="dxa"/>
            <w:shd w:val="clear" w:color="auto" w:fill="auto"/>
          </w:tcPr>
          <w:p w:rsidR="003B590F" w:rsidRPr="004E0579" w:rsidRDefault="003B590F" w:rsidP="005F7098">
            <w:pPr>
              <w:pStyle w:val="ConsPlusCell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992" w:type="dxa"/>
            <w:shd w:val="clear" w:color="auto" w:fill="auto"/>
          </w:tcPr>
          <w:p w:rsidR="003B590F" w:rsidRPr="004E0579" w:rsidRDefault="003B590F" w:rsidP="005F7098">
            <w:pPr>
              <w:pStyle w:val="ConsPlusCell"/>
              <w:ind w:lef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1276" w:type="dxa"/>
            <w:vMerge/>
            <w:shd w:val="clear" w:color="auto" w:fill="auto"/>
          </w:tcPr>
          <w:p w:rsidR="003B590F" w:rsidRPr="004E0579" w:rsidRDefault="003B590F" w:rsidP="005F7098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3B590F" w:rsidRPr="004E0579" w:rsidRDefault="003B590F" w:rsidP="00EF17E2">
      <w:pPr>
        <w:pStyle w:val="ConsPlusNonformat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16064" w:type="dxa"/>
        <w:tblInd w:w="-38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3"/>
        <w:gridCol w:w="2942"/>
        <w:gridCol w:w="2019"/>
        <w:gridCol w:w="2410"/>
        <w:gridCol w:w="1418"/>
        <w:gridCol w:w="1417"/>
        <w:gridCol w:w="1559"/>
        <w:gridCol w:w="1382"/>
        <w:gridCol w:w="36"/>
        <w:gridCol w:w="957"/>
        <w:gridCol w:w="35"/>
        <w:gridCol w:w="1276"/>
        <w:gridCol w:w="10"/>
      </w:tblGrid>
      <w:tr w:rsidR="003B590F" w:rsidRPr="004E0579" w:rsidTr="00CD1767">
        <w:trPr>
          <w:tblHeader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0F" w:rsidRPr="004E0579" w:rsidRDefault="003B590F" w:rsidP="005F709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0F" w:rsidRPr="004E0579" w:rsidRDefault="003B590F" w:rsidP="005F709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0F" w:rsidRPr="004E0579" w:rsidRDefault="003B590F" w:rsidP="005F709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0F" w:rsidRPr="004E0579" w:rsidRDefault="003B590F" w:rsidP="005F709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0F" w:rsidRPr="004E0579" w:rsidRDefault="003B590F" w:rsidP="005F709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0F" w:rsidRPr="004E0579" w:rsidRDefault="003B590F" w:rsidP="005F709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0F" w:rsidRPr="004E0579" w:rsidRDefault="003B590F" w:rsidP="005F709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0F" w:rsidRPr="004E0579" w:rsidRDefault="003B590F" w:rsidP="005F709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0F" w:rsidRPr="004E0579" w:rsidRDefault="003B590F" w:rsidP="005F709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90F" w:rsidRPr="004E0579" w:rsidRDefault="003B590F" w:rsidP="005F709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15DA7" w:rsidRPr="004E0579" w:rsidTr="00CD1767">
        <w:trPr>
          <w:trHeight w:val="39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5DA7" w:rsidRPr="006A3F07" w:rsidRDefault="00515DA7" w:rsidP="00515DA7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t>1</w:t>
            </w:r>
          </w:p>
        </w:tc>
        <w:tc>
          <w:tcPr>
            <w:tcW w:w="154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DA7" w:rsidRPr="006A3F07" w:rsidRDefault="00515DA7" w:rsidP="00515DA7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3F07">
              <w:rPr>
                <w:rFonts w:ascii="Times New Roman" w:hAnsi="Times New Roman"/>
                <w:kern w:val="2"/>
                <w:sz w:val="24"/>
                <w:szCs w:val="24"/>
              </w:rPr>
              <w:t xml:space="preserve">Подпрограмма </w:t>
            </w:r>
            <w:r w:rsidRPr="006A3F07">
              <w:rPr>
                <w:rFonts w:ascii="Times New Roman" w:hAnsi="Times New Roman"/>
                <w:bCs/>
                <w:kern w:val="2"/>
                <w:sz w:val="24"/>
                <w:szCs w:val="24"/>
              </w:rPr>
              <w:t>«</w:t>
            </w:r>
            <w:r w:rsidRPr="006A3F07">
              <w:rPr>
                <w:rFonts w:ascii="Times New Roman" w:hAnsi="Times New Roman"/>
                <w:kern w:val="2"/>
                <w:sz w:val="24"/>
                <w:szCs w:val="24"/>
              </w:rPr>
              <w:t>Обеспечение реализации муниципальной программы города Батайска «Обеспечение доступным и комфортным жильем населения Города Батайска»</w:t>
            </w:r>
          </w:p>
        </w:tc>
      </w:tr>
      <w:tr w:rsidR="00515DA7" w:rsidRPr="004E0579" w:rsidTr="00CD1767">
        <w:trPr>
          <w:trHeight w:val="263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5DA7" w:rsidRPr="006A3F07" w:rsidRDefault="00515DA7" w:rsidP="00515DA7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3F0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DA7" w:rsidRPr="006A3F07" w:rsidRDefault="00515DA7" w:rsidP="00173CB3">
            <w:pPr>
              <w:autoSpaceDE w:val="0"/>
              <w:autoSpaceDN w:val="0"/>
              <w:adjustRightInd w:val="0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t>Расходы на обеспечение деятельности аппарата Управления  архитектуры и градостроительства  города Батайска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5DA7" w:rsidRPr="006A3F07" w:rsidRDefault="00515DA7" w:rsidP="00173CB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Управление по архитектуре и градостроительству города </w:t>
            </w:r>
          </w:p>
          <w:p w:rsidR="00515DA7" w:rsidRPr="006A3F07" w:rsidRDefault="00515DA7" w:rsidP="00173CB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  <w:lang w:eastAsia="en-US"/>
              </w:rPr>
              <w:t>Батайска</w:t>
            </w:r>
          </w:p>
          <w:p w:rsidR="00515DA7" w:rsidRPr="006A3F07" w:rsidRDefault="00515DA7" w:rsidP="00173CB3">
            <w:pPr>
              <w:autoSpaceDE w:val="0"/>
              <w:autoSpaceDN w:val="0"/>
              <w:adjustRightInd w:val="0"/>
              <w:spacing w:line="216" w:lineRule="auto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</w:p>
          <w:p w:rsidR="00515DA7" w:rsidRPr="006A3F07" w:rsidRDefault="00515DA7" w:rsidP="00173CB3">
            <w:pPr>
              <w:autoSpaceDE w:val="0"/>
              <w:autoSpaceDN w:val="0"/>
              <w:adjustRightInd w:val="0"/>
              <w:spacing w:line="216" w:lineRule="auto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DA7" w:rsidRPr="006A3F07" w:rsidRDefault="00515DA7" w:rsidP="00173CB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t xml:space="preserve">выполнение </w:t>
            </w:r>
          </w:p>
          <w:p w:rsidR="00515DA7" w:rsidRPr="006A3F07" w:rsidRDefault="00515DA7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3F07">
              <w:rPr>
                <w:rFonts w:ascii="Times New Roman" w:hAnsi="Times New Roman"/>
                <w:kern w:val="2"/>
                <w:sz w:val="24"/>
                <w:szCs w:val="24"/>
              </w:rPr>
              <w:t>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15DA7" w:rsidRPr="006A3F07" w:rsidRDefault="00515DA7" w:rsidP="00261DD4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t>01.01.202</w:t>
            </w:r>
            <w:r w:rsidR="00261DD4">
              <w:rPr>
                <w:rFonts w:eastAsia="Calibri"/>
                <w:kern w:val="2"/>
                <w:sz w:val="24"/>
                <w:szCs w:val="24"/>
              </w:rPr>
              <w:t>2</w:t>
            </w:r>
            <w:r w:rsidRPr="006A3F07">
              <w:rPr>
                <w:rFonts w:eastAsia="Calibri"/>
                <w:kern w:val="2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DA7" w:rsidRPr="006A3F07" w:rsidRDefault="00515DA7" w:rsidP="00261DD4">
            <w:pPr>
              <w:rPr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t>31.12.202</w:t>
            </w:r>
            <w:r w:rsidR="00261DD4">
              <w:rPr>
                <w:rFonts w:eastAsia="Calibri"/>
                <w:kern w:val="2"/>
                <w:sz w:val="24"/>
                <w:szCs w:val="24"/>
              </w:rPr>
              <w:t>2</w:t>
            </w:r>
            <w:r w:rsidRPr="006A3F07">
              <w:rPr>
                <w:rFonts w:eastAsia="Calibri"/>
                <w:kern w:val="2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DA7" w:rsidRPr="001827FF" w:rsidRDefault="00CD1767" w:rsidP="00261DD4">
            <w:pPr>
              <w:pStyle w:val="ConsPlusCell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7FF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169</w:t>
            </w:r>
            <w:r w:rsidR="00261DD4" w:rsidRPr="001827FF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86</w:t>
            </w:r>
            <w:r w:rsidRPr="001827FF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,4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DA7" w:rsidRPr="001827FF" w:rsidRDefault="00CD1767" w:rsidP="00261DD4">
            <w:pPr>
              <w:pStyle w:val="ConsPlusCell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7FF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169</w:t>
            </w:r>
            <w:r w:rsidR="00261DD4" w:rsidRPr="001827FF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86</w:t>
            </w:r>
            <w:r w:rsidRPr="001827FF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,4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DA7" w:rsidRPr="001827FF" w:rsidRDefault="00261DD4" w:rsidP="00E7702F">
            <w:pPr>
              <w:pStyle w:val="ConsPlusCell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7FF">
              <w:rPr>
                <w:rFonts w:ascii="Times New Roman" w:hAnsi="Times New Roman"/>
                <w:color w:val="000000"/>
                <w:sz w:val="24"/>
                <w:szCs w:val="24"/>
              </w:rPr>
              <w:t>10638,3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DA7" w:rsidRPr="004E0579" w:rsidRDefault="00515DA7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FAC" w:rsidRPr="004E0579" w:rsidTr="00CD1767">
        <w:trPr>
          <w:trHeight w:val="36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0FAC" w:rsidRPr="004E0579" w:rsidRDefault="00515DA7" w:rsidP="00515DA7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FAC" w:rsidRPr="004E0579" w:rsidRDefault="006E0FAC" w:rsidP="005F709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kern w:val="2"/>
                <w:sz w:val="24"/>
                <w:szCs w:val="24"/>
              </w:rPr>
              <w:t xml:space="preserve">Подпрограмма «Оказание мер государственной поддержки </w:t>
            </w:r>
            <w:r w:rsidRPr="004E0579">
              <w:rPr>
                <w:rFonts w:ascii="Times New Roman" w:hAnsi="Times New Roman"/>
                <w:kern w:val="2"/>
                <w:sz w:val="24"/>
                <w:szCs w:val="24"/>
              </w:rPr>
              <w:br/>
              <w:t>в улучшении жилищных условий отдельным категориям граждан на территории города Батайска»</w:t>
            </w:r>
          </w:p>
        </w:tc>
      </w:tr>
      <w:tr w:rsidR="00561C80" w:rsidRPr="004E0579" w:rsidTr="00CD176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1C80" w:rsidRPr="004E0579" w:rsidRDefault="00561C80" w:rsidP="00515DA7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6E0FAC">
            <w:pPr>
              <w:tabs>
                <w:tab w:val="left" w:pos="1206"/>
              </w:tabs>
              <w:jc w:val="both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4E0579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Обеспечение предоставления жилых помещений детям-сиротам </w:t>
            </w:r>
            <w:r w:rsidRPr="004E0579">
              <w:rPr>
                <w:rFonts w:eastAsia="Calibri"/>
                <w:kern w:val="2"/>
                <w:sz w:val="24"/>
                <w:szCs w:val="24"/>
                <w:lang w:eastAsia="en-US"/>
              </w:rPr>
              <w:lastRenderedPageBreak/>
              <w:t>и детям, оставшимся без попечения родителей,</w:t>
            </w:r>
          </w:p>
          <w:p w:rsidR="00561C80" w:rsidRPr="004E0579" w:rsidRDefault="00561C80" w:rsidP="006E0FAC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лицам из их числа по договорам найма специализированных жилых помещений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6E0FAC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lastRenderedPageBreak/>
              <w:t xml:space="preserve">Администрация города Батайска; </w:t>
            </w:r>
            <w:r w:rsidRPr="004E0579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Управление </w:t>
            </w:r>
            <w:r w:rsidRPr="004E0579">
              <w:rPr>
                <w:rFonts w:eastAsia="Calibri"/>
                <w:kern w:val="2"/>
                <w:sz w:val="24"/>
                <w:szCs w:val="24"/>
                <w:lang w:eastAsia="en-US"/>
              </w:rPr>
              <w:lastRenderedPageBreak/>
              <w:t>жилищно-коммунального хозяйства города Батайска,</w:t>
            </w:r>
          </w:p>
          <w:p w:rsidR="00561C80" w:rsidRPr="004E0579" w:rsidRDefault="00561C80" w:rsidP="0055154A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 xml:space="preserve">Администрация </w:t>
            </w:r>
            <w:r w:rsidRPr="004E0579"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города Батайска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6E0FAC">
            <w:pPr>
              <w:tabs>
                <w:tab w:val="left" w:pos="1206"/>
              </w:tabs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lastRenderedPageBreak/>
              <w:t>Р</w:t>
            </w:r>
            <w:r w:rsidRPr="004E0579">
              <w:rPr>
                <w:kern w:val="2"/>
                <w:sz w:val="24"/>
                <w:szCs w:val="24"/>
                <w:lang w:eastAsia="en-US"/>
              </w:rPr>
              <w:t xml:space="preserve">ешение жилищной проблемы детей-сирот и </w:t>
            </w:r>
            <w:r w:rsidRPr="004E0579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детей, </w:t>
            </w:r>
            <w:r w:rsidRPr="004E0579">
              <w:rPr>
                <w:rFonts w:eastAsia="Calibri"/>
                <w:kern w:val="2"/>
                <w:sz w:val="24"/>
                <w:szCs w:val="24"/>
                <w:lang w:eastAsia="en-US"/>
              </w:rPr>
              <w:lastRenderedPageBreak/>
              <w:t>оставшихся без попечения родителей</w:t>
            </w:r>
          </w:p>
          <w:p w:rsidR="00561C80" w:rsidRPr="004E0579" w:rsidRDefault="00561C80" w:rsidP="005F7098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6A3F07" w:rsidRDefault="00561C80" w:rsidP="00261DD4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lastRenderedPageBreak/>
              <w:t>01.01.202</w:t>
            </w:r>
            <w:r w:rsidR="00261DD4">
              <w:rPr>
                <w:rFonts w:eastAsia="Calibri"/>
                <w:kern w:val="2"/>
                <w:sz w:val="24"/>
                <w:szCs w:val="24"/>
              </w:rPr>
              <w:t>2</w:t>
            </w:r>
            <w:r w:rsidRPr="006A3F07">
              <w:rPr>
                <w:rFonts w:eastAsia="Calibri"/>
                <w:kern w:val="2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6A3F07" w:rsidRDefault="00561C80" w:rsidP="00261DD4">
            <w:pPr>
              <w:rPr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t>31.12.202</w:t>
            </w:r>
            <w:r w:rsidR="00261DD4">
              <w:rPr>
                <w:rFonts w:eastAsia="Calibri"/>
                <w:kern w:val="2"/>
                <w:sz w:val="24"/>
                <w:szCs w:val="24"/>
              </w:rPr>
              <w:t>2</w:t>
            </w:r>
            <w:r w:rsidRPr="006A3F07">
              <w:rPr>
                <w:rFonts w:eastAsia="Calibri"/>
                <w:kern w:val="2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CD1767" w:rsidP="00E5344E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56602,8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CD1767" w:rsidP="005F7098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56602,8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CD1767" w:rsidP="005F7098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C80" w:rsidRPr="004E0579" w:rsidRDefault="00561C80" w:rsidP="005F7098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C80" w:rsidRPr="004E0579" w:rsidTr="00CD176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Default="00561C80" w:rsidP="005F7098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1B2780" w:rsidRDefault="00561C80" w:rsidP="00515DA7">
            <w:pPr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1B2780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Предоставление по договору социального найма жилых помещений гражданам, состоящим на учете в качестве нуждающихся </w:t>
            </w:r>
            <w:proofErr w:type="gramStart"/>
            <w:r w:rsidRPr="001B2780">
              <w:rPr>
                <w:rFonts w:eastAsia="Calibri"/>
                <w:kern w:val="2"/>
                <w:sz w:val="24"/>
                <w:szCs w:val="24"/>
                <w:lang w:eastAsia="en-US"/>
              </w:rPr>
              <w:t>в</w:t>
            </w:r>
            <w:proofErr w:type="gramEnd"/>
            <w:r w:rsidRPr="001B2780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 жилых</w:t>
            </w:r>
          </w:p>
          <w:p w:rsidR="00561C80" w:rsidRPr="001B2780" w:rsidRDefault="00561C80" w:rsidP="00515DA7">
            <w:pPr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proofErr w:type="gramStart"/>
            <w:r w:rsidRPr="001B2780">
              <w:rPr>
                <w:rFonts w:eastAsia="Calibri"/>
                <w:kern w:val="2"/>
                <w:sz w:val="24"/>
                <w:szCs w:val="24"/>
                <w:lang w:eastAsia="en-US"/>
              </w:rPr>
              <w:t>помещениях</w:t>
            </w:r>
            <w:proofErr w:type="gramEnd"/>
            <w:r w:rsidRPr="001B2780"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, в составе семьи которых имеется </w:t>
            </w:r>
          </w:p>
          <w:p w:rsidR="00561C80" w:rsidRPr="004E0579" w:rsidRDefault="00561C80" w:rsidP="00515DA7">
            <w:pPr>
              <w:tabs>
                <w:tab w:val="left" w:pos="1206"/>
              </w:tabs>
              <w:jc w:val="both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1B2780">
              <w:rPr>
                <w:rFonts w:eastAsia="Calibri"/>
                <w:kern w:val="2"/>
                <w:sz w:val="24"/>
                <w:szCs w:val="24"/>
                <w:lang w:eastAsia="en-US"/>
              </w:rPr>
              <w:t>трое или более детей-близнецов и десять или более несовершеннолетних детей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E5344E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4E0579">
              <w:rPr>
                <w:rFonts w:eastAsia="Calibri"/>
                <w:kern w:val="2"/>
                <w:sz w:val="24"/>
                <w:szCs w:val="24"/>
                <w:lang w:eastAsia="en-US"/>
              </w:rPr>
              <w:t>Управление жилищно-коммунального хозяйства города Батайска,</w:t>
            </w:r>
          </w:p>
          <w:p w:rsidR="00561C80" w:rsidRPr="004E0579" w:rsidRDefault="00561C80" w:rsidP="00E5344E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t xml:space="preserve">Администрация </w:t>
            </w:r>
            <w:r w:rsidRPr="004E0579">
              <w:rPr>
                <w:kern w:val="2"/>
                <w:sz w:val="24"/>
                <w:szCs w:val="24"/>
                <w:lang w:eastAsia="en-US"/>
              </w:rPr>
              <w:t>города Батайска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1B2780" w:rsidRDefault="00561C80" w:rsidP="00E5344E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t>Р</w:t>
            </w:r>
            <w:r w:rsidRPr="001B2780">
              <w:rPr>
                <w:kern w:val="2"/>
                <w:sz w:val="24"/>
                <w:szCs w:val="24"/>
                <w:lang w:eastAsia="en-US"/>
              </w:rPr>
              <w:t xml:space="preserve">ешение жилищной проблемы </w:t>
            </w:r>
            <w:r w:rsidRPr="001B2780">
              <w:rPr>
                <w:rFonts w:eastAsia="Calibri"/>
                <w:kern w:val="2"/>
                <w:sz w:val="24"/>
                <w:szCs w:val="24"/>
                <w:lang w:eastAsia="en-US"/>
              </w:rPr>
              <w:t>граждан, в составе семьи которых имеется трое или более детей-близнецов и десять или более</w:t>
            </w:r>
          </w:p>
          <w:p w:rsidR="00561C80" w:rsidRDefault="00561C80" w:rsidP="00E5344E">
            <w:pPr>
              <w:tabs>
                <w:tab w:val="left" w:pos="1206"/>
              </w:tabs>
              <w:jc w:val="center"/>
              <w:rPr>
                <w:kern w:val="2"/>
                <w:sz w:val="24"/>
                <w:szCs w:val="24"/>
                <w:lang w:eastAsia="en-US"/>
              </w:rPr>
            </w:pPr>
            <w:r w:rsidRPr="001B2780">
              <w:rPr>
                <w:rFonts w:eastAsia="Calibri"/>
                <w:kern w:val="2"/>
                <w:sz w:val="24"/>
                <w:szCs w:val="24"/>
              </w:rPr>
              <w:t>несовершеннолетних детей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6A3F07" w:rsidRDefault="00561C80" w:rsidP="00261DD4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t>01.01.202</w:t>
            </w:r>
            <w:r w:rsidR="00261DD4">
              <w:rPr>
                <w:rFonts w:eastAsia="Calibri"/>
                <w:kern w:val="2"/>
                <w:sz w:val="24"/>
                <w:szCs w:val="24"/>
              </w:rPr>
              <w:t>2</w:t>
            </w:r>
            <w:r w:rsidRPr="006A3F07">
              <w:rPr>
                <w:rFonts w:eastAsia="Calibri"/>
                <w:kern w:val="2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6A3F07" w:rsidRDefault="00561C80" w:rsidP="00261DD4">
            <w:pPr>
              <w:rPr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t>31.12.202</w:t>
            </w:r>
            <w:r w:rsidR="00261DD4">
              <w:rPr>
                <w:rFonts w:eastAsia="Calibri"/>
                <w:kern w:val="2"/>
                <w:sz w:val="24"/>
                <w:szCs w:val="24"/>
              </w:rPr>
              <w:t>2</w:t>
            </w:r>
            <w:r w:rsidRPr="006A3F07">
              <w:rPr>
                <w:rFonts w:eastAsia="Calibri"/>
                <w:kern w:val="2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5F7098">
            <w:pPr>
              <w:pStyle w:val="ConsPlusCell"/>
              <w:snapToGrid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5F7098">
            <w:pPr>
              <w:pStyle w:val="ConsPlusCell"/>
              <w:snapToGrid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5F7098">
            <w:pPr>
              <w:pStyle w:val="ConsPlusCell"/>
              <w:snapToGrid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C80" w:rsidRPr="004E0579" w:rsidRDefault="00561C80" w:rsidP="005F7098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1C80" w:rsidRPr="004E0579" w:rsidTr="00CD176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Default="00561C80" w:rsidP="005F7098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1B2780" w:rsidRDefault="00561C80" w:rsidP="00515DA7">
            <w:pPr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E97FAF">
              <w:rPr>
                <w:sz w:val="24"/>
                <w:szCs w:val="24"/>
              </w:rPr>
              <w:t>Расходы на приобретение жилого помещения для предоставления по договору социального найма в рамках подпрограммы «Оказание мер государственной поддержки в улучшении жилищных условий отдельным категориям граждан на территории города Батайска» (Бюджетные инвестиции)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E5344E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4E0579">
              <w:rPr>
                <w:rFonts w:eastAsia="Calibri"/>
                <w:kern w:val="2"/>
                <w:sz w:val="24"/>
                <w:szCs w:val="24"/>
                <w:lang w:eastAsia="en-US"/>
              </w:rPr>
              <w:t>Управление жилищно-коммунального хозяйства города Батайска,</w:t>
            </w:r>
          </w:p>
          <w:p w:rsidR="00561C80" w:rsidRPr="004E0579" w:rsidRDefault="00561C80" w:rsidP="00E5344E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t xml:space="preserve">Администрация </w:t>
            </w:r>
            <w:r w:rsidRPr="004E0579">
              <w:rPr>
                <w:kern w:val="2"/>
                <w:sz w:val="24"/>
                <w:szCs w:val="24"/>
                <w:lang w:eastAsia="en-US"/>
              </w:rPr>
              <w:t>города Батайска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1B2780" w:rsidRDefault="00561C80" w:rsidP="00E5344E">
            <w:pPr>
              <w:tabs>
                <w:tab w:val="left" w:pos="1206"/>
              </w:tabs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t>Р</w:t>
            </w:r>
            <w:r w:rsidRPr="001B2780">
              <w:rPr>
                <w:kern w:val="2"/>
                <w:sz w:val="24"/>
                <w:szCs w:val="24"/>
                <w:lang w:eastAsia="en-US"/>
              </w:rPr>
              <w:t xml:space="preserve">ешение жилищной проблемы </w:t>
            </w:r>
            <w:r>
              <w:rPr>
                <w:kern w:val="2"/>
                <w:sz w:val="24"/>
                <w:szCs w:val="24"/>
                <w:lang w:eastAsia="en-US"/>
              </w:rPr>
              <w:t>отдельных категорий граждан</w:t>
            </w:r>
          </w:p>
          <w:p w:rsidR="00561C80" w:rsidRDefault="00561C80" w:rsidP="006E0FAC">
            <w:pPr>
              <w:tabs>
                <w:tab w:val="left" w:pos="1206"/>
              </w:tabs>
              <w:jc w:val="center"/>
              <w:rPr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6A3F07" w:rsidRDefault="00561C80" w:rsidP="00261DD4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t>01.01.202</w:t>
            </w:r>
            <w:r w:rsidR="00261DD4">
              <w:rPr>
                <w:rFonts w:eastAsia="Calibri"/>
                <w:kern w:val="2"/>
                <w:sz w:val="24"/>
                <w:szCs w:val="24"/>
              </w:rPr>
              <w:t>2</w:t>
            </w:r>
            <w:r w:rsidRPr="006A3F07">
              <w:rPr>
                <w:rFonts w:eastAsia="Calibri"/>
                <w:kern w:val="2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6A3F07" w:rsidRDefault="00561C80" w:rsidP="00261DD4">
            <w:pPr>
              <w:rPr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t>31.12.202</w:t>
            </w:r>
            <w:r w:rsidR="00261DD4">
              <w:rPr>
                <w:rFonts w:eastAsia="Calibri"/>
                <w:kern w:val="2"/>
                <w:sz w:val="24"/>
                <w:szCs w:val="24"/>
              </w:rPr>
              <w:t>2</w:t>
            </w:r>
            <w:r w:rsidRPr="006A3F07">
              <w:rPr>
                <w:rFonts w:eastAsia="Calibri"/>
                <w:kern w:val="2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BB6BD8" w:rsidRDefault="0099121C" w:rsidP="005F7098">
            <w:pPr>
              <w:pStyle w:val="ConsPlusCell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 w:rsidRPr="00BB6BD8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BB6BD8" w:rsidRDefault="0099121C" w:rsidP="005F7098">
            <w:pPr>
              <w:pStyle w:val="ConsPlusCell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 w:rsidRPr="00BB6BD8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BB6BD8" w:rsidRDefault="0099121C" w:rsidP="000F236F">
            <w:pPr>
              <w:pStyle w:val="ConsPlusCell"/>
              <w:snapToGrid w:val="0"/>
              <w:jc w:val="center"/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</w:pPr>
            <w:r w:rsidRPr="00BB6BD8"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-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C80" w:rsidRPr="004E0579" w:rsidRDefault="00561C80" w:rsidP="005F7098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FAC" w:rsidRPr="004E0579" w:rsidTr="00CD176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FAC" w:rsidRPr="00A97514" w:rsidRDefault="00515DA7" w:rsidP="005F7098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97514" w:rsidRPr="00A975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4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FAC" w:rsidRPr="004E0579" w:rsidRDefault="006E0FAC" w:rsidP="005F7098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kern w:val="2"/>
                <w:sz w:val="24"/>
                <w:szCs w:val="24"/>
              </w:rPr>
              <w:t>Подпрограмма «Обеспечение жильем молодых семей в городе Батайске»</w:t>
            </w:r>
          </w:p>
        </w:tc>
      </w:tr>
      <w:tr w:rsidR="00561C80" w:rsidRPr="004E0579" w:rsidTr="00CD176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5F7098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4E0579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F52509">
            <w:pPr>
              <w:outlineLvl w:val="0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4E0579">
              <w:rPr>
                <w:rFonts w:eastAsia="Calibri"/>
                <w:kern w:val="2"/>
                <w:sz w:val="24"/>
                <w:szCs w:val="24"/>
                <w:lang w:eastAsia="en-US"/>
              </w:rPr>
              <w:t>Обеспечение жильем молодых семей в городе Батайска</w:t>
            </w:r>
          </w:p>
          <w:p w:rsidR="00561C80" w:rsidRPr="004E0579" w:rsidRDefault="00561C80" w:rsidP="00F52509">
            <w:pPr>
              <w:tabs>
                <w:tab w:val="left" w:pos="1206"/>
              </w:tabs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</w:p>
          <w:p w:rsidR="00561C80" w:rsidRPr="004E0579" w:rsidRDefault="00561C80" w:rsidP="005F7098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F52509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 xml:space="preserve">Управление жилищно-коммунального хозяйства города Батайска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5F7098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kern w:val="2"/>
                <w:sz w:val="24"/>
                <w:szCs w:val="24"/>
              </w:rPr>
              <w:t>улучшение жилищных условий молодыми семьями – участниками подпрограммы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6A3F07" w:rsidRDefault="00561C80" w:rsidP="00261DD4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t>01.01.202</w:t>
            </w:r>
            <w:r w:rsidR="00261DD4">
              <w:rPr>
                <w:rFonts w:eastAsia="Calibri"/>
                <w:kern w:val="2"/>
                <w:sz w:val="24"/>
                <w:szCs w:val="24"/>
              </w:rPr>
              <w:t>2</w:t>
            </w:r>
            <w:r w:rsidRPr="006A3F07">
              <w:rPr>
                <w:rFonts w:eastAsia="Calibri"/>
                <w:kern w:val="2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6A3F07" w:rsidRDefault="00561C80" w:rsidP="00261DD4">
            <w:pPr>
              <w:rPr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t>31.12.202</w:t>
            </w:r>
            <w:r w:rsidR="00261DD4">
              <w:rPr>
                <w:rFonts w:eastAsia="Calibri"/>
                <w:kern w:val="2"/>
                <w:sz w:val="24"/>
                <w:szCs w:val="24"/>
              </w:rPr>
              <w:t>2</w:t>
            </w:r>
            <w:r w:rsidRPr="006A3F07">
              <w:rPr>
                <w:rFonts w:eastAsia="Calibri"/>
                <w:kern w:val="2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767" w:rsidRPr="00CD1767" w:rsidRDefault="00CD1767" w:rsidP="00CD1767">
            <w:pPr>
              <w:pStyle w:val="ConsPlusCell"/>
              <w:snapToGrid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5645,7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CD1767" w:rsidP="005F7098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5645,7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BB6BD8" w:rsidRDefault="00CD1767" w:rsidP="00C740CE">
            <w:pPr>
              <w:pStyle w:val="ConsPlusCell"/>
              <w:tabs>
                <w:tab w:val="center" w:pos="421"/>
              </w:tabs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5645,7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C80" w:rsidRPr="004E0579" w:rsidRDefault="00561C80" w:rsidP="005F7098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B39" w:rsidRPr="004E0579" w:rsidTr="00261DD4">
        <w:trPr>
          <w:gridAfter w:val="1"/>
          <w:wAfter w:w="10" w:type="dxa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B39" w:rsidRPr="004E0579" w:rsidRDefault="00515DA7" w:rsidP="005F7098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4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B39" w:rsidRPr="00275B39" w:rsidRDefault="00275B39" w:rsidP="005F7098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B39">
              <w:rPr>
                <w:rFonts w:ascii="Times New Roman" w:hAnsi="Times New Roman"/>
                <w:kern w:val="2"/>
                <w:sz w:val="24"/>
                <w:szCs w:val="24"/>
              </w:rPr>
              <w:t>Подпрограмма «Территориальное планирование и развитие территорий, в том числе для жилищного строительства»</w:t>
            </w:r>
          </w:p>
        </w:tc>
      </w:tr>
      <w:tr w:rsidR="00561C80" w:rsidRPr="004E0579" w:rsidTr="00261DD4">
        <w:trPr>
          <w:gridAfter w:val="1"/>
          <w:wAfter w:w="10" w:type="dxa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E0579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Создание условий для развития территорий путем вовлечения в оборот земельных участков в целях жилищного строительства, в том числе жилья экономического класса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 w:rsidRPr="004E0579">
              <w:rPr>
                <w:rFonts w:eastAsia="Calibri"/>
                <w:kern w:val="2"/>
                <w:sz w:val="24"/>
                <w:szCs w:val="24"/>
              </w:rPr>
              <w:t>Управление по архитектуре и градостроительству города Ба</w:t>
            </w:r>
            <w:r>
              <w:rPr>
                <w:rFonts w:eastAsia="Calibri"/>
                <w:kern w:val="2"/>
                <w:sz w:val="24"/>
                <w:szCs w:val="24"/>
              </w:rPr>
              <w:t>тайска</w:t>
            </w:r>
          </w:p>
          <w:p w:rsidR="00561C80" w:rsidRPr="004E0579" w:rsidRDefault="00561C80" w:rsidP="00173CB3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F50143" w:rsidRDefault="00561C80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В</w:t>
            </w:r>
            <w:r w:rsidRPr="00F50143">
              <w:rPr>
                <w:rFonts w:ascii="Times New Roman" w:hAnsi="Times New Roman"/>
                <w:kern w:val="2"/>
                <w:sz w:val="24"/>
                <w:szCs w:val="24"/>
              </w:rPr>
              <w:t>овлечение в оборот земельных участков обеспечит реализацию планов освоения территорий для жилищного строительства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6A3F07" w:rsidRDefault="00561C80" w:rsidP="00261DD4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t>01.01.202</w:t>
            </w:r>
            <w:r w:rsidR="00261DD4">
              <w:rPr>
                <w:rFonts w:eastAsia="Calibri"/>
                <w:kern w:val="2"/>
                <w:sz w:val="24"/>
                <w:szCs w:val="24"/>
              </w:rPr>
              <w:t>2</w:t>
            </w:r>
            <w:r w:rsidRPr="006A3F07">
              <w:rPr>
                <w:rFonts w:eastAsia="Calibri"/>
                <w:kern w:val="2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6A3F07" w:rsidRDefault="00561C80" w:rsidP="00261DD4">
            <w:pPr>
              <w:rPr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t>31.12.202</w:t>
            </w:r>
            <w:r w:rsidR="00261DD4">
              <w:rPr>
                <w:rFonts w:eastAsia="Calibri"/>
                <w:kern w:val="2"/>
                <w:sz w:val="24"/>
                <w:szCs w:val="24"/>
              </w:rPr>
              <w:t>2</w:t>
            </w:r>
            <w:r w:rsidRPr="006A3F07">
              <w:rPr>
                <w:rFonts w:eastAsia="Calibri"/>
                <w:kern w:val="2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1C80" w:rsidRPr="004E0579" w:rsidTr="00261DD4">
        <w:trPr>
          <w:gridAfter w:val="1"/>
          <w:wAfter w:w="10" w:type="dxa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E0579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 w:rsidRPr="004E0579"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Обеспечение перспективных земельных участков документами территориального планирования и планировки территорий с целью формирования территорий для жилищного строительства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 w:rsidRPr="004E0579">
              <w:rPr>
                <w:rFonts w:eastAsia="Calibri"/>
                <w:kern w:val="2"/>
                <w:sz w:val="24"/>
                <w:szCs w:val="24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jc w:val="center"/>
              <w:rPr>
                <w:kern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С</w:t>
            </w:r>
            <w:r w:rsidRPr="00E731D8">
              <w:rPr>
                <w:rFonts w:eastAsia="Calibri"/>
                <w:kern w:val="2"/>
                <w:sz w:val="24"/>
                <w:szCs w:val="24"/>
              </w:rPr>
              <w:t>формированные территории для жилищного строительства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6A3F07" w:rsidRDefault="00561C80" w:rsidP="00261DD4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t>01.01.202</w:t>
            </w:r>
            <w:r w:rsidR="00261DD4">
              <w:rPr>
                <w:rFonts w:eastAsia="Calibri"/>
                <w:kern w:val="2"/>
                <w:sz w:val="24"/>
                <w:szCs w:val="24"/>
              </w:rPr>
              <w:t>2</w:t>
            </w:r>
            <w:r w:rsidRPr="006A3F07">
              <w:rPr>
                <w:rFonts w:eastAsia="Calibri"/>
                <w:kern w:val="2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6A3F07" w:rsidRDefault="00561C80" w:rsidP="00261DD4">
            <w:pPr>
              <w:rPr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t>31.12.202</w:t>
            </w:r>
            <w:r w:rsidR="00261DD4">
              <w:rPr>
                <w:rFonts w:eastAsia="Calibri"/>
                <w:kern w:val="2"/>
                <w:sz w:val="24"/>
                <w:szCs w:val="24"/>
              </w:rPr>
              <w:t>2</w:t>
            </w:r>
            <w:r w:rsidRPr="006A3F07">
              <w:rPr>
                <w:rFonts w:eastAsia="Calibri"/>
                <w:kern w:val="2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99121C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99121C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99121C" w:rsidP="0099121C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1C80" w:rsidRPr="004E0579" w:rsidTr="00261DD4">
        <w:trPr>
          <w:gridAfter w:val="1"/>
          <w:wAfter w:w="10" w:type="dxa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515DA7" w:rsidRDefault="00561C80" w:rsidP="00515DA7">
            <w:pPr>
              <w:autoSpaceDE w:val="0"/>
              <w:autoSpaceDN w:val="0"/>
              <w:adjustRightInd w:val="0"/>
              <w:contextualSpacing/>
              <w:jc w:val="both"/>
              <w:rPr>
                <w:kern w:val="2"/>
                <w:sz w:val="24"/>
                <w:szCs w:val="24"/>
                <w:lang w:eastAsia="en-US"/>
              </w:rPr>
            </w:pPr>
            <w:r w:rsidRPr="00515DA7">
              <w:rPr>
                <w:kern w:val="2"/>
                <w:sz w:val="24"/>
                <w:szCs w:val="24"/>
                <w:lang w:eastAsia="en-US"/>
              </w:rPr>
              <w:t>Улучшение предпринимательского климата в сфере строительства,</w:t>
            </w:r>
          </w:p>
          <w:p w:rsidR="00561C80" w:rsidRPr="004E0579" w:rsidRDefault="00561C80" w:rsidP="00515DA7">
            <w:pPr>
              <w:pStyle w:val="ConsPlusCell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 w:rsidRPr="00515DA7"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в том числе для создания жилья экономического класса путем обеспечения мероприятий по снижению административных барьеров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 w:rsidRPr="004E0579">
              <w:rPr>
                <w:rFonts w:eastAsia="Calibri"/>
                <w:kern w:val="2"/>
                <w:sz w:val="24"/>
                <w:szCs w:val="24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Default="00561C80" w:rsidP="00173CB3">
            <w:pPr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С</w:t>
            </w:r>
            <w:r w:rsidRPr="001B2780">
              <w:rPr>
                <w:rFonts w:eastAsia="Calibri"/>
                <w:kern w:val="2"/>
                <w:sz w:val="24"/>
                <w:szCs w:val="24"/>
              </w:rPr>
              <w:t>нижение административных барьеров, увеличение темпов строительства, в том числе жилья экономического класса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6A3F07" w:rsidRDefault="00561C80" w:rsidP="00261DD4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t>01.01.202</w:t>
            </w:r>
            <w:r w:rsidR="00261DD4">
              <w:rPr>
                <w:rFonts w:eastAsia="Calibri"/>
                <w:kern w:val="2"/>
                <w:sz w:val="24"/>
                <w:szCs w:val="24"/>
              </w:rPr>
              <w:t>2</w:t>
            </w:r>
            <w:r w:rsidRPr="006A3F07">
              <w:rPr>
                <w:rFonts w:eastAsia="Calibri"/>
                <w:kern w:val="2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6A3F07" w:rsidRDefault="00561C80" w:rsidP="00261DD4">
            <w:pPr>
              <w:rPr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t>31.12.202</w:t>
            </w:r>
            <w:r w:rsidR="00261DD4">
              <w:rPr>
                <w:rFonts w:eastAsia="Calibri"/>
                <w:kern w:val="2"/>
                <w:sz w:val="24"/>
                <w:szCs w:val="24"/>
              </w:rPr>
              <w:t>2</w:t>
            </w:r>
            <w:r w:rsidRPr="006A3F07">
              <w:rPr>
                <w:rFonts w:eastAsia="Calibri"/>
                <w:kern w:val="2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1C80" w:rsidRPr="004E0579" w:rsidTr="00261DD4">
        <w:trPr>
          <w:gridAfter w:val="1"/>
          <w:wAfter w:w="10" w:type="dxa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3534CA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="003534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BB6BD8" w:rsidRDefault="0099121C" w:rsidP="00173CB3">
            <w:pPr>
              <w:pStyle w:val="ConsPlusCell"/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BB6BD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Расходы на выполнение работ по разработке проекта планировки и проекта межевания на территории муниципального образования "Город Батайск" в рамках подпрограммы "Территориальное планирование и развитие территорий, в том числе для жилищного строительства" муниципальной программы города Батайска «Обеспечение доступным и комфортным жильем населения города Батайска</w:t>
            </w:r>
            <w:proofErr w:type="gramStart"/>
            <w:r w:rsidRPr="00BB6BD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»(</w:t>
            </w:r>
            <w:proofErr w:type="gramEnd"/>
            <w:r w:rsidRPr="00BB6BD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BB6BD8" w:rsidRDefault="00561C80" w:rsidP="00173CB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</w:rPr>
            </w:pPr>
            <w:r w:rsidRPr="00BB6BD8">
              <w:rPr>
                <w:rFonts w:eastAsia="Calibri"/>
                <w:color w:val="000000"/>
                <w:kern w:val="2"/>
                <w:sz w:val="24"/>
                <w:szCs w:val="24"/>
              </w:rPr>
              <w:t>Управление по архитектуре и градостроительству города Батайска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BB6BD8" w:rsidRDefault="00561C80" w:rsidP="00173CB3">
            <w:pPr>
              <w:jc w:val="center"/>
              <w:rPr>
                <w:rFonts w:eastAsia="Calibri"/>
                <w:color w:val="000000"/>
                <w:kern w:val="2"/>
                <w:sz w:val="24"/>
                <w:szCs w:val="24"/>
              </w:rPr>
            </w:pPr>
            <w:r w:rsidRPr="00BB6BD8">
              <w:rPr>
                <w:rFonts w:eastAsia="Calibri"/>
                <w:color w:val="000000"/>
                <w:kern w:val="2"/>
                <w:sz w:val="24"/>
                <w:szCs w:val="24"/>
              </w:rPr>
              <w:t>Сформированные территории для жилищного строительства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BB6BD8" w:rsidRDefault="00561C80" w:rsidP="00261D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</w:rPr>
            </w:pPr>
            <w:r w:rsidRPr="00BB6BD8">
              <w:rPr>
                <w:rFonts w:eastAsia="Calibri"/>
                <w:color w:val="000000"/>
                <w:kern w:val="2"/>
                <w:sz w:val="24"/>
                <w:szCs w:val="24"/>
              </w:rPr>
              <w:t>01.01.202</w:t>
            </w:r>
            <w:r w:rsidR="00261DD4">
              <w:rPr>
                <w:rFonts w:eastAsia="Calibri"/>
                <w:color w:val="000000"/>
                <w:kern w:val="2"/>
                <w:sz w:val="24"/>
                <w:szCs w:val="24"/>
              </w:rPr>
              <w:t>2</w:t>
            </w:r>
            <w:r w:rsidRPr="00BB6BD8">
              <w:rPr>
                <w:rFonts w:eastAsia="Calibri"/>
                <w:color w:val="000000"/>
                <w:kern w:val="2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BB6BD8" w:rsidRDefault="00561C80" w:rsidP="00261DD4">
            <w:pPr>
              <w:rPr>
                <w:color w:val="000000"/>
                <w:sz w:val="24"/>
                <w:szCs w:val="24"/>
              </w:rPr>
            </w:pPr>
            <w:r w:rsidRPr="00BB6BD8">
              <w:rPr>
                <w:rFonts w:eastAsia="Calibri"/>
                <w:color w:val="000000"/>
                <w:kern w:val="2"/>
                <w:sz w:val="24"/>
                <w:szCs w:val="24"/>
              </w:rPr>
              <w:t>31.12.202</w:t>
            </w:r>
            <w:r w:rsidR="00261DD4">
              <w:rPr>
                <w:rFonts w:eastAsia="Calibri"/>
                <w:color w:val="000000"/>
                <w:kern w:val="2"/>
                <w:sz w:val="24"/>
                <w:szCs w:val="24"/>
              </w:rPr>
              <w:t>2</w:t>
            </w:r>
            <w:r w:rsidRPr="00BB6BD8">
              <w:rPr>
                <w:rFonts w:eastAsia="Calibri"/>
                <w:color w:val="000000"/>
                <w:kern w:val="2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7B5" w:rsidRPr="00BB6BD8" w:rsidRDefault="00CD1767" w:rsidP="005D17B5">
            <w:pPr>
              <w:pStyle w:val="ConsPlusCell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5140,0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BB6BD8" w:rsidRDefault="00CD1767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5140,0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1827FF" w:rsidRDefault="00261DD4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7FF">
              <w:rPr>
                <w:rFonts w:ascii="Times New Roman" w:hAnsi="Times New Roman"/>
                <w:sz w:val="24"/>
                <w:szCs w:val="24"/>
              </w:rPr>
              <w:t>5131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C80" w:rsidRPr="001827FF" w:rsidRDefault="00261DD4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7F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1C80" w:rsidRPr="004E0579" w:rsidTr="00261DD4">
        <w:trPr>
          <w:gridAfter w:val="1"/>
          <w:wAfter w:w="10" w:type="dxa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Default="00561C80" w:rsidP="003534CA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3534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BB6BD8" w:rsidRDefault="00561C80" w:rsidP="00173CB3">
            <w:pPr>
              <w:jc w:val="both"/>
              <w:rPr>
                <w:iCs/>
                <w:color w:val="000000"/>
                <w:sz w:val="24"/>
                <w:szCs w:val="24"/>
              </w:rPr>
            </w:pPr>
            <w:proofErr w:type="gramStart"/>
            <w:r w:rsidRPr="00BB6BD8">
              <w:rPr>
                <w:iCs/>
                <w:color w:val="000000"/>
                <w:sz w:val="24"/>
                <w:szCs w:val="24"/>
              </w:rPr>
              <w:t xml:space="preserve">Расходы на выполнение проектов   внесения изменений в генеральные планы, правила землепользования и застройки  городских округов, городских и сельских поселений муниципальных районов </w:t>
            </w:r>
            <w:r w:rsidRPr="00BB6BD8">
              <w:rPr>
                <w:iCs/>
                <w:color w:val="000000"/>
                <w:sz w:val="24"/>
                <w:szCs w:val="24"/>
              </w:rPr>
              <w:lastRenderedPageBreak/>
              <w:t>Ростовской области в части подготовки сведений по координатному описанию границ населенных пунктов и (или) сведений о границах территориальных зон в соответствии с Градостроительным кодексом Российской Федерации в рамках  муниципальной программы города Батайска «Обеспечение доступным и комфортным жильем населения города</w:t>
            </w:r>
            <w:proofErr w:type="gramEnd"/>
            <w:r w:rsidRPr="00BB6BD8">
              <w:rPr>
                <w:iCs/>
                <w:color w:val="000000"/>
                <w:sz w:val="24"/>
                <w:szCs w:val="24"/>
              </w:rPr>
              <w:t xml:space="preserve"> Батайска»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BB6BD8" w:rsidRDefault="00561C80" w:rsidP="00173CB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</w:rPr>
            </w:pPr>
            <w:r w:rsidRPr="00BB6BD8">
              <w:rPr>
                <w:rFonts w:eastAsia="Calibri"/>
                <w:color w:val="000000"/>
                <w:kern w:val="2"/>
                <w:sz w:val="24"/>
                <w:szCs w:val="24"/>
              </w:rPr>
              <w:lastRenderedPageBreak/>
              <w:t>Управление по архитектуре и градостроительству города Батайска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BB6BD8" w:rsidRDefault="00561C80" w:rsidP="00173CB3">
            <w:pPr>
              <w:jc w:val="center"/>
              <w:rPr>
                <w:rFonts w:eastAsia="Calibri"/>
                <w:color w:val="000000"/>
                <w:kern w:val="2"/>
                <w:sz w:val="24"/>
                <w:szCs w:val="24"/>
              </w:rPr>
            </w:pPr>
            <w:r w:rsidRPr="00BB6BD8">
              <w:rPr>
                <w:rFonts w:eastAsia="Calibri"/>
                <w:color w:val="000000"/>
                <w:kern w:val="2"/>
                <w:sz w:val="24"/>
                <w:szCs w:val="24"/>
              </w:rPr>
              <w:t>Вовлечение в оборот земельных участков обеспечит реализацию планов освоения территорий для жилищного строительства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BB6BD8" w:rsidRDefault="00561C80" w:rsidP="00261D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kern w:val="2"/>
                <w:sz w:val="24"/>
                <w:szCs w:val="24"/>
              </w:rPr>
            </w:pPr>
            <w:r w:rsidRPr="00BB6BD8">
              <w:rPr>
                <w:rFonts w:eastAsia="Calibri"/>
                <w:color w:val="000000"/>
                <w:kern w:val="2"/>
                <w:sz w:val="24"/>
                <w:szCs w:val="24"/>
              </w:rPr>
              <w:t>01.01.202</w:t>
            </w:r>
            <w:r w:rsidR="00261DD4">
              <w:rPr>
                <w:rFonts w:eastAsia="Calibri"/>
                <w:color w:val="000000"/>
                <w:kern w:val="2"/>
                <w:sz w:val="24"/>
                <w:szCs w:val="24"/>
              </w:rPr>
              <w:t>2</w:t>
            </w:r>
            <w:r w:rsidRPr="00BB6BD8">
              <w:rPr>
                <w:rFonts w:eastAsia="Calibri"/>
                <w:color w:val="000000"/>
                <w:kern w:val="2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BB6BD8" w:rsidRDefault="00561C80" w:rsidP="00261DD4">
            <w:pPr>
              <w:rPr>
                <w:color w:val="000000"/>
                <w:sz w:val="24"/>
                <w:szCs w:val="24"/>
              </w:rPr>
            </w:pPr>
            <w:r w:rsidRPr="00BB6BD8">
              <w:rPr>
                <w:rFonts w:eastAsia="Calibri"/>
                <w:color w:val="000000"/>
                <w:kern w:val="2"/>
                <w:sz w:val="24"/>
                <w:szCs w:val="24"/>
              </w:rPr>
              <w:t>31.12.202</w:t>
            </w:r>
            <w:r w:rsidR="00261DD4">
              <w:rPr>
                <w:rFonts w:eastAsia="Calibri"/>
                <w:color w:val="000000"/>
                <w:kern w:val="2"/>
                <w:sz w:val="24"/>
                <w:szCs w:val="24"/>
              </w:rPr>
              <w:t>2</w:t>
            </w:r>
            <w:r w:rsidRPr="00BB6BD8">
              <w:rPr>
                <w:rFonts w:eastAsia="Calibri"/>
                <w:color w:val="000000"/>
                <w:kern w:val="2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BB6BD8" w:rsidRDefault="005D17B5" w:rsidP="008F5D63">
            <w:pPr>
              <w:pStyle w:val="ConsPlusCell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BD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BB6BD8" w:rsidRDefault="005D17B5" w:rsidP="008F5D63">
            <w:pPr>
              <w:pStyle w:val="ConsPlusCell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BD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BB6BD8" w:rsidRDefault="005D17B5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BD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C80" w:rsidRPr="00BB6BD8" w:rsidRDefault="005D17B5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BD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515DA7" w:rsidRPr="004E0579" w:rsidTr="00261DD4">
        <w:trPr>
          <w:gridAfter w:val="1"/>
          <w:wAfter w:w="10" w:type="dxa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DA7" w:rsidRPr="004E0579" w:rsidRDefault="00515DA7" w:rsidP="00173CB3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4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DA7" w:rsidRPr="004E0579" w:rsidRDefault="00515DA7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kern w:val="2"/>
                <w:sz w:val="24"/>
                <w:szCs w:val="24"/>
              </w:rPr>
              <w:t>Подпрограмма «Стимулирование развития рынка жилья»</w:t>
            </w:r>
          </w:p>
        </w:tc>
      </w:tr>
      <w:tr w:rsidR="00561C80" w:rsidRPr="004E0579" w:rsidTr="00261DD4">
        <w:trPr>
          <w:gridAfter w:val="1"/>
          <w:wAfter w:w="10" w:type="dxa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E0579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jc w:val="both"/>
              <w:rPr>
                <w:kern w:val="2"/>
                <w:sz w:val="24"/>
                <w:szCs w:val="24"/>
                <w:lang w:eastAsia="en-US"/>
              </w:rPr>
            </w:pPr>
            <w:r w:rsidRPr="004E0579">
              <w:rPr>
                <w:kern w:val="2"/>
                <w:sz w:val="24"/>
                <w:szCs w:val="24"/>
                <w:lang w:eastAsia="en-US"/>
              </w:rPr>
              <w:t>Создание условий для развития рынка доступного жилья, развития жилищного строительства, в том числе строительства жилья экономического класса, включая малоэтажное жилищное строительство</w:t>
            </w:r>
          </w:p>
          <w:p w:rsidR="00561C80" w:rsidRPr="004E0579" w:rsidRDefault="00561C80" w:rsidP="00173CB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 w:rsidRPr="004E0579">
              <w:rPr>
                <w:rFonts w:eastAsia="Calibri"/>
                <w:kern w:val="2"/>
                <w:sz w:val="24"/>
                <w:szCs w:val="24"/>
              </w:rPr>
              <w:t>Управление по архитектуре и градостроительству города Ба</w:t>
            </w:r>
            <w:r>
              <w:rPr>
                <w:rFonts w:eastAsia="Calibri"/>
                <w:kern w:val="2"/>
                <w:sz w:val="24"/>
                <w:szCs w:val="24"/>
              </w:rPr>
              <w:t>тайска</w:t>
            </w:r>
          </w:p>
          <w:p w:rsidR="00561C80" w:rsidRPr="004E0579" w:rsidRDefault="00561C80" w:rsidP="00173CB3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55154A" w:rsidRDefault="00561C80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Д</w:t>
            </w:r>
            <w:r w:rsidRPr="0055154A">
              <w:rPr>
                <w:rFonts w:ascii="Times New Roman" w:hAnsi="Times New Roman"/>
                <w:kern w:val="2"/>
                <w:sz w:val="24"/>
                <w:szCs w:val="24"/>
              </w:rPr>
              <w:t>оступный рынок жилья, в том числе жилья экономического класса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6A3F07" w:rsidRDefault="00561C80" w:rsidP="00261DD4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t>01.01.202</w:t>
            </w:r>
            <w:r w:rsidR="00261DD4">
              <w:rPr>
                <w:rFonts w:eastAsia="Calibri"/>
                <w:kern w:val="2"/>
                <w:sz w:val="24"/>
                <w:szCs w:val="24"/>
              </w:rPr>
              <w:t>2</w:t>
            </w:r>
            <w:r w:rsidRPr="006A3F07">
              <w:rPr>
                <w:rFonts w:eastAsia="Calibri"/>
                <w:kern w:val="2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6A3F07" w:rsidRDefault="00561C80" w:rsidP="00261DD4">
            <w:pPr>
              <w:rPr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t>31.12.202</w:t>
            </w:r>
            <w:r w:rsidR="00261DD4">
              <w:rPr>
                <w:rFonts w:eastAsia="Calibri"/>
                <w:kern w:val="2"/>
                <w:sz w:val="24"/>
                <w:szCs w:val="24"/>
              </w:rPr>
              <w:t>2</w:t>
            </w:r>
            <w:r w:rsidRPr="006A3F07">
              <w:rPr>
                <w:rFonts w:eastAsia="Calibri"/>
                <w:kern w:val="2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1C80" w:rsidRPr="004E0579" w:rsidTr="00261DD4">
        <w:trPr>
          <w:gridAfter w:val="1"/>
          <w:wAfter w:w="10" w:type="dxa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E0579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515DA7">
            <w:pPr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4E0579">
              <w:rPr>
                <w:kern w:val="2"/>
                <w:sz w:val="24"/>
                <w:szCs w:val="24"/>
                <w:lang w:eastAsia="en-US"/>
              </w:rPr>
              <w:t xml:space="preserve">Содействие формированию рынка доступного арендного жилья коммерческого </w:t>
            </w:r>
            <w:r w:rsidRPr="004E0579">
              <w:rPr>
                <w:kern w:val="2"/>
                <w:sz w:val="24"/>
                <w:szCs w:val="24"/>
                <w:lang w:eastAsia="en-US"/>
              </w:rPr>
              <w:lastRenderedPageBreak/>
              <w:t>использования, в том числе для граждан, имеющих невысокий уровень дохода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0579">
              <w:rPr>
                <w:rFonts w:eastAsia="Calibri"/>
                <w:kern w:val="2"/>
                <w:sz w:val="24"/>
                <w:szCs w:val="24"/>
              </w:rPr>
              <w:lastRenderedPageBreak/>
              <w:t xml:space="preserve">Управление по архитектуре и градостроительству города </w:t>
            </w:r>
            <w:r w:rsidRPr="004E0579">
              <w:rPr>
                <w:rFonts w:eastAsia="Calibri"/>
                <w:kern w:val="2"/>
                <w:sz w:val="24"/>
                <w:szCs w:val="24"/>
              </w:rPr>
              <w:lastRenderedPageBreak/>
              <w:t>Батайска</w:t>
            </w:r>
          </w:p>
          <w:p w:rsidR="00561C80" w:rsidRPr="004E0579" w:rsidRDefault="00561C80" w:rsidP="00173CB3">
            <w:pPr>
              <w:jc w:val="center"/>
              <w:rPr>
                <w:sz w:val="24"/>
                <w:szCs w:val="24"/>
              </w:rPr>
            </w:pPr>
            <w:r w:rsidRPr="001B2780">
              <w:rPr>
                <w:rFonts w:eastAsia="Calibri"/>
                <w:kern w:val="2"/>
                <w:sz w:val="24"/>
                <w:szCs w:val="24"/>
              </w:rPr>
              <w:t>предприятия строительного комплекса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lastRenderedPageBreak/>
              <w:t>Д</w:t>
            </w:r>
            <w:r w:rsidRPr="004E0579">
              <w:rPr>
                <w:rFonts w:eastAsia="Calibri"/>
                <w:kern w:val="2"/>
                <w:sz w:val="24"/>
                <w:szCs w:val="24"/>
              </w:rPr>
              <w:t xml:space="preserve">оступный рынок арендного жилья коммерческого использования </w:t>
            </w:r>
          </w:p>
          <w:p w:rsidR="00561C80" w:rsidRPr="004E0579" w:rsidRDefault="00561C80" w:rsidP="00173CB3">
            <w:pPr>
              <w:pStyle w:val="ConsPlusCell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в том числе для граждан, имеющих невысокий уровень дохода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6A3F07" w:rsidRDefault="00561C80" w:rsidP="00261DD4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lastRenderedPageBreak/>
              <w:t>01.01.202</w:t>
            </w:r>
            <w:r w:rsidR="00261DD4">
              <w:rPr>
                <w:rFonts w:eastAsia="Calibri"/>
                <w:kern w:val="2"/>
                <w:sz w:val="24"/>
                <w:szCs w:val="24"/>
              </w:rPr>
              <w:t>2</w:t>
            </w:r>
            <w:r w:rsidRPr="006A3F07">
              <w:rPr>
                <w:rFonts w:eastAsia="Calibri"/>
                <w:kern w:val="2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6A3F07" w:rsidRDefault="00561C80" w:rsidP="00261DD4">
            <w:pPr>
              <w:rPr>
                <w:sz w:val="24"/>
                <w:szCs w:val="24"/>
              </w:rPr>
            </w:pPr>
            <w:r w:rsidRPr="006A3F07">
              <w:rPr>
                <w:rFonts w:eastAsia="Calibri"/>
                <w:kern w:val="2"/>
                <w:sz w:val="24"/>
                <w:szCs w:val="24"/>
              </w:rPr>
              <w:t>31.12.202</w:t>
            </w:r>
            <w:r w:rsidR="00261DD4">
              <w:rPr>
                <w:rFonts w:eastAsia="Calibri"/>
                <w:kern w:val="2"/>
                <w:sz w:val="24"/>
                <w:szCs w:val="24"/>
              </w:rPr>
              <w:t>2</w:t>
            </w:r>
            <w:r w:rsidRPr="006A3F07">
              <w:rPr>
                <w:rFonts w:eastAsia="Calibri"/>
                <w:kern w:val="2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C80" w:rsidRPr="004E0579" w:rsidRDefault="00561C80" w:rsidP="00173CB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A7" w:rsidRPr="004E0579" w:rsidTr="00261DD4">
        <w:trPr>
          <w:gridAfter w:val="1"/>
          <w:wAfter w:w="10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DA7" w:rsidRPr="004E0579" w:rsidRDefault="00515DA7" w:rsidP="005F7098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DA7" w:rsidRPr="004E0579" w:rsidRDefault="00515DA7" w:rsidP="005F7098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E0579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 </w:t>
            </w:r>
            <w:r w:rsidRPr="004E0579">
              <w:rPr>
                <w:rFonts w:ascii="Times New Roman" w:hAnsi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DA7" w:rsidRPr="004E0579" w:rsidRDefault="00515DA7" w:rsidP="005F7098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DA7" w:rsidRPr="004E0579" w:rsidRDefault="00515DA7" w:rsidP="005F709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DA7" w:rsidRPr="004E0579" w:rsidRDefault="00515DA7" w:rsidP="005F7098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DA7" w:rsidRPr="004E0579" w:rsidRDefault="00515DA7" w:rsidP="005F709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5DA7" w:rsidRPr="001827FF" w:rsidRDefault="00CD1767" w:rsidP="00261DD4">
            <w:pPr>
              <w:pStyle w:val="ConsPlusCell"/>
              <w:snapToGri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827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843</w:t>
            </w:r>
            <w:r w:rsidR="00261DD4" w:rsidRPr="001827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74</w:t>
            </w:r>
            <w:r w:rsidRPr="001827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5DA7" w:rsidRPr="001827FF" w:rsidRDefault="00CD1767" w:rsidP="00261DD4">
            <w:pPr>
              <w:pStyle w:val="ConsPlusCell"/>
              <w:snapToGri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827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843</w:t>
            </w:r>
            <w:r w:rsidR="00261DD4" w:rsidRPr="001827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74</w:t>
            </w:r>
            <w:r w:rsidRPr="001827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5DA7" w:rsidRPr="001827FF" w:rsidRDefault="00261DD4" w:rsidP="008E7EEB">
            <w:pPr>
              <w:pStyle w:val="ConsPlusCell"/>
              <w:snapToGri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827FF">
              <w:rPr>
                <w:rFonts w:ascii="Times New Roman" w:hAnsi="Times New Roman"/>
                <w:b/>
                <w:color w:val="000000"/>
                <w:kern w:val="2"/>
              </w:rPr>
              <w:t>21415,0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DA7" w:rsidRPr="000D61C5" w:rsidRDefault="00261DD4" w:rsidP="00261DD4">
            <w:pPr>
              <w:pStyle w:val="ConsPlusCell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3B590F" w:rsidRDefault="003B590F" w:rsidP="00A97514">
      <w:pPr>
        <w:widowControl w:val="0"/>
        <w:autoSpaceDE w:val="0"/>
        <w:ind w:right="-284"/>
        <w:jc w:val="both"/>
        <w:rPr>
          <w:sz w:val="24"/>
          <w:szCs w:val="24"/>
        </w:rPr>
      </w:pPr>
      <w:bookmarkStart w:id="0" w:name="Par1413"/>
      <w:bookmarkEnd w:id="0"/>
    </w:p>
    <w:p w:rsidR="0017448B" w:rsidRDefault="0017448B" w:rsidP="006E2464">
      <w:pPr>
        <w:jc w:val="right"/>
        <w:rPr>
          <w:sz w:val="24"/>
        </w:rPr>
      </w:pPr>
      <w:bookmarkStart w:id="1" w:name="_GoBack"/>
      <w:bookmarkEnd w:id="1"/>
    </w:p>
    <w:p w:rsidR="005B67A6" w:rsidRDefault="005B67A6" w:rsidP="00A97514">
      <w:pPr>
        <w:rPr>
          <w:sz w:val="24"/>
        </w:rPr>
      </w:pPr>
    </w:p>
    <w:p w:rsidR="00A97514" w:rsidRPr="00373036" w:rsidRDefault="00A97514" w:rsidP="00373036">
      <w:pPr>
        <w:tabs>
          <w:tab w:val="left" w:pos="10951"/>
        </w:tabs>
        <w:rPr>
          <w:rFonts w:eastAsia="Calibri"/>
          <w:bCs/>
          <w:kern w:val="2"/>
          <w:sz w:val="28"/>
          <w:szCs w:val="28"/>
        </w:rPr>
      </w:pPr>
      <w:r w:rsidRPr="00373036">
        <w:rPr>
          <w:rFonts w:eastAsia="Calibri"/>
          <w:bCs/>
          <w:kern w:val="2"/>
          <w:sz w:val="28"/>
          <w:szCs w:val="28"/>
        </w:rPr>
        <w:t>Замести</w:t>
      </w:r>
      <w:r w:rsidR="00CD1767">
        <w:rPr>
          <w:rFonts w:eastAsia="Calibri"/>
          <w:bCs/>
          <w:kern w:val="2"/>
          <w:sz w:val="28"/>
          <w:szCs w:val="28"/>
        </w:rPr>
        <w:t xml:space="preserve">тель </w:t>
      </w:r>
      <w:r w:rsidR="00373036">
        <w:rPr>
          <w:rFonts w:eastAsia="Calibri"/>
          <w:bCs/>
          <w:kern w:val="2"/>
          <w:sz w:val="28"/>
          <w:szCs w:val="28"/>
        </w:rPr>
        <w:t>главы Администрации города</w:t>
      </w:r>
    </w:p>
    <w:p w:rsidR="00A97514" w:rsidRPr="00373036" w:rsidRDefault="00A97514" w:rsidP="00A97514">
      <w:pPr>
        <w:rPr>
          <w:rFonts w:eastAsia="Calibri"/>
          <w:bCs/>
          <w:kern w:val="2"/>
          <w:sz w:val="28"/>
          <w:szCs w:val="28"/>
        </w:rPr>
      </w:pPr>
      <w:r w:rsidRPr="00373036">
        <w:rPr>
          <w:rFonts w:eastAsia="Calibri"/>
          <w:bCs/>
          <w:kern w:val="2"/>
          <w:sz w:val="28"/>
          <w:szCs w:val="28"/>
        </w:rPr>
        <w:t xml:space="preserve">Батайска по территориальному развитию и строительству                                                  </w:t>
      </w:r>
      <w:r w:rsidR="00373036" w:rsidRPr="00373036">
        <w:rPr>
          <w:rFonts w:eastAsia="Calibri"/>
          <w:bCs/>
          <w:kern w:val="2"/>
          <w:sz w:val="28"/>
          <w:szCs w:val="28"/>
        </w:rPr>
        <w:t xml:space="preserve">                       </w:t>
      </w:r>
      <w:r w:rsidRPr="00373036">
        <w:rPr>
          <w:rFonts w:eastAsia="Calibri"/>
          <w:bCs/>
          <w:kern w:val="2"/>
          <w:sz w:val="28"/>
          <w:szCs w:val="28"/>
        </w:rPr>
        <w:t xml:space="preserve">         </w:t>
      </w:r>
      <w:r w:rsidR="00373036" w:rsidRPr="00373036">
        <w:rPr>
          <w:rFonts w:eastAsia="Calibri"/>
          <w:bCs/>
          <w:kern w:val="2"/>
          <w:sz w:val="28"/>
          <w:szCs w:val="28"/>
        </w:rPr>
        <w:t xml:space="preserve"> </w:t>
      </w:r>
      <w:r w:rsidR="00CD1767">
        <w:rPr>
          <w:rFonts w:eastAsia="Calibri"/>
          <w:bCs/>
          <w:kern w:val="2"/>
          <w:sz w:val="28"/>
          <w:szCs w:val="28"/>
        </w:rPr>
        <w:t xml:space="preserve">В.В. </w:t>
      </w:r>
      <w:proofErr w:type="spellStart"/>
      <w:r w:rsidR="00CD1767">
        <w:rPr>
          <w:rFonts w:eastAsia="Calibri"/>
          <w:bCs/>
          <w:kern w:val="2"/>
          <w:sz w:val="28"/>
          <w:szCs w:val="28"/>
        </w:rPr>
        <w:t>Горелкин</w:t>
      </w:r>
      <w:proofErr w:type="spellEnd"/>
    </w:p>
    <w:sectPr w:rsidR="00A97514" w:rsidRPr="00373036" w:rsidSect="003534CA">
      <w:pgSz w:w="16840" w:h="11907" w:orient="landscape" w:code="9"/>
      <w:pgMar w:top="1418" w:right="1077" w:bottom="851" w:left="107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3AC" w:rsidRDefault="005A73AC">
      <w:r>
        <w:separator/>
      </w:r>
    </w:p>
  </w:endnote>
  <w:endnote w:type="continuationSeparator" w:id="0">
    <w:p w:rsidR="005A73AC" w:rsidRDefault="005A7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3AC" w:rsidRDefault="005A73AC">
      <w:r>
        <w:separator/>
      </w:r>
    </w:p>
  </w:footnote>
  <w:footnote w:type="continuationSeparator" w:id="0">
    <w:p w:rsidR="005A73AC" w:rsidRDefault="005A73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036" w:rsidRDefault="003C102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1827FF">
      <w:rPr>
        <w:noProof/>
      </w:rPr>
      <w:t>2</w:t>
    </w:r>
    <w:r>
      <w:rPr>
        <w:noProof/>
      </w:rPr>
      <w:fldChar w:fldCharType="end"/>
    </w:r>
  </w:p>
  <w:p w:rsidR="00373036" w:rsidRDefault="0037303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7pt;height:11.7pt" o:bullet="t">
        <v:imagedata r:id="rId1" o:title=""/>
      </v:shape>
    </w:pict>
  </w:numPicBullet>
  <w:abstractNum w:abstractNumId="0">
    <w:nsid w:val="00CA76FC"/>
    <w:multiLevelType w:val="hybridMultilevel"/>
    <w:tmpl w:val="E4E02768"/>
    <w:lvl w:ilvl="0" w:tplc="E19497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19697A"/>
    <w:multiLevelType w:val="hybridMultilevel"/>
    <w:tmpl w:val="A522AEAC"/>
    <w:lvl w:ilvl="0" w:tplc="A6AED6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9007024"/>
    <w:multiLevelType w:val="hybridMultilevel"/>
    <w:tmpl w:val="438A7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435F8"/>
    <w:multiLevelType w:val="hybridMultilevel"/>
    <w:tmpl w:val="B56A5224"/>
    <w:lvl w:ilvl="0" w:tplc="4E769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FD0B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FF557FC"/>
    <w:multiLevelType w:val="hybridMultilevel"/>
    <w:tmpl w:val="D7A0C548"/>
    <w:lvl w:ilvl="0" w:tplc="9BE05EC2">
      <w:start w:val="1"/>
      <w:numFmt w:val="decimal"/>
      <w:lvlText w:val="%1.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>
    <w:nsid w:val="13D62E11"/>
    <w:multiLevelType w:val="hybridMultilevel"/>
    <w:tmpl w:val="427C0A16"/>
    <w:lvl w:ilvl="0" w:tplc="4C7C91B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01734"/>
    <w:multiLevelType w:val="hybridMultilevel"/>
    <w:tmpl w:val="033EB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53D4A"/>
    <w:multiLevelType w:val="multilevel"/>
    <w:tmpl w:val="20B89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9E6CF6"/>
    <w:multiLevelType w:val="hybridMultilevel"/>
    <w:tmpl w:val="D6A06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030C32"/>
    <w:multiLevelType w:val="hybridMultilevel"/>
    <w:tmpl w:val="16784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B5354A"/>
    <w:multiLevelType w:val="hybridMultilevel"/>
    <w:tmpl w:val="25848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0D03C7"/>
    <w:multiLevelType w:val="hybridMultilevel"/>
    <w:tmpl w:val="63BCA5D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A2D358A"/>
    <w:multiLevelType w:val="hybridMultilevel"/>
    <w:tmpl w:val="47D06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685F8F"/>
    <w:multiLevelType w:val="hybridMultilevel"/>
    <w:tmpl w:val="7512A604"/>
    <w:lvl w:ilvl="0" w:tplc="CEE0ED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EF3B31"/>
    <w:multiLevelType w:val="hybridMultilevel"/>
    <w:tmpl w:val="F6827C3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0DF14D4"/>
    <w:multiLevelType w:val="hybridMultilevel"/>
    <w:tmpl w:val="97A665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41C63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9CE4A51"/>
    <w:multiLevelType w:val="hybridMultilevel"/>
    <w:tmpl w:val="A56A7FA8"/>
    <w:lvl w:ilvl="0" w:tplc="D4B6EC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5B0E8B"/>
    <w:multiLevelType w:val="multilevel"/>
    <w:tmpl w:val="E4B216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0EA2010"/>
    <w:multiLevelType w:val="hybridMultilevel"/>
    <w:tmpl w:val="56964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E95836"/>
    <w:multiLevelType w:val="hybridMultilevel"/>
    <w:tmpl w:val="630AFED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2C092D"/>
    <w:multiLevelType w:val="hybridMultilevel"/>
    <w:tmpl w:val="6AC46D6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C8D736B"/>
    <w:multiLevelType w:val="hybridMultilevel"/>
    <w:tmpl w:val="37D20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8D5EC3"/>
    <w:multiLevelType w:val="hybridMultilevel"/>
    <w:tmpl w:val="3BA6A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F02479"/>
    <w:multiLevelType w:val="singleLevel"/>
    <w:tmpl w:val="00622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503C4385"/>
    <w:multiLevelType w:val="hybridMultilevel"/>
    <w:tmpl w:val="6A745E2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411298"/>
    <w:multiLevelType w:val="hybridMultilevel"/>
    <w:tmpl w:val="12E2D49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B6B524F"/>
    <w:multiLevelType w:val="hybridMultilevel"/>
    <w:tmpl w:val="D6700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C0D2758"/>
    <w:multiLevelType w:val="hybridMultilevel"/>
    <w:tmpl w:val="35849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DB7C4D"/>
    <w:multiLevelType w:val="hybridMultilevel"/>
    <w:tmpl w:val="BB88077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E010CF4"/>
    <w:multiLevelType w:val="hybridMultilevel"/>
    <w:tmpl w:val="7D8E4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7313C3"/>
    <w:multiLevelType w:val="singleLevel"/>
    <w:tmpl w:val="9C165F28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</w:abstractNum>
  <w:abstractNum w:abstractNumId="33">
    <w:nsid w:val="60C0615E"/>
    <w:multiLevelType w:val="hybridMultilevel"/>
    <w:tmpl w:val="4C10662A"/>
    <w:lvl w:ilvl="0" w:tplc="D4B6EC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9C575F"/>
    <w:multiLevelType w:val="multilevel"/>
    <w:tmpl w:val="36CCC222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9D6737B"/>
    <w:multiLevelType w:val="hybridMultilevel"/>
    <w:tmpl w:val="2642195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948DE"/>
    <w:multiLevelType w:val="hybridMultilevel"/>
    <w:tmpl w:val="594E5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4665B1"/>
    <w:multiLevelType w:val="hybridMultilevel"/>
    <w:tmpl w:val="2AEE744C"/>
    <w:lvl w:ilvl="0" w:tplc="D4B6EC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DC2D8F"/>
    <w:multiLevelType w:val="hybridMultilevel"/>
    <w:tmpl w:val="810E910E"/>
    <w:lvl w:ilvl="0" w:tplc="B78894C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29C19AB"/>
    <w:multiLevelType w:val="singleLevel"/>
    <w:tmpl w:val="3080E7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3E60DF4"/>
    <w:multiLevelType w:val="hybridMultilevel"/>
    <w:tmpl w:val="DFD0D572"/>
    <w:lvl w:ilvl="0" w:tplc="1E0ACA70">
      <w:start w:val="1"/>
      <w:numFmt w:val="decimal"/>
      <w:lvlText w:val="%1."/>
      <w:lvlJc w:val="left"/>
      <w:pPr>
        <w:ind w:left="165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A074065"/>
    <w:multiLevelType w:val="hybridMultilevel"/>
    <w:tmpl w:val="F41A22A2"/>
    <w:lvl w:ilvl="0" w:tplc="93A48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7BE60A65"/>
    <w:multiLevelType w:val="multilevel"/>
    <w:tmpl w:val="C9E4C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D544FBC"/>
    <w:multiLevelType w:val="hybridMultilevel"/>
    <w:tmpl w:val="3524F7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37"/>
  </w:num>
  <w:num w:numId="4">
    <w:abstractNumId w:val="33"/>
  </w:num>
  <w:num w:numId="5">
    <w:abstractNumId w:val="18"/>
  </w:num>
  <w:num w:numId="6">
    <w:abstractNumId w:val="6"/>
  </w:num>
  <w:num w:numId="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39"/>
  </w:num>
  <w:num w:numId="19">
    <w:abstractNumId w:val="17"/>
  </w:num>
  <w:num w:numId="20">
    <w:abstractNumId w:val="22"/>
  </w:num>
  <w:num w:numId="21">
    <w:abstractNumId w:val="27"/>
  </w:num>
  <w:num w:numId="22">
    <w:abstractNumId w:val="32"/>
  </w:num>
  <w:num w:numId="23">
    <w:abstractNumId w:val="43"/>
  </w:num>
  <w:num w:numId="24">
    <w:abstractNumId w:val="30"/>
  </w:num>
  <w:num w:numId="25">
    <w:abstractNumId w:val="16"/>
  </w:num>
  <w:num w:numId="26">
    <w:abstractNumId w:val="15"/>
  </w:num>
  <w:num w:numId="27">
    <w:abstractNumId w:val="35"/>
  </w:num>
  <w:num w:numId="28">
    <w:abstractNumId w:val="12"/>
  </w:num>
  <w:num w:numId="29">
    <w:abstractNumId w:val="4"/>
  </w:num>
  <w:num w:numId="30">
    <w:abstractNumId w:val="31"/>
  </w:num>
  <w:num w:numId="31">
    <w:abstractNumId w:val="10"/>
  </w:num>
  <w:num w:numId="32">
    <w:abstractNumId w:val="21"/>
  </w:num>
  <w:num w:numId="33">
    <w:abstractNumId w:val="26"/>
  </w:num>
  <w:num w:numId="34">
    <w:abstractNumId w:val="7"/>
  </w:num>
  <w:num w:numId="35">
    <w:abstractNumId w:val="38"/>
  </w:num>
  <w:num w:numId="36">
    <w:abstractNumId w:val="0"/>
  </w:num>
  <w:num w:numId="37">
    <w:abstractNumId w:val="36"/>
  </w:num>
  <w:num w:numId="38">
    <w:abstractNumId w:val="29"/>
  </w:num>
  <w:num w:numId="39">
    <w:abstractNumId w:val="23"/>
  </w:num>
  <w:num w:numId="40">
    <w:abstractNumId w:val="11"/>
  </w:num>
  <w:num w:numId="41">
    <w:abstractNumId w:val="3"/>
  </w:num>
  <w:num w:numId="42">
    <w:abstractNumId w:val="2"/>
  </w:num>
  <w:num w:numId="43">
    <w:abstractNumId w:val="41"/>
  </w:num>
  <w:num w:numId="44">
    <w:abstractNumId w:val="40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F75"/>
    <w:rsid w:val="0001106C"/>
    <w:rsid w:val="00012760"/>
    <w:rsid w:val="00013277"/>
    <w:rsid w:val="00014158"/>
    <w:rsid w:val="000155BE"/>
    <w:rsid w:val="00015D0D"/>
    <w:rsid w:val="00021DC0"/>
    <w:rsid w:val="00022D77"/>
    <w:rsid w:val="0002376B"/>
    <w:rsid w:val="000243A0"/>
    <w:rsid w:val="00027A2C"/>
    <w:rsid w:val="00027AE2"/>
    <w:rsid w:val="00027F3D"/>
    <w:rsid w:val="00030EB2"/>
    <w:rsid w:val="0003130D"/>
    <w:rsid w:val="000314B9"/>
    <w:rsid w:val="0003400E"/>
    <w:rsid w:val="00035050"/>
    <w:rsid w:val="000360C2"/>
    <w:rsid w:val="00046C2D"/>
    <w:rsid w:val="00047A71"/>
    <w:rsid w:val="00051914"/>
    <w:rsid w:val="00051F30"/>
    <w:rsid w:val="00052E99"/>
    <w:rsid w:val="000553CB"/>
    <w:rsid w:val="0005551A"/>
    <w:rsid w:val="000572E0"/>
    <w:rsid w:val="00060B20"/>
    <w:rsid w:val="00060F59"/>
    <w:rsid w:val="00062305"/>
    <w:rsid w:val="000629F2"/>
    <w:rsid w:val="0006429B"/>
    <w:rsid w:val="00065954"/>
    <w:rsid w:val="00067919"/>
    <w:rsid w:val="00067A1A"/>
    <w:rsid w:val="000705A7"/>
    <w:rsid w:val="00074D64"/>
    <w:rsid w:val="00077413"/>
    <w:rsid w:val="00080AD5"/>
    <w:rsid w:val="00081369"/>
    <w:rsid w:val="00081500"/>
    <w:rsid w:val="00083791"/>
    <w:rsid w:val="00086467"/>
    <w:rsid w:val="00086662"/>
    <w:rsid w:val="000923B7"/>
    <w:rsid w:val="0009561C"/>
    <w:rsid w:val="00097BEF"/>
    <w:rsid w:val="000A04E0"/>
    <w:rsid w:val="000A13F7"/>
    <w:rsid w:val="000A1B8A"/>
    <w:rsid w:val="000A35CD"/>
    <w:rsid w:val="000A672F"/>
    <w:rsid w:val="000A7DFE"/>
    <w:rsid w:val="000B1CFF"/>
    <w:rsid w:val="000B2D82"/>
    <w:rsid w:val="000B4EB6"/>
    <w:rsid w:val="000B536C"/>
    <w:rsid w:val="000B5D2E"/>
    <w:rsid w:val="000C056D"/>
    <w:rsid w:val="000C065A"/>
    <w:rsid w:val="000C1849"/>
    <w:rsid w:val="000C2019"/>
    <w:rsid w:val="000C2E81"/>
    <w:rsid w:val="000C5392"/>
    <w:rsid w:val="000C6417"/>
    <w:rsid w:val="000D157C"/>
    <w:rsid w:val="000D43A8"/>
    <w:rsid w:val="000D61C5"/>
    <w:rsid w:val="000D6B87"/>
    <w:rsid w:val="000E4AD9"/>
    <w:rsid w:val="000F09C1"/>
    <w:rsid w:val="000F236F"/>
    <w:rsid w:val="000F6A22"/>
    <w:rsid w:val="000F7E88"/>
    <w:rsid w:val="00102A97"/>
    <w:rsid w:val="0010360F"/>
    <w:rsid w:val="0010410A"/>
    <w:rsid w:val="00104562"/>
    <w:rsid w:val="00106DD0"/>
    <w:rsid w:val="001070CE"/>
    <w:rsid w:val="001100CD"/>
    <w:rsid w:val="00112A64"/>
    <w:rsid w:val="00120DF6"/>
    <w:rsid w:val="00121251"/>
    <w:rsid w:val="0012185E"/>
    <w:rsid w:val="001219C9"/>
    <w:rsid w:val="00122F7C"/>
    <w:rsid w:val="00125301"/>
    <w:rsid w:val="00126B92"/>
    <w:rsid w:val="00130658"/>
    <w:rsid w:val="0013201E"/>
    <w:rsid w:val="001320DA"/>
    <w:rsid w:val="0014175A"/>
    <w:rsid w:val="00143D66"/>
    <w:rsid w:val="00143EAD"/>
    <w:rsid w:val="00144EB3"/>
    <w:rsid w:val="00146796"/>
    <w:rsid w:val="00147440"/>
    <w:rsid w:val="00147600"/>
    <w:rsid w:val="00153E1D"/>
    <w:rsid w:val="00154497"/>
    <w:rsid w:val="00154EA6"/>
    <w:rsid w:val="001556FB"/>
    <w:rsid w:val="001559DD"/>
    <w:rsid w:val="00161768"/>
    <w:rsid w:val="00165B65"/>
    <w:rsid w:val="0016619E"/>
    <w:rsid w:val="00170BF9"/>
    <w:rsid w:val="0017178A"/>
    <w:rsid w:val="00171992"/>
    <w:rsid w:val="00173CB3"/>
    <w:rsid w:val="00173CE7"/>
    <w:rsid w:val="0017448B"/>
    <w:rsid w:val="00176F0B"/>
    <w:rsid w:val="0017708D"/>
    <w:rsid w:val="001778ED"/>
    <w:rsid w:val="001827FF"/>
    <w:rsid w:val="00184135"/>
    <w:rsid w:val="001858F3"/>
    <w:rsid w:val="001868D8"/>
    <w:rsid w:val="00190417"/>
    <w:rsid w:val="001A097F"/>
    <w:rsid w:val="001A09C4"/>
    <w:rsid w:val="001A0C17"/>
    <w:rsid w:val="001A1395"/>
    <w:rsid w:val="001A34AA"/>
    <w:rsid w:val="001A3F5F"/>
    <w:rsid w:val="001A49DD"/>
    <w:rsid w:val="001B4272"/>
    <w:rsid w:val="001B4635"/>
    <w:rsid w:val="001B6CD2"/>
    <w:rsid w:val="001C08D4"/>
    <w:rsid w:val="001C0AA7"/>
    <w:rsid w:val="001C3374"/>
    <w:rsid w:val="001C6825"/>
    <w:rsid w:val="001D0A34"/>
    <w:rsid w:val="001D2183"/>
    <w:rsid w:val="001D3528"/>
    <w:rsid w:val="001D3829"/>
    <w:rsid w:val="001D6DCD"/>
    <w:rsid w:val="001E1D6C"/>
    <w:rsid w:val="001E221D"/>
    <w:rsid w:val="001E42B8"/>
    <w:rsid w:val="001E4352"/>
    <w:rsid w:val="001E7084"/>
    <w:rsid w:val="001F0F9A"/>
    <w:rsid w:val="001F364F"/>
    <w:rsid w:val="001F3A6D"/>
    <w:rsid w:val="001F3B1B"/>
    <w:rsid w:val="001F4E0C"/>
    <w:rsid w:val="001F58C9"/>
    <w:rsid w:val="001F593A"/>
    <w:rsid w:val="00202666"/>
    <w:rsid w:val="00203618"/>
    <w:rsid w:val="002052F5"/>
    <w:rsid w:val="00206936"/>
    <w:rsid w:val="0020693C"/>
    <w:rsid w:val="00207256"/>
    <w:rsid w:val="0020745C"/>
    <w:rsid w:val="0021302A"/>
    <w:rsid w:val="00217FFE"/>
    <w:rsid w:val="002203A3"/>
    <w:rsid w:val="00222162"/>
    <w:rsid w:val="002259E7"/>
    <w:rsid w:val="00226084"/>
    <w:rsid w:val="002262C0"/>
    <w:rsid w:val="002326A4"/>
    <w:rsid w:val="00236412"/>
    <w:rsid w:val="002375D9"/>
    <w:rsid w:val="00237AF0"/>
    <w:rsid w:val="00242B39"/>
    <w:rsid w:val="00242D53"/>
    <w:rsid w:val="0024516F"/>
    <w:rsid w:val="00247BB9"/>
    <w:rsid w:val="00250771"/>
    <w:rsid w:val="00250942"/>
    <w:rsid w:val="00250A62"/>
    <w:rsid w:val="0025217E"/>
    <w:rsid w:val="00252325"/>
    <w:rsid w:val="0025252B"/>
    <w:rsid w:val="00252C2D"/>
    <w:rsid w:val="00253048"/>
    <w:rsid w:val="00253BED"/>
    <w:rsid w:val="00257370"/>
    <w:rsid w:val="00260656"/>
    <w:rsid w:val="002612FC"/>
    <w:rsid w:val="00261BB8"/>
    <w:rsid w:val="00261DD4"/>
    <w:rsid w:val="00262BE8"/>
    <w:rsid w:val="002637DE"/>
    <w:rsid w:val="002641AB"/>
    <w:rsid w:val="00264615"/>
    <w:rsid w:val="00265772"/>
    <w:rsid w:val="00266FD6"/>
    <w:rsid w:val="0026720F"/>
    <w:rsid w:val="0026768C"/>
    <w:rsid w:val="002701A9"/>
    <w:rsid w:val="00270453"/>
    <w:rsid w:val="00271E05"/>
    <w:rsid w:val="00273D66"/>
    <w:rsid w:val="00275B39"/>
    <w:rsid w:val="00277D2C"/>
    <w:rsid w:val="0028016A"/>
    <w:rsid w:val="0028456F"/>
    <w:rsid w:val="002854A9"/>
    <w:rsid w:val="00286F94"/>
    <w:rsid w:val="002875C0"/>
    <w:rsid w:val="002913E2"/>
    <w:rsid w:val="00295689"/>
    <w:rsid w:val="002957A0"/>
    <w:rsid w:val="0029785A"/>
    <w:rsid w:val="002A0F1A"/>
    <w:rsid w:val="002A17E1"/>
    <w:rsid w:val="002A273D"/>
    <w:rsid w:val="002A2E00"/>
    <w:rsid w:val="002B09A5"/>
    <w:rsid w:val="002B15BD"/>
    <w:rsid w:val="002B7DDB"/>
    <w:rsid w:val="002C2299"/>
    <w:rsid w:val="002C3EF6"/>
    <w:rsid w:val="002D0682"/>
    <w:rsid w:val="002D319D"/>
    <w:rsid w:val="002E1515"/>
    <w:rsid w:val="002E39B2"/>
    <w:rsid w:val="002E5913"/>
    <w:rsid w:val="002F0FD7"/>
    <w:rsid w:val="002F2AD3"/>
    <w:rsid w:val="002F3C82"/>
    <w:rsid w:val="002F42BE"/>
    <w:rsid w:val="002F6C67"/>
    <w:rsid w:val="002F7D6B"/>
    <w:rsid w:val="003000BD"/>
    <w:rsid w:val="00301C9D"/>
    <w:rsid w:val="0030312E"/>
    <w:rsid w:val="003035A4"/>
    <w:rsid w:val="00305371"/>
    <w:rsid w:val="00307F58"/>
    <w:rsid w:val="00310A25"/>
    <w:rsid w:val="003113E7"/>
    <w:rsid w:val="00312F46"/>
    <w:rsid w:val="00315B06"/>
    <w:rsid w:val="00315EF4"/>
    <w:rsid w:val="00315F9A"/>
    <w:rsid w:val="0031764B"/>
    <w:rsid w:val="00321093"/>
    <w:rsid w:val="00321B16"/>
    <w:rsid w:val="003221A6"/>
    <w:rsid w:val="00327064"/>
    <w:rsid w:val="00331E18"/>
    <w:rsid w:val="00333626"/>
    <w:rsid w:val="00334469"/>
    <w:rsid w:val="003353E0"/>
    <w:rsid w:val="0034032A"/>
    <w:rsid w:val="0034195B"/>
    <w:rsid w:val="003424C0"/>
    <w:rsid w:val="00342E3D"/>
    <w:rsid w:val="0034353C"/>
    <w:rsid w:val="00344C19"/>
    <w:rsid w:val="0034679D"/>
    <w:rsid w:val="00346CBD"/>
    <w:rsid w:val="003475FD"/>
    <w:rsid w:val="00347BB6"/>
    <w:rsid w:val="00350653"/>
    <w:rsid w:val="0035155C"/>
    <w:rsid w:val="00351E1D"/>
    <w:rsid w:val="003534CA"/>
    <w:rsid w:val="00353719"/>
    <w:rsid w:val="00353D00"/>
    <w:rsid w:val="0035696A"/>
    <w:rsid w:val="00356C44"/>
    <w:rsid w:val="00357685"/>
    <w:rsid w:val="00357CE9"/>
    <w:rsid w:val="00360E57"/>
    <w:rsid w:val="0036161F"/>
    <w:rsid w:val="003626D3"/>
    <w:rsid w:val="00363C65"/>
    <w:rsid w:val="00364A06"/>
    <w:rsid w:val="003656E4"/>
    <w:rsid w:val="00367C4A"/>
    <w:rsid w:val="00373036"/>
    <w:rsid w:val="003806A8"/>
    <w:rsid w:val="00380BA3"/>
    <w:rsid w:val="00380CDC"/>
    <w:rsid w:val="0038202F"/>
    <w:rsid w:val="00383E01"/>
    <w:rsid w:val="0038441D"/>
    <w:rsid w:val="00386A58"/>
    <w:rsid w:val="00386ABB"/>
    <w:rsid w:val="0039105D"/>
    <w:rsid w:val="0039240C"/>
    <w:rsid w:val="00392A29"/>
    <w:rsid w:val="00392A37"/>
    <w:rsid w:val="003931A1"/>
    <w:rsid w:val="00393876"/>
    <w:rsid w:val="00394B4E"/>
    <w:rsid w:val="00394D19"/>
    <w:rsid w:val="00394FD3"/>
    <w:rsid w:val="003A2280"/>
    <w:rsid w:val="003A667D"/>
    <w:rsid w:val="003B26AD"/>
    <w:rsid w:val="003B3C7A"/>
    <w:rsid w:val="003B489D"/>
    <w:rsid w:val="003B5319"/>
    <w:rsid w:val="003B590F"/>
    <w:rsid w:val="003C0AD1"/>
    <w:rsid w:val="003C1023"/>
    <w:rsid w:val="003C42CB"/>
    <w:rsid w:val="003C52B3"/>
    <w:rsid w:val="003C67BF"/>
    <w:rsid w:val="003C76C9"/>
    <w:rsid w:val="003D07CB"/>
    <w:rsid w:val="003D1186"/>
    <w:rsid w:val="003D1DA6"/>
    <w:rsid w:val="003D6614"/>
    <w:rsid w:val="003D6A73"/>
    <w:rsid w:val="003D7AFA"/>
    <w:rsid w:val="003E1839"/>
    <w:rsid w:val="003E3C1E"/>
    <w:rsid w:val="003F0051"/>
    <w:rsid w:val="003F0C35"/>
    <w:rsid w:val="003F33FF"/>
    <w:rsid w:val="003F357D"/>
    <w:rsid w:val="003F4DDC"/>
    <w:rsid w:val="003F57A0"/>
    <w:rsid w:val="003F580C"/>
    <w:rsid w:val="003F5F67"/>
    <w:rsid w:val="003F6550"/>
    <w:rsid w:val="003F7239"/>
    <w:rsid w:val="003F78A4"/>
    <w:rsid w:val="004012C6"/>
    <w:rsid w:val="004020A0"/>
    <w:rsid w:val="00402CCF"/>
    <w:rsid w:val="00406EC1"/>
    <w:rsid w:val="00406F1C"/>
    <w:rsid w:val="0041323E"/>
    <w:rsid w:val="0041403F"/>
    <w:rsid w:val="00415116"/>
    <w:rsid w:val="004219AB"/>
    <w:rsid w:val="00422934"/>
    <w:rsid w:val="0042489B"/>
    <w:rsid w:val="00424B52"/>
    <w:rsid w:val="004262BF"/>
    <w:rsid w:val="00427B3E"/>
    <w:rsid w:val="004307BD"/>
    <w:rsid w:val="004316A6"/>
    <w:rsid w:val="00436160"/>
    <w:rsid w:val="004419D9"/>
    <w:rsid w:val="004448B7"/>
    <w:rsid w:val="0044562B"/>
    <w:rsid w:val="00446184"/>
    <w:rsid w:val="00446620"/>
    <w:rsid w:val="00446D39"/>
    <w:rsid w:val="00450C91"/>
    <w:rsid w:val="00451456"/>
    <w:rsid w:val="00452B8F"/>
    <w:rsid w:val="004562D3"/>
    <w:rsid w:val="0046410B"/>
    <w:rsid w:val="00465730"/>
    <w:rsid w:val="0046712C"/>
    <w:rsid w:val="00470098"/>
    <w:rsid w:val="004725A9"/>
    <w:rsid w:val="00473C60"/>
    <w:rsid w:val="00475B16"/>
    <w:rsid w:val="00475FF5"/>
    <w:rsid w:val="00476F55"/>
    <w:rsid w:val="00484CCA"/>
    <w:rsid w:val="00485413"/>
    <w:rsid w:val="004863BF"/>
    <w:rsid w:val="0048687C"/>
    <w:rsid w:val="00486DF6"/>
    <w:rsid w:val="00487B4D"/>
    <w:rsid w:val="004945C6"/>
    <w:rsid w:val="004A094F"/>
    <w:rsid w:val="004A2791"/>
    <w:rsid w:val="004A45A9"/>
    <w:rsid w:val="004A4F34"/>
    <w:rsid w:val="004A6B71"/>
    <w:rsid w:val="004A7265"/>
    <w:rsid w:val="004B002E"/>
    <w:rsid w:val="004B054E"/>
    <w:rsid w:val="004B05DC"/>
    <w:rsid w:val="004B40DB"/>
    <w:rsid w:val="004B49A9"/>
    <w:rsid w:val="004B4F4E"/>
    <w:rsid w:val="004B5D2A"/>
    <w:rsid w:val="004B7EB7"/>
    <w:rsid w:val="004C12FD"/>
    <w:rsid w:val="004C3187"/>
    <w:rsid w:val="004D194C"/>
    <w:rsid w:val="004D1F5B"/>
    <w:rsid w:val="004D355F"/>
    <w:rsid w:val="004D4372"/>
    <w:rsid w:val="004D7A18"/>
    <w:rsid w:val="004E0579"/>
    <w:rsid w:val="004E30BF"/>
    <w:rsid w:val="004E3940"/>
    <w:rsid w:val="004E4552"/>
    <w:rsid w:val="004E4EF3"/>
    <w:rsid w:val="004F0641"/>
    <w:rsid w:val="004F09C7"/>
    <w:rsid w:val="004F16A9"/>
    <w:rsid w:val="004F2984"/>
    <w:rsid w:val="004F2D43"/>
    <w:rsid w:val="004F4B99"/>
    <w:rsid w:val="004F4CBB"/>
    <w:rsid w:val="005011BB"/>
    <w:rsid w:val="005014CF"/>
    <w:rsid w:val="00503B18"/>
    <w:rsid w:val="005041CC"/>
    <w:rsid w:val="005051FB"/>
    <w:rsid w:val="00505340"/>
    <w:rsid w:val="00506B9A"/>
    <w:rsid w:val="00507DA3"/>
    <w:rsid w:val="005122DE"/>
    <w:rsid w:val="00512CB7"/>
    <w:rsid w:val="00513221"/>
    <w:rsid w:val="00513404"/>
    <w:rsid w:val="00515DA7"/>
    <w:rsid w:val="00517341"/>
    <w:rsid w:val="0052283E"/>
    <w:rsid w:val="00523E32"/>
    <w:rsid w:val="00526C7A"/>
    <w:rsid w:val="0053497D"/>
    <w:rsid w:val="005409CA"/>
    <w:rsid w:val="00541389"/>
    <w:rsid w:val="00544BB6"/>
    <w:rsid w:val="00544D9E"/>
    <w:rsid w:val="00546090"/>
    <w:rsid w:val="005500AA"/>
    <w:rsid w:val="0055144F"/>
    <w:rsid w:val="0055154A"/>
    <w:rsid w:val="00554F96"/>
    <w:rsid w:val="00560545"/>
    <w:rsid w:val="005615CB"/>
    <w:rsid w:val="00561C80"/>
    <w:rsid w:val="005623C5"/>
    <w:rsid w:val="0056659A"/>
    <w:rsid w:val="005704EB"/>
    <w:rsid w:val="0057109D"/>
    <w:rsid w:val="00571ECD"/>
    <w:rsid w:val="005726D0"/>
    <w:rsid w:val="00580737"/>
    <w:rsid w:val="005864C4"/>
    <w:rsid w:val="00586FFE"/>
    <w:rsid w:val="00587A6B"/>
    <w:rsid w:val="00590E37"/>
    <w:rsid w:val="00591E90"/>
    <w:rsid w:val="0059230A"/>
    <w:rsid w:val="00593605"/>
    <w:rsid w:val="005972E0"/>
    <w:rsid w:val="005975D0"/>
    <w:rsid w:val="00597F6E"/>
    <w:rsid w:val="005A25AD"/>
    <w:rsid w:val="005A5377"/>
    <w:rsid w:val="005A5CE4"/>
    <w:rsid w:val="005A73AC"/>
    <w:rsid w:val="005A7C49"/>
    <w:rsid w:val="005B1BDA"/>
    <w:rsid w:val="005B1EFC"/>
    <w:rsid w:val="005B23ED"/>
    <w:rsid w:val="005B67A6"/>
    <w:rsid w:val="005B7155"/>
    <w:rsid w:val="005C23AF"/>
    <w:rsid w:val="005C2698"/>
    <w:rsid w:val="005C2EA1"/>
    <w:rsid w:val="005C4515"/>
    <w:rsid w:val="005D0C77"/>
    <w:rsid w:val="005D14CE"/>
    <w:rsid w:val="005D17B5"/>
    <w:rsid w:val="005D2C8F"/>
    <w:rsid w:val="005D5440"/>
    <w:rsid w:val="005D7A5A"/>
    <w:rsid w:val="005D7BD1"/>
    <w:rsid w:val="005E4159"/>
    <w:rsid w:val="005E5A64"/>
    <w:rsid w:val="005E5BAA"/>
    <w:rsid w:val="005E66D1"/>
    <w:rsid w:val="005F63E3"/>
    <w:rsid w:val="005F7098"/>
    <w:rsid w:val="00604D4C"/>
    <w:rsid w:val="0060609C"/>
    <w:rsid w:val="006064C0"/>
    <w:rsid w:val="0061073E"/>
    <w:rsid w:val="00611596"/>
    <w:rsid w:val="00614CC9"/>
    <w:rsid w:val="00621E84"/>
    <w:rsid w:val="0062460C"/>
    <w:rsid w:val="0062780E"/>
    <w:rsid w:val="006301E4"/>
    <w:rsid w:val="00630435"/>
    <w:rsid w:val="00632D4A"/>
    <w:rsid w:val="00633D25"/>
    <w:rsid w:val="00635A41"/>
    <w:rsid w:val="0063679B"/>
    <w:rsid w:val="00637F34"/>
    <w:rsid w:val="00644455"/>
    <w:rsid w:val="006455DA"/>
    <w:rsid w:val="0064563E"/>
    <w:rsid w:val="006474D8"/>
    <w:rsid w:val="006510B6"/>
    <w:rsid w:val="006515F8"/>
    <w:rsid w:val="006536EC"/>
    <w:rsid w:val="00653720"/>
    <w:rsid w:val="00654513"/>
    <w:rsid w:val="00655EC7"/>
    <w:rsid w:val="00657046"/>
    <w:rsid w:val="00661775"/>
    <w:rsid w:val="00662E6E"/>
    <w:rsid w:val="00664150"/>
    <w:rsid w:val="00666765"/>
    <w:rsid w:val="0066704D"/>
    <w:rsid w:val="00667458"/>
    <w:rsid w:val="0067013F"/>
    <w:rsid w:val="00671407"/>
    <w:rsid w:val="00671B90"/>
    <w:rsid w:val="00674C5B"/>
    <w:rsid w:val="006753A9"/>
    <w:rsid w:val="00680CE4"/>
    <w:rsid w:val="00684E0A"/>
    <w:rsid w:val="006862DA"/>
    <w:rsid w:val="00690596"/>
    <w:rsid w:val="00690831"/>
    <w:rsid w:val="00696411"/>
    <w:rsid w:val="00696CBC"/>
    <w:rsid w:val="006A3523"/>
    <w:rsid w:val="006A3F07"/>
    <w:rsid w:val="006A40A4"/>
    <w:rsid w:val="006A46F8"/>
    <w:rsid w:val="006A6425"/>
    <w:rsid w:val="006A65C4"/>
    <w:rsid w:val="006A6EA4"/>
    <w:rsid w:val="006B0696"/>
    <w:rsid w:val="006B495C"/>
    <w:rsid w:val="006B5450"/>
    <w:rsid w:val="006B70A8"/>
    <w:rsid w:val="006C28D4"/>
    <w:rsid w:val="006C2AE1"/>
    <w:rsid w:val="006C46BF"/>
    <w:rsid w:val="006C7047"/>
    <w:rsid w:val="006C7EF7"/>
    <w:rsid w:val="006D5315"/>
    <w:rsid w:val="006D6F24"/>
    <w:rsid w:val="006D78C0"/>
    <w:rsid w:val="006E0FAC"/>
    <w:rsid w:val="006E2464"/>
    <w:rsid w:val="006E34E4"/>
    <w:rsid w:val="006E3FDE"/>
    <w:rsid w:val="006E4E28"/>
    <w:rsid w:val="006E7738"/>
    <w:rsid w:val="006F3D88"/>
    <w:rsid w:val="00701701"/>
    <w:rsid w:val="0070185A"/>
    <w:rsid w:val="0070284F"/>
    <w:rsid w:val="00711089"/>
    <w:rsid w:val="00711C55"/>
    <w:rsid w:val="007176E9"/>
    <w:rsid w:val="00722C47"/>
    <w:rsid w:val="00724413"/>
    <w:rsid w:val="00726714"/>
    <w:rsid w:val="00726F99"/>
    <w:rsid w:val="0072708C"/>
    <w:rsid w:val="00727D53"/>
    <w:rsid w:val="0073091A"/>
    <w:rsid w:val="00737419"/>
    <w:rsid w:val="00741944"/>
    <w:rsid w:val="00744997"/>
    <w:rsid w:val="00745ABF"/>
    <w:rsid w:val="0074607B"/>
    <w:rsid w:val="007461E7"/>
    <w:rsid w:val="007504EF"/>
    <w:rsid w:val="00750984"/>
    <w:rsid w:val="00753CC1"/>
    <w:rsid w:val="00753D20"/>
    <w:rsid w:val="00754675"/>
    <w:rsid w:val="00755BB1"/>
    <w:rsid w:val="00756971"/>
    <w:rsid w:val="007610EF"/>
    <w:rsid w:val="00762552"/>
    <w:rsid w:val="00763169"/>
    <w:rsid w:val="0076534B"/>
    <w:rsid w:val="007676E4"/>
    <w:rsid w:val="00772642"/>
    <w:rsid w:val="0077398F"/>
    <w:rsid w:val="0077755A"/>
    <w:rsid w:val="00780CD1"/>
    <w:rsid w:val="007824ED"/>
    <w:rsid w:val="007832EB"/>
    <w:rsid w:val="00787903"/>
    <w:rsid w:val="00790132"/>
    <w:rsid w:val="0079129A"/>
    <w:rsid w:val="007914BE"/>
    <w:rsid w:val="00791574"/>
    <w:rsid w:val="0079348F"/>
    <w:rsid w:val="00794D05"/>
    <w:rsid w:val="0079513E"/>
    <w:rsid w:val="007954A7"/>
    <w:rsid w:val="00795C94"/>
    <w:rsid w:val="007A2621"/>
    <w:rsid w:val="007A4A53"/>
    <w:rsid w:val="007A4F08"/>
    <w:rsid w:val="007A5536"/>
    <w:rsid w:val="007A61D6"/>
    <w:rsid w:val="007A65C5"/>
    <w:rsid w:val="007B1CDC"/>
    <w:rsid w:val="007B3851"/>
    <w:rsid w:val="007B422E"/>
    <w:rsid w:val="007B5807"/>
    <w:rsid w:val="007B64F1"/>
    <w:rsid w:val="007B6850"/>
    <w:rsid w:val="007C2002"/>
    <w:rsid w:val="007C4129"/>
    <w:rsid w:val="007C6C07"/>
    <w:rsid w:val="007C6C09"/>
    <w:rsid w:val="007C7881"/>
    <w:rsid w:val="007D0C77"/>
    <w:rsid w:val="007D165B"/>
    <w:rsid w:val="007D478D"/>
    <w:rsid w:val="007D4844"/>
    <w:rsid w:val="007E3EEC"/>
    <w:rsid w:val="007E3FCD"/>
    <w:rsid w:val="007F6167"/>
    <w:rsid w:val="007F64A8"/>
    <w:rsid w:val="00802932"/>
    <w:rsid w:val="00804FBC"/>
    <w:rsid w:val="00806B00"/>
    <w:rsid w:val="00806BC4"/>
    <w:rsid w:val="00807CA3"/>
    <w:rsid w:val="00810BA5"/>
    <w:rsid w:val="008128D3"/>
    <w:rsid w:val="00812D29"/>
    <w:rsid w:val="00813D66"/>
    <w:rsid w:val="008208B4"/>
    <w:rsid w:val="0082506E"/>
    <w:rsid w:val="0082689C"/>
    <w:rsid w:val="00826C25"/>
    <w:rsid w:val="00830F56"/>
    <w:rsid w:val="00832C0D"/>
    <w:rsid w:val="00834FB6"/>
    <w:rsid w:val="008371F3"/>
    <w:rsid w:val="008378F3"/>
    <w:rsid w:val="00840CF0"/>
    <w:rsid w:val="00844277"/>
    <w:rsid w:val="00846779"/>
    <w:rsid w:val="0084685C"/>
    <w:rsid w:val="008507DE"/>
    <w:rsid w:val="00852132"/>
    <w:rsid w:val="008531DF"/>
    <w:rsid w:val="00856EB2"/>
    <w:rsid w:val="008572B0"/>
    <w:rsid w:val="008610CB"/>
    <w:rsid w:val="008618C9"/>
    <w:rsid w:val="008621AD"/>
    <w:rsid w:val="00862F8C"/>
    <w:rsid w:val="008637F8"/>
    <w:rsid w:val="008645FF"/>
    <w:rsid w:val="00865292"/>
    <w:rsid w:val="00865AA2"/>
    <w:rsid w:val="00866AFC"/>
    <w:rsid w:val="00867AD7"/>
    <w:rsid w:val="0087012C"/>
    <w:rsid w:val="008758DD"/>
    <w:rsid w:val="0087599D"/>
    <w:rsid w:val="008764EC"/>
    <w:rsid w:val="0087704E"/>
    <w:rsid w:val="0088018A"/>
    <w:rsid w:val="00882B54"/>
    <w:rsid w:val="008868AF"/>
    <w:rsid w:val="0089771D"/>
    <w:rsid w:val="008A0A99"/>
    <w:rsid w:val="008A4E84"/>
    <w:rsid w:val="008A661C"/>
    <w:rsid w:val="008B02F4"/>
    <w:rsid w:val="008B1D1D"/>
    <w:rsid w:val="008B4F09"/>
    <w:rsid w:val="008B79D3"/>
    <w:rsid w:val="008C0160"/>
    <w:rsid w:val="008C2AD3"/>
    <w:rsid w:val="008C33BB"/>
    <w:rsid w:val="008C4871"/>
    <w:rsid w:val="008C5525"/>
    <w:rsid w:val="008D49BC"/>
    <w:rsid w:val="008D68F4"/>
    <w:rsid w:val="008E4DED"/>
    <w:rsid w:val="008E5D8A"/>
    <w:rsid w:val="008E7C8A"/>
    <w:rsid w:val="008E7EEB"/>
    <w:rsid w:val="008F2647"/>
    <w:rsid w:val="008F2DF8"/>
    <w:rsid w:val="008F3E81"/>
    <w:rsid w:val="008F5D63"/>
    <w:rsid w:val="008F5EC0"/>
    <w:rsid w:val="009023C9"/>
    <w:rsid w:val="009043B9"/>
    <w:rsid w:val="00905527"/>
    <w:rsid w:val="00912A31"/>
    <w:rsid w:val="00912DE5"/>
    <w:rsid w:val="0091308C"/>
    <w:rsid w:val="00914055"/>
    <w:rsid w:val="0091705A"/>
    <w:rsid w:val="00921A56"/>
    <w:rsid w:val="0092373A"/>
    <w:rsid w:val="00924F8C"/>
    <w:rsid w:val="00926EDC"/>
    <w:rsid w:val="00932BD5"/>
    <w:rsid w:val="00932D4F"/>
    <w:rsid w:val="00934AAE"/>
    <w:rsid w:val="00936659"/>
    <w:rsid w:val="00936C5C"/>
    <w:rsid w:val="00944492"/>
    <w:rsid w:val="00944494"/>
    <w:rsid w:val="00944C99"/>
    <w:rsid w:val="00944CB5"/>
    <w:rsid w:val="00946D5E"/>
    <w:rsid w:val="00950E4D"/>
    <w:rsid w:val="00951DD6"/>
    <w:rsid w:val="009525C4"/>
    <w:rsid w:val="009569EF"/>
    <w:rsid w:val="00956E2F"/>
    <w:rsid w:val="00957BDC"/>
    <w:rsid w:val="00957E2C"/>
    <w:rsid w:val="00961490"/>
    <w:rsid w:val="00970A8C"/>
    <w:rsid w:val="00975B28"/>
    <w:rsid w:val="00975C62"/>
    <w:rsid w:val="00982A39"/>
    <w:rsid w:val="00984A54"/>
    <w:rsid w:val="0099121C"/>
    <w:rsid w:val="00992873"/>
    <w:rsid w:val="00993EF1"/>
    <w:rsid w:val="0099647C"/>
    <w:rsid w:val="0099782E"/>
    <w:rsid w:val="009A2761"/>
    <w:rsid w:val="009A2EE1"/>
    <w:rsid w:val="009A3B65"/>
    <w:rsid w:val="009A60AA"/>
    <w:rsid w:val="009B05EA"/>
    <w:rsid w:val="009B0898"/>
    <w:rsid w:val="009B2FA9"/>
    <w:rsid w:val="009B5A83"/>
    <w:rsid w:val="009C0F51"/>
    <w:rsid w:val="009C1E1B"/>
    <w:rsid w:val="009C3083"/>
    <w:rsid w:val="009C4DF6"/>
    <w:rsid w:val="009C6940"/>
    <w:rsid w:val="009C6BB5"/>
    <w:rsid w:val="009C758D"/>
    <w:rsid w:val="009D614E"/>
    <w:rsid w:val="009D7EAB"/>
    <w:rsid w:val="009E0F81"/>
    <w:rsid w:val="009E188C"/>
    <w:rsid w:val="009E4CE6"/>
    <w:rsid w:val="009E779A"/>
    <w:rsid w:val="009F1DC8"/>
    <w:rsid w:val="00A006E7"/>
    <w:rsid w:val="00A07465"/>
    <w:rsid w:val="00A10628"/>
    <w:rsid w:val="00A107C1"/>
    <w:rsid w:val="00A10C96"/>
    <w:rsid w:val="00A10EC6"/>
    <w:rsid w:val="00A1398E"/>
    <w:rsid w:val="00A13F6C"/>
    <w:rsid w:val="00A15950"/>
    <w:rsid w:val="00A167D6"/>
    <w:rsid w:val="00A16C20"/>
    <w:rsid w:val="00A1714B"/>
    <w:rsid w:val="00A17588"/>
    <w:rsid w:val="00A178D8"/>
    <w:rsid w:val="00A17EA5"/>
    <w:rsid w:val="00A2113A"/>
    <w:rsid w:val="00A219E7"/>
    <w:rsid w:val="00A23923"/>
    <w:rsid w:val="00A25783"/>
    <w:rsid w:val="00A27A5C"/>
    <w:rsid w:val="00A30105"/>
    <w:rsid w:val="00A302C7"/>
    <w:rsid w:val="00A30AD8"/>
    <w:rsid w:val="00A31585"/>
    <w:rsid w:val="00A3237E"/>
    <w:rsid w:val="00A32B36"/>
    <w:rsid w:val="00A3362F"/>
    <w:rsid w:val="00A36BA5"/>
    <w:rsid w:val="00A40393"/>
    <w:rsid w:val="00A41A0A"/>
    <w:rsid w:val="00A44202"/>
    <w:rsid w:val="00A44684"/>
    <w:rsid w:val="00A47905"/>
    <w:rsid w:val="00A47E47"/>
    <w:rsid w:val="00A50113"/>
    <w:rsid w:val="00A53179"/>
    <w:rsid w:val="00A547C2"/>
    <w:rsid w:val="00A559E9"/>
    <w:rsid w:val="00A63012"/>
    <w:rsid w:val="00A6527F"/>
    <w:rsid w:val="00A654D1"/>
    <w:rsid w:val="00A6656C"/>
    <w:rsid w:val="00A706E2"/>
    <w:rsid w:val="00A724D8"/>
    <w:rsid w:val="00A73BA5"/>
    <w:rsid w:val="00A741D8"/>
    <w:rsid w:val="00A74675"/>
    <w:rsid w:val="00A74958"/>
    <w:rsid w:val="00A758A3"/>
    <w:rsid w:val="00A8030E"/>
    <w:rsid w:val="00A81551"/>
    <w:rsid w:val="00A81947"/>
    <w:rsid w:val="00A831AD"/>
    <w:rsid w:val="00A84793"/>
    <w:rsid w:val="00A850B6"/>
    <w:rsid w:val="00A91457"/>
    <w:rsid w:val="00A9194E"/>
    <w:rsid w:val="00A93C16"/>
    <w:rsid w:val="00A949B5"/>
    <w:rsid w:val="00A94A92"/>
    <w:rsid w:val="00A96471"/>
    <w:rsid w:val="00A967C7"/>
    <w:rsid w:val="00A97514"/>
    <w:rsid w:val="00AA02D8"/>
    <w:rsid w:val="00AA122C"/>
    <w:rsid w:val="00AA1C74"/>
    <w:rsid w:val="00AA35A2"/>
    <w:rsid w:val="00AB0DCB"/>
    <w:rsid w:val="00AB19DD"/>
    <w:rsid w:val="00AB1C8C"/>
    <w:rsid w:val="00AB2CC5"/>
    <w:rsid w:val="00AB5B8E"/>
    <w:rsid w:val="00AB6BC1"/>
    <w:rsid w:val="00AC257B"/>
    <w:rsid w:val="00AC3251"/>
    <w:rsid w:val="00AC5BBE"/>
    <w:rsid w:val="00AC7FF0"/>
    <w:rsid w:val="00AD25A4"/>
    <w:rsid w:val="00AD2F35"/>
    <w:rsid w:val="00AD4959"/>
    <w:rsid w:val="00AD4EBC"/>
    <w:rsid w:val="00AD52A0"/>
    <w:rsid w:val="00AD6CAF"/>
    <w:rsid w:val="00AE09FE"/>
    <w:rsid w:val="00AE3C46"/>
    <w:rsid w:val="00AE3FEA"/>
    <w:rsid w:val="00AF0C4C"/>
    <w:rsid w:val="00AF19E7"/>
    <w:rsid w:val="00AF1AFD"/>
    <w:rsid w:val="00AF2FA9"/>
    <w:rsid w:val="00AF358B"/>
    <w:rsid w:val="00AF3A94"/>
    <w:rsid w:val="00AF49D8"/>
    <w:rsid w:val="00AF524E"/>
    <w:rsid w:val="00AF7288"/>
    <w:rsid w:val="00B016BC"/>
    <w:rsid w:val="00B01C1C"/>
    <w:rsid w:val="00B03E8B"/>
    <w:rsid w:val="00B0441C"/>
    <w:rsid w:val="00B05DBE"/>
    <w:rsid w:val="00B06DC6"/>
    <w:rsid w:val="00B0742A"/>
    <w:rsid w:val="00B07B71"/>
    <w:rsid w:val="00B103FD"/>
    <w:rsid w:val="00B10DC7"/>
    <w:rsid w:val="00B117EF"/>
    <w:rsid w:val="00B20D7D"/>
    <w:rsid w:val="00B24CAA"/>
    <w:rsid w:val="00B26E83"/>
    <w:rsid w:val="00B31606"/>
    <w:rsid w:val="00B3253C"/>
    <w:rsid w:val="00B34368"/>
    <w:rsid w:val="00B34F47"/>
    <w:rsid w:val="00B3685C"/>
    <w:rsid w:val="00B3742D"/>
    <w:rsid w:val="00B45E90"/>
    <w:rsid w:val="00B4665A"/>
    <w:rsid w:val="00B46CDE"/>
    <w:rsid w:val="00B47A1B"/>
    <w:rsid w:val="00B511D1"/>
    <w:rsid w:val="00B51BED"/>
    <w:rsid w:val="00B51D83"/>
    <w:rsid w:val="00B54A56"/>
    <w:rsid w:val="00B55E4F"/>
    <w:rsid w:val="00B56062"/>
    <w:rsid w:val="00B56797"/>
    <w:rsid w:val="00B56815"/>
    <w:rsid w:val="00B57E88"/>
    <w:rsid w:val="00B60470"/>
    <w:rsid w:val="00B604D1"/>
    <w:rsid w:val="00B64407"/>
    <w:rsid w:val="00B672EB"/>
    <w:rsid w:val="00B716FA"/>
    <w:rsid w:val="00B729AD"/>
    <w:rsid w:val="00B77947"/>
    <w:rsid w:val="00B80E18"/>
    <w:rsid w:val="00B858AE"/>
    <w:rsid w:val="00B85BDA"/>
    <w:rsid w:val="00B91C1A"/>
    <w:rsid w:val="00B929E7"/>
    <w:rsid w:val="00B936DA"/>
    <w:rsid w:val="00B93A04"/>
    <w:rsid w:val="00B93C19"/>
    <w:rsid w:val="00B960B2"/>
    <w:rsid w:val="00BA0F1D"/>
    <w:rsid w:val="00BA1943"/>
    <w:rsid w:val="00BA1C1F"/>
    <w:rsid w:val="00BA219A"/>
    <w:rsid w:val="00BA2479"/>
    <w:rsid w:val="00BA2A8D"/>
    <w:rsid w:val="00BA47F4"/>
    <w:rsid w:val="00BA7445"/>
    <w:rsid w:val="00BB48BA"/>
    <w:rsid w:val="00BB575E"/>
    <w:rsid w:val="00BB6BD8"/>
    <w:rsid w:val="00BB7B43"/>
    <w:rsid w:val="00BC23DE"/>
    <w:rsid w:val="00BC3F04"/>
    <w:rsid w:val="00BC5BAF"/>
    <w:rsid w:val="00BC6952"/>
    <w:rsid w:val="00BC7D63"/>
    <w:rsid w:val="00BD0B48"/>
    <w:rsid w:val="00BD0CD2"/>
    <w:rsid w:val="00BD4B7F"/>
    <w:rsid w:val="00BD6275"/>
    <w:rsid w:val="00BD631B"/>
    <w:rsid w:val="00BE52C8"/>
    <w:rsid w:val="00BE6B53"/>
    <w:rsid w:val="00BF2BAF"/>
    <w:rsid w:val="00BF35E5"/>
    <w:rsid w:val="00BF3B4C"/>
    <w:rsid w:val="00BF4AD3"/>
    <w:rsid w:val="00C01B5A"/>
    <w:rsid w:val="00C079D8"/>
    <w:rsid w:val="00C11014"/>
    <w:rsid w:val="00C12E95"/>
    <w:rsid w:val="00C13EBF"/>
    <w:rsid w:val="00C155B6"/>
    <w:rsid w:val="00C213F4"/>
    <w:rsid w:val="00C21DE7"/>
    <w:rsid w:val="00C237CF"/>
    <w:rsid w:val="00C27B12"/>
    <w:rsid w:val="00C3089A"/>
    <w:rsid w:val="00C327FC"/>
    <w:rsid w:val="00C33DED"/>
    <w:rsid w:val="00C352D5"/>
    <w:rsid w:val="00C36071"/>
    <w:rsid w:val="00C40299"/>
    <w:rsid w:val="00C42230"/>
    <w:rsid w:val="00C43085"/>
    <w:rsid w:val="00C430DE"/>
    <w:rsid w:val="00C43956"/>
    <w:rsid w:val="00C47783"/>
    <w:rsid w:val="00C47CD4"/>
    <w:rsid w:val="00C50148"/>
    <w:rsid w:val="00C50CE6"/>
    <w:rsid w:val="00C512CB"/>
    <w:rsid w:val="00C51576"/>
    <w:rsid w:val="00C53F47"/>
    <w:rsid w:val="00C545FA"/>
    <w:rsid w:val="00C54B2D"/>
    <w:rsid w:val="00C55920"/>
    <w:rsid w:val="00C55B5F"/>
    <w:rsid w:val="00C56ED2"/>
    <w:rsid w:val="00C61B31"/>
    <w:rsid w:val="00C67C2F"/>
    <w:rsid w:val="00C720D0"/>
    <w:rsid w:val="00C73A0F"/>
    <w:rsid w:val="00C740CE"/>
    <w:rsid w:val="00C764C8"/>
    <w:rsid w:val="00C76BA0"/>
    <w:rsid w:val="00C76EFD"/>
    <w:rsid w:val="00C833C0"/>
    <w:rsid w:val="00C87233"/>
    <w:rsid w:val="00C87A3F"/>
    <w:rsid w:val="00C9083C"/>
    <w:rsid w:val="00C90E55"/>
    <w:rsid w:val="00C92656"/>
    <w:rsid w:val="00C92B3F"/>
    <w:rsid w:val="00C93B9A"/>
    <w:rsid w:val="00C93D83"/>
    <w:rsid w:val="00C9552C"/>
    <w:rsid w:val="00C95B79"/>
    <w:rsid w:val="00C96A58"/>
    <w:rsid w:val="00CA3555"/>
    <w:rsid w:val="00CA3B6E"/>
    <w:rsid w:val="00CA3BC0"/>
    <w:rsid w:val="00CA3F7A"/>
    <w:rsid w:val="00CA4223"/>
    <w:rsid w:val="00CB0522"/>
    <w:rsid w:val="00CB078C"/>
    <w:rsid w:val="00CB15CE"/>
    <w:rsid w:val="00CB1866"/>
    <w:rsid w:val="00CB1DBB"/>
    <w:rsid w:val="00CB51F2"/>
    <w:rsid w:val="00CB639A"/>
    <w:rsid w:val="00CB65DF"/>
    <w:rsid w:val="00CB67BB"/>
    <w:rsid w:val="00CC0184"/>
    <w:rsid w:val="00CC2B8B"/>
    <w:rsid w:val="00CC2D4F"/>
    <w:rsid w:val="00CD04FA"/>
    <w:rsid w:val="00CD1767"/>
    <w:rsid w:val="00CD3069"/>
    <w:rsid w:val="00CD4B93"/>
    <w:rsid w:val="00CD732E"/>
    <w:rsid w:val="00CE0CC3"/>
    <w:rsid w:val="00CE13D2"/>
    <w:rsid w:val="00CE2556"/>
    <w:rsid w:val="00CE2A39"/>
    <w:rsid w:val="00CE2F36"/>
    <w:rsid w:val="00CE61FB"/>
    <w:rsid w:val="00CF287A"/>
    <w:rsid w:val="00CF6307"/>
    <w:rsid w:val="00CF6735"/>
    <w:rsid w:val="00D14ED4"/>
    <w:rsid w:val="00D15581"/>
    <w:rsid w:val="00D22558"/>
    <w:rsid w:val="00D2260D"/>
    <w:rsid w:val="00D276EA"/>
    <w:rsid w:val="00D27E2F"/>
    <w:rsid w:val="00D30297"/>
    <w:rsid w:val="00D330E0"/>
    <w:rsid w:val="00D361B9"/>
    <w:rsid w:val="00D370CB"/>
    <w:rsid w:val="00D379CB"/>
    <w:rsid w:val="00D405C7"/>
    <w:rsid w:val="00D41A12"/>
    <w:rsid w:val="00D452AB"/>
    <w:rsid w:val="00D45903"/>
    <w:rsid w:val="00D46AF0"/>
    <w:rsid w:val="00D46DBB"/>
    <w:rsid w:val="00D47E86"/>
    <w:rsid w:val="00D5492C"/>
    <w:rsid w:val="00D55275"/>
    <w:rsid w:val="00D56A10"/>
    <w:rsid w:val="00D57E47"/>
    <w:rsid w:val="00D60508"/>
    <w:rsid w:val="00D6469F"/>
    <w:rsid w:val="00D65811"/>
    <w:rsid w:val="00D65FEC"/>
    <w:rsid w:val="00D66F63"/>
    <w:rsid w:val="00D70266"/>
    <w:rsid w:val="00D71D7E"/>
    <w:rsid w:val="00D72ED6"/>
    <w:rsid w:val="00D73797"/>
    <w:rsid w:val="00D738B6"/>
    <w:rsid w:val="00D73BDC"/>
    <w:rsid w:val="00D74A6A"/>
    <w:rsid w:val="00D75F75"/>
    <w:rsid w:val="00D76AEA"/>
    <w:rsid w:val="00D775B6"/>
    <w:rsid w:val="00D80E18"/>
    <w:rsid w:val="00D840D2"/>
    <w:rsid w:val="00D85312"/>
    <w:rsid w:val="00D871A8"/>
    <w:rsid w:val="00D87483"/>
    <w:rsid w:val="00D91E31"/>
    <w:rsid w:val="00D92B48"/>
    <w:rsid w:val="00D92D9D"/>
    <w:rsid w:val="00D936D6"/>
    <w:rsid w:val="00D9592F"/>
    <w:rsid w:val="00DA0FDD"/>
    <w:rsid w:val="00DA24C6"/>
    <w:rsid w:val="00DA2F2A"/>
    <w:rsid w:val="00DA3EB2"/>
    <w:rsid w:val="00DA5437"/>
    <w:rsid w:val="00DA576E"/>
    <w:rsid w:val="00DA5779"/>
    <w:rsid w:val="00DA5793"/>
    <w:rsid w:val="00DA5D9B"/>
    <w:rsid w:val="00DA617E"/>
    <w:rsid w:val="00DA79D4"/>
    <w:rsid w:val="00DB05BD"/>
    <w:rsid w:val="00DB0B31"/>
    <w:rsid w:val="00DB2E84"/>
    <w:rsid w:val="00DB32D6"/>
    <w:rsid w:val="00DB36C9"/>
    <w:rsid w:val="00DB4CDC"/>
    <w:rsid w:val="00DB5BB9"/>
    <w:rsid w:val="00DC275C"/>
    <w:rsid w:val="00DC29F9"/>
    <w:rsid w:val="00DC6363"/>
    <w:rsid w:val="00DC6706"/>
    <w:rsid w:val="00DC7F91"/>
    <w:rsid w:val="00DD28DC"/>
    <w:rsid w:val="00DD433B"/>
    <w:rsid w:val="00DD7AC6"/>
    <w:rsid w:val="00DD7BE1"/>
    <w:rsid w:val="00DE1E9F"/>
    <w:rsid w:val="00DE26A5"/>
    <w:rsid w:val="00DE295D"/>
    <w:rsid w:val="00DE2FC2"/>
    <w:rsid w:val="00DE405F"/>
    <w:rsid w:val="00DE45DA"/>
    <w:rsid w:val="00DF1A23"/>
    <w:rsid w:val="00DF26D2"/>
    <w:rsid w:val="00DF2F48"/>
    <w:rsid w:val="00DF5B15"/>
    <w:rsid w:val="00DF62AF"/>
    <w:rsid w:val="00DF6C89"/>
    <w:rsid w:val="00E00773"/>
    <w:rsid w:val="00E00E95"/>
    <w:rsid w:val="00E061B5"/>
    <w:rsid w:val="00E10453"/>
    <w:rsid w:val="00E129E0"/>
    <w:rsid w:val="00E136AF"/>
    <w:rsid w:val="00E16B42"/>
    <w:rsid w:val="00E20B3F"/>
    <w:rsid w:val="00E21425"/>
    <w:rsid w:val="00E24C64"/>
    <w:rsid w:val="00E26872"/>
    <w:rsid w:val="00E26995"/>
    <w:rsid w:val="00E27EA3"/>
    <w:rsid w:val="00E33311"/>
    <w:rsid w:val="00E359E0"/>
    <w:rsid w:val="00E4255C"/>
    <w:rsid w:val="00E4345E"/>
    <w:rsid w:val="00E435A9"/>
    <w:rsid w:val="00E43D02"/>
    <w:rsid w:val="00E43F96"/>
    <w:rsid w:val="00E46114"/>
    <w:rsid w:val="00E4688E"/>
    <w:rsid w:val="00E5344E"/>
    <w:rsid w:val="00E545BD"/>
    <w:rsid w:val="00E54C39"/>
    <w:rsid w:val="00E558F0"/>
    <w:rsid w:val="00E604EB"/>
    <w:rsid w:val="00E6098F"/>
    <w:rsid w:val="00E60CF3"/>
    <w:rsid w:val="00E60F35"/>
    <w:rsid w:val="00E64AEA"/>
    <w:rsid w:val="00E66F4B"/>
    <w:rsid w:val="00E674CB"/>
    <w:rsid w:val="00E6794B"/>
    <w:rsid w:val="00E679A3"/>
    <w:rsid w:val="00E7012E"/>
    <w:rsid w:val="00E7033A"/>
    <w:rsid w:val="00E731D8"/>
    <w:rsid w:val="00E75C67"/>
    <w:rsid w:val="00E75C8C"/>
    <w:rsid w:val="00E7702F"/>
    <w:rsid w:val="00E843D7"/>
    <w:rsid w:val="00E8567D"/>
    <w:rsid w:val="00E86F65"/>
    <w:rsid w:val="00E87A57"/>
    <w:rsid w:val="00E9070D"/>
    <w:rsid w:val="00E923AF"/>
    <w:rsid w:val="00E96428"/>
    <w:rsid w:val="00E966B6"/>
    <w:rsid w:val="00EA041C"/>
    <w:rsid w:val="00EA13D1"/>
    <w:rsid w:val="00EA4AEA"/>
    <w:rsid w:val="00EA5ADF"/>
    <w:rsid w:val="00EA60E8"/>
    <w:rsid w:val="00EA71B3"/>
    <w:rsid w:val="00EA74E5"/>
    <w:rsid w:val="00EB0BFA"/>
    <w:rsid w:val="00EB1939"/>
    <w:rsid w:val="00EB472F"/>
    <w:rsid w:val="00EB59C5"/>
    <w:rsid w:val="00EC33C8"/>
    <w:rsid w:val="00EC342B"/>
    <w:rsid w:val="00EC44D4"/>
    <w:rsid w:val="00EC6867"/>
    <w:rsid w:val="00EC6E01"/>
    <w:rsid w:val="00EC7A8F"/>
    <w:rsid w:val="00ED1807"/>
    <w:rsid w:val="00ED550D"/>
    <w:rsid w:val="00ED67BC"/>
    <w:rsid w:val="00ED7922"/>
    <w:rsid w:val="00EE192F"/>
    <w:rsid w:val="00EE199C"/>
    <w:rsid w:val="00EE53D3"/>
    <w:rsid w:val="00EE5FAF"/>
    <w:rsid w:val="00EE6374"/>
    <w:rsid w:val="00EE75DD"/>
    <w:rsid w:val="00EF1225"/>
    <w:rsid w:val="00EF17E2"/>
    <w:rsid w:val="00EF4833"/>
    <w:rsid w:val="00EF4E39"/>
    <w:rsid w:val="00EF5061"/>
    <w:rsid w:val="00EF523A"/>
    <w:rsid w:val="00EF6B83"/>
    <w:rsid w:val="00EF7E4A"/>
    <w:rsid w:val="00EF7EE9"/>
    <w:rsid w:val="00F025B6"/>
    <w:rsid w:val="00F061B3"/>
    <w:rsid w:val="00F12932"/>
    <w:rsid w:val="00F159EF"/>
    <w:rsid w:val="00F16650"/>
    <w:rsid w:val="00F2027F"/>
    <w:rsid w:val="00F21A89"/>
    <w:rsid w:val="00F228E9"/>
    <w:rsid w:val="00F22D8B"/>
    <w:rsid w:val="00F231D4"/>
    <w:rsid w:val="00F24F7C"/>
    <w:rsid w:val="00F25183"/>
    <w:rsid w:val="00F2596F"/>
    <w:rsid w:val="00F32F58"/>
    <w:rsid w:val="00F33179"/>
    <w:rsid w:val="00F34A82"/>
    <w:rsid w:val="00F34F8A"/>
    <w:rsid w:val="00F36B6F"/>
    <w:rsid w:val="00F37ACE"/>
    <w:rsid w:val="00F4297F"/>
    <w:rsid w:val="00F42C24"/>
    <w:rsid w:val="00F4523C"/>
    <w:rsid w:val="00F50143"/>
    <w:rsid w:val="00F52039"/>
    <w:rsid w:val="00F52509"/>
    <w:rsid w:val="00F53192"/>
    <w:rsid w:val="00F5753A"/>
    <w:rsid w:val="00F6054A"/>
    <w:rsid w:val="00F6195B"/>
    <w:rsid w:val="00F62931"/>
    <w:rsid w:val="00F647FE"/>
    <w:rsid w:val="00F6795C"/>
    <w:rsid w:val="00F70E6E"/>
    <w:rsid w:val="00F744C0"/>
    <w:rsid w:val="00F772F1"/>
    <w:rsid w:val="00F81EE4"/>
    <w:rsid w:val="00F857E6"/>
    <w:rsid w:val="00F90222"/>
    <w:rsid w:val="00F92387"/>
    <w:rsid w:val="00F958A3"/>
    <w:rsid w:val="00F95FC5"/>
    <w:rsid w:val="00F97D73"/>
    <w:rsid w:val="00FA4300"/>
    <w:rsid w:val="00FA63EE"/>
    <w:rsid w:val="00FB0AD2"/>
    <w:rsid w:val="00FB18E5"/>
    <w:rsid w:val="00FB2416"/>
    <w:rsid w:val="00FB32A5"/>
    <w:rsid w:val="00FC199A"/>
    <w:rsid w:val="00FC39BF"/>
    <w:rsid w:val="00FC3DBA"/>
    <w:rsid w:val="00FC7AD1"/>
    <w:rsid w:val="00FC7F02"/>
    <w:rsid w:val="00FD2F28"/>
    <w:rsid w:val="00FD4CA6"/>
    <w:rsid w:val="00FD6E28"/>
    <w:rsid w:val="00FE080B"/>
    <w:rsid w:val="00FE3934"/>
    <w:rsid w:val="00FE3EEC"/>
    <w:rsid w:val="00FF0BC5"/>
    <w:rsid w:val="00FF1DD8"/>
    <w:rsid w:val="00FF41C4"/>
    <w:rsid w:val="00FF47BD"/>
    <w:rsid w:val="00FF5252"/>
    <w:rsid w:val="00FF625D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 Indent" w:uiPriority="99"/>
    <w:lsdException w:name="Subtitle" w:qFormat="1"/>
    <w:lsdException w:name="Body Text Indent 2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D75F7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75F7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D75F75"/>
    <w:pPr>
      <w:keepNext/>
      <w:spacing w:before="160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D75F75"/>
    <w:pPr>
      <w:keepNext/>
      <w:spacing w:before="12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D75F75"/>
    <w:pPr>
      <w:keepNext/>
      <w:jc w:val="both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qFormat/>
    <w:rsid w:val="00D75F75"/>
    <w:pPr>
      <w:keepNext/>
      <w:jc w:val="center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D75F75"/>
    <w:pPr>
      <w:keepNext/>
      <w:jc w:val="both"/>
      <w:outlineLvl w:val="8"/>
    </w:pPr>
    <w:rPr>
      <w:rFonts w:ascii="Arial" w:hAnsi="Arial"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8"/>
    </w:rPr>
  </w:style>
  <w:style w:type="paragraph" w:styleId="a5">
    <w:name w:val="Body Text Indent"/>
    <w:aliases w:val="Основной текст 1"/>
    <w:basedOn w:val="a"/>
    <w:link w:val="a6"/>
    <w:uiPriority w:val="99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7">
    <w:name w:val="footer"/>
    <w:aliases w:val="Знак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header"/>
    <w:aliases w:val="ВерхКолонтитул"/>
    <w:basedOn w:val="a"/>
    <w:link w:val="aa"/>
    <w:uiPriority w:val="99"/>
    <w:pPr>
      <w:tabs>
        <w:tab w:val="center" w:pos="4153"/>
        <w:tab w:val="right" w:pos="8306"/>
      </w:tabs>
    </w:pPr>
  </w:style>
  <w:style w:type="character" w:styleId="ab">
    <w:name w:val="page number"/>
    <w:basedOn w:val="a0"/>
  </w:style>
  <w:style w:type="character" w:customStyle="1" w:styleId="30">
    <w:name w:val="Заголовок 3 Знак"/>
    <w:link w:val="3"/>
    <w:uiPriority w:val="9"/>
    <w:rsid w:val="00D75F75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D75F75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rsid w:val="00D75F75"/>
    <w:rPr>
      <w:b/>
    </w:rPr>
  </w:style>
  <w:style w:type="character" w:customStyle="1" w:styleId="60">
    <w:name w:val="Заголовок 6 Знак"/>
    <w:link w:val="6"/>
    <w:rsid w:val="00D75F75"/>
    <w:rPr>
      <w:b/>
      <w:sz w:val="22"/>
    </w:rPr>
  </w:style>
  <w:style w:type="character" w:customStyle="1" w:styleId="70">
    <w:name w:val="Заголовок 7 Знак"/>
    <w:link w:val="7"/>
    <w:rsid w:val="00D75F75"/>
    <w:rPr>
      <w:rFonts w:ascii="Arial" w:hAnsi="Arial"/>
      <w:b/>
      <w:i/>
      <w:sz w:val="22"/>
    </w:rPr>
  </w:style>
  <w:style w:type="character" w:customStyle="1" w:styleId="80">
    <w:name w:val="Заголовок 8 Знак"/>
    <w:link w:val="8"/>
    <w:rsid w:val="00D75F75"/>
    <w:rPr>
      <w:rFonts w:ascii="Arial" w:hAnsi="Arial"/>
      <w:i/>
    </w:rPr>
  </w:style>
  <w:style w:type="character" w:customStyle="1" w:styleId="90">
    <w:name w:val="Заголовок 9 Знак"/>
    <w:link w:val="9"/>
    <w:rsid w:val="00D75F75"/>
    <w:rPr>
      <w:rFonts w:ascii="Arial" w:hAnsi="Arial"/>
      <w:i/>
    </w:rPr>
  </w:style>
  <w:style w:type="numbering" w:customStyle="1" w:styleId="11">
    <w:name w:val="Нет списка1"/>
    <w:next w:val="a2"/>
    <w:semiHidden/>
    <w:rsid w:val="00D75F75"/>
  </w:style>
  <w:style w:type="character" w:customStyle="1" w:styleId="10">
    <w:name w:val="Заголовок 1 Знак"/>
    <w:link w:val="1"/>
    <w:locked/>
    <w:rsid w:val="00D75F75"/>
    <w:rPr>
      <w:rFonts w:ascii="AG Souvenir" w:hAnsi="AG Souvenir"/>
      <w:b/>
      <w:spacing w:val="38"/>
      <w:sz w:val="28"/>
    </w:rPr>
  </w:style>
  <w:style w:type="character" w:customStyle="1" w:styleId="20">
    <w:name w:val="Заголовок 2 Знак"/>
    <w:link w:val="2"/>
    <w:rsid w:val="00D75F75"/>
    <w:rPr>
      <w:sz w:val="28"/>
    </w:rPr>
  </w:style>
  <w:style w:type="paragraph" w:customStyle="1" w:styleId="ConsPlusCell">
    <w:name w:val="ConsPlusCell"/>
    <w:link w:val="ConsPlusCell0"/>
    <w:uiPriority w:val="99"/>
    <w:rsid w:val="00D75F75"/>
    <w:pPr>
      <w:widowControl w:val="0"/>
      <w:autoSpaceDE w:val="0"/>
      <w:autoSpaceDN w:val="0"/>
      <w:adjustRightInd w:val="0"/>
    </w:pPr>
    <w:rPr>
      <w:rFonts w:ascii="Calibri" w:eastAsia="Calibri" w:hAnsi="Calibri"/>
      <w:sz w:val="22"/>
      <w:szCs w:val="22"/>
    </w:rPr>
  </w:style>
  <w:style w:type="character" w:customStyle="1" w:styleId="ConsPlusCell0">
    <w:name w:val="ConsPlusCell Знак"/>
    <w:link w:val="ConsPlusCell"/>
    <w:uiPriority w:val="99"/>
    <w:rsid w:val="00D75F75"/>
    <w:rPr>
      <w:rFonts w:ascii="Calibri" w:eastAsia="Calibri" w:hAnsi="Calibri"/>
      <w:sz w:val="22"/>
      <w:szCs w:val="22"/>
      <w:lang w:bidi="ar-SA"/>
    </w:rPr>
  </w:style>
  <w:style w:type="paragraph" w:customStyle="1" w:styleId="Default">
    <w:name w:val="Default"/>
    <w:rsid w:val="00D75F75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link w:val="a3"/>
    <w:locked/>
    <w:rsid w:val="00D75F75"/>
    <w:rPr>
      <w:sz w:val="28"/>
    </w:rPr>
  </w:style>
  <w:style w:type="paragraph" w:customStyle="1" w:styleId="ConsPlusNormal">
    <w:name w:val="ConsPlusNormal"/>
    <w:rsid w:val="00D75F75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2">
    <w:name w:val="Абзац списка1"/>
    <w:basedOn w:val="a"/>
    <w:rsid w:val="00D75F75"/>
    <w:pPr>
      <w:spacing w:after="200" w:line="276" w:lineRule="auto"/>
      <w:ind w:left="720"/>
      <w:contextualSpacing/>
    </w:pPr>
    <w:rPr>
      <w:w w:val="90"/>
      <w:sz w:val="24"/>
      <w:szCs w:val="24"/>
      <w:lang w:eastAsia="en-US"/>
    </w:rPr>
  </w:style>
  <w:style w:type="paragraph" w:customStyle="1" w:styleId="ConsNormal">
    <w:name w:val="ConsNormal"/>
    <w:rsid w:val="00D75F7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customStyle="1" w:styleId="ac">
    <w:name w:val="Текст выноски Знак"/>
    <w:link w:val="ad"/>
    <w:uiPriority w:val="99"/>
    <w:locked/>
    <w:rsid w:val="00D75F75"/>
    <w:rPr>
      <w:rFonts w:ascii="Tahoma" w:hAnsi="Tahoma"/>
      <w:sz w:val="16"/>
      <w:szCs w:val="16"/>
    </w:rPr>
  </w:style>
  <w:style w:type="paragraph" w:styleId="ad">
    <w:name w:val="Balloon Text"/>
    <w:basedOn w:val="a"/>
    <w:link w:val="ac"/>
    <w:uiPriority w:val="99"/>
    <w:rsid w:val="00D75F75"/>
    <w:rPr>
      <w:rFonts w:ascii="Tahoma" w:hAnsi="Tahoma"/>
      <w:sz w:val="16"/>
      <w:szCs w:val="16"/>
    </w:rPr>
  </w:style>
  <w:style w:type="character" w:customStyle="1" w:styleId="13">
    <w:name w:val="Текст выноски Знак1"/>
    <w:rsid w:val="00D75F75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semiHidden/>
    <w:locked/>
    <w:rsid w:val="00D75F75"/>
    <w:rPr>
      <w:rFonts w:ascii="Times New Roman" w:hAnsi="Times New Roman" w:cs="Times New Roman"/>
      <w:sz w:val="2"/>
      <w:lang w:eastAsia="en-US"/>
    </w:rPr>
  </w:style>
  <w:style w:type="character" w:customStyle="1" w:styleId="aa">
    <w:name w:val="Верхний колонтитул Знак"/>
    <w:aliases w:val="ВерхКолонтитул Знак"/>
    <w:link w:val="a9"/>
    <w:uiPriority w:val="99"/>
    <w:locked/>
    <w:rsid w:val="00D75F75"/>
  </w:style>
  <w:style w:type="character" w:customStyle="1" w:styleId="HeaderChar1">
    <w:name w:val="Header Char1"/>
    <w:semiHidden/>
    <w:locked/>
    <w:rsid w:val="00D75F75"/>
    <w:rPr>
      <w:rFonts w:cs="Times New Roman"/>
      <w:lang w:eastAsia="en-US"/>
    </w:rPr>
  </w:style>
  <w:style w:type="character" w:customStyle="1" w:styleId="a8">
    <w:name w:val="Нижний колонтитул Знак"/>
    <w:aliases w:val="Знак Знак"/>
    <w:link w:val="a7"/>
    <w:uiPriority w:val="99"/>
    <w:locked/>
    <w:rsid w:val="00D75F75"/>
  </w:style>
  <w:style w:type="character" w:customStyle="1" w:styleId="FooterChar1">
    <w:name w:val="Footer Char1"/>
    <w:semiHidden/>
    <w:locked/>
    <w:rsid w:val="00D75F75"/>
    <w:rPr>
      <w:rFonts w:cs="Times New Roman"/>
      <w:lang w:eastAsia="en-US"/>
    </w:rPr>
  </w:style>
  <w:style w:type="character" w:customStyle="1" w:styleId="ae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link w:val="af"/>
    <w:locked/>
    <w:rsid w:val="00D75F75"/>
  </w:style>
  <w:style w:type="paragraph" w:styleId="af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e"/>
    <w:rsid w:val="00D75F75"/>
  </w:style>
  <w:style w:type="character" w:customStyle="1" w:styleId="14">
    <w:name w:val="Текст сноски Знак1"/>
    <w:basedOn w:val="a0"/>
    <w:rsid w:val="00D75F75"/>
  </w:style>
  <w:style w:type="character" w:customStyle="1" w:styleId="FootnoteTextChar1">
    <w:name w:val="Footnote Text Char1"/>
    <w:semiHidden/>
    <w:locked/>
    <w:rsid w:val="00D75F75"/>
    <w:rPr>
      <w:rFonts w:cs="Times New Roman"/>
      <w:sz w:val="20"/>
      <w:szCs w:val="20"/>
      <w:lang w:eastAsia="en-US"/>
    </w:rPr>
  </w:style>
  <w:style w:type="paragraph" w:customStyle="1" w:styleId="ConsPlusNonformat">
    <w:name w:val="ConsPlusNonformat"/>
    <w:rsid w:val="00D75F75"/>
    <w:pPr>
      <w:widowControl w:val="0"/>
      <w:autoSpaceDE w:val="0"/>
      <w:autoSpaceDN w:val="0"/>
      <w:adjustRightInd w:val="0"/>
      <w:jc w:val="center"/>
    </w:pPr>
    <w:rPr>
      <w:rFonts w:ascii="Courier New" w:eastAsia="Calibri" w:hAnsi="Courier New" w:cs="Courier New"/>
    </w:rPr>
  </w:style>
  <w:style w:type="paragraph" w:customStyle="1" w:styleId="31">
    <w:name w:val="Абзац списка3"/>
    <w:basedOn w:val="a"/>
    <w:rsid w:val="00D75F75"/>
    <w:pPr>
      <w:spacing w:after="200" w:line="276" w:lineRule="auto"/>
      <w:ind w:left="720"/>
      <w:contextualSpacing/>
      <w:jc w:val="center"/>
    </w:pPr>
    <w:rPr>
      <w:w w:val="90"/>
      <w:sz w:val="24"/>
      <w:szCs w:val="24"/>
      <w:lang w:eastAsia="en-US"/>
    </w:rPr>
  </w:style>
  <w:style w:type="character" w:customStyle="1" w:styleId="af0">
    <w:name w:val="Текст Знак"/>
    <w:link w:val="af1"/>
    <w:locked/>
    <w:rsid w:val="00D75F75"/>
    <w:rPr>
      <w:rFonts w:ascii="Courier New" w:hAnsi="Courier New"/>
    </w:rPr>
  </w:style>
  <w:style w:type="paragraph" w:styleId="af1">
    <w:name w:val="Plain Text"/>
    <w:basedOn w:val="a"/>
    <w:link w:val="af0"/>
    <w:rsid w:val="00D75F75"/>
    <w:rPr>
      <w:rFonts w:ascii="Courier New" w:hAnsi="Courier New"/>
    </w:rPr>
  </w:style>
  <w:style w:type="character" w:customStyle="1" w:styleId="15">
    <w:name w:val="Текст Знак1"/>
    <w:rsid w:val="00D75F75"/>
    <w:rPr>
      <w:rFonts w:ascii="Courier New" w:hAnsi="Courier New" w:cs="Courier New"/>
    </w:rPr>
  </w:style>
  <w:style w:type="character" w:customStyle="1" w:styleId="PlainTextChar1">
    <w:name w:val="Plain Text Char1"/>
    <w:semiHidden/>
    <w:locked/>
    <w:rsid w:val="00D75F75"/>
    <w:rPr>
      <w:rFonts w:ascii="Courier New" w:hAnsi="Courier New" w:cs="Courier New"/>
      <w:sz w:val="20"/>
      <w:szCs w:val="20"/>
      <w:lang w:eastAsia="en-US"/>
    </w:rPr>
  </w:style>
  <w:style w:type="character" w:customStyle="1" w:styleId="f">
    <w:name w:val="f"/>
    <w:rsid w:val="00D75F75"/>
    <w:rPr>
      <w:rFonts w:cs="Times New Roman"/>
    </w:rPr>
  </w:style>
  <w:style w:type="table" w:styleId="af2">
    <w:name w:val="Table Grid"/>
    <w:basedOn w:val="a1"/>
    <w:uiPriority w:val="99"/>
    <w:rsid w:val="00D75F7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Document Map"/>
    <w:basedOn w:val="a"/>
    <w:link w:val="af4"/>
    <w:rsid w:val="00D75F75"/>
    <w:pPr>
      <w:shd w:val="clear" w:color="auto" w:fill="000080"/>
      <w:spacing w:after="200" w:line="276" w:lineRule="auto"/>
    </w:pPr>
    <w:rPr>
      <w:rFonts w:ascii="Tahoma" w:hAnsi="Tahoma"/>
      <w:lang w:eastAsia="en-US"/>
    </w:rPr>
  </w:style>
  <w:style w:type="character" w:customStyle="1" w:styleId="af4">
    <w:name w:val="Схема документа Знак"/>
    <w:link w:val="af3"/>
    <w:rsid w:val="00D75F75"/>
    <w:rPr>
      <w:rFonts w:ascii="Tahoma" w:hAnsi="Tahoma" w:cs="Tahoma"/>
      <w:shd w:val="clear" w:color="auto" w:fill="000080"/>
      <w:lang w:eastAsia="en-US"/>
    </w:rPr>
  </w:style>
  <w:style w:type="character" w:customStyle="1" w:styleId="200">
    <w:name w:val="Знак Знак20"/>
    <w:rsid w:val="00D75F75"/>
    <w:rPr>
      <w:rFonts w:ascii="AG Souvenir" w:eastAsia="Times New Roman" w:hAnsi="AG Souvenir"/>
      <w:b/>
      <w:spacing w:val="38"/>
      <w:sz w:val="28"/>
    </w:rPr>
  </w:style>
  <w:style w:type="paragraph" w:styleId="af5">
    <w:name w:val="List Paragraph"/>
    <w:basedOn w:val="a"/>
    <w:qFormat/>
    <w:rsid w:val="00D75F75"/>
    <w:pPr>
      <w:spacing w:after="200" w:line="276" w:lineRule="auto"/>
      <w:ind w:left="720"/>
      <w:contextualSpacing/>
    </w:pPr>
    <w:rPr>
      <w:rFonts w:eastAsia="Calibri"/>
      <w:w w:val="90"/>
      <w:sz w:val="24"/>
      <w:szCs w:val="24"/>
      <w:lang w:eastAsia="en-US"/>
    </w:rPr>
  </w:style>
  <w:style w:type="character" w:customStyle="1" w:styleId="a6">
    <w:name w:val="Основной текст с отступом Знак"/>
    <w:aliases w:val="Основной текст 1 Знак"/>
    <w:link w:val="a5"/>
    <w:uiPriority w:val="99"/>
    <w:rsid w:val="00D75F75"/>
    <w:rPr>
      <w:sz w:val="28"/>
    </w:rPr>
  </w:style>
  <w:style w:type="character" w:customStyle="1" w:styleId="af6">
    <w:name w:val="Знак Знак Знак"/>
    <w:rsid w:val="00D75F75"/>
    <w:rPr>
      <w:rFonts w:ascii="Times New Roman" w:eastAsia="Times New Roman" w:hAnsi="Times New Roman"/>
    </w:rPr>
  </w:style>
  <w:style w:type="paragraph" w:customStyle="1" w:styleId="21">
    <w:name w:val="Абзац списка2"/>
    <w:basedOn w:val="a"/>
    <w:rsid w:val="00D75F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0">
    <w:name w:val="Знак Знак11"/>
    <w:rsid w:val="00D75F75"/>
    <w:rPr>
      <w:sz w:val="22"/>
      <w:szCs w:val="22"/>
      <w:lang w:eastAsia="en-US"/>
    </w:rPr>
  </w:style>
  <w:style w:type="paragraph" w:customStyle="1" w:styleId="p4">
    <w:name w:val="p4"/>
    <w:basedOn w:val="a"/>
    <w:rsid w:val="00D75F75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100">
    <w:name w:val="Знак Знак10"/>
    <w:rsid w:val="00D75F75"/>
    <w:rPr>
      <w:rFonts w:ascii="Tahoma" w:hAnsi="Tahoma" w:cs="Tahoma"/>
      <w:sz w:val="16"/>
      <w:szCs w:val="16"/>
      <w:lang w:eastAsia="en-US"/>
    </w:rPr>
  </w:style>
  <w:style w:type="paragraph" w:customStyle="1" w:styleId="ConsCell">
    <w:name w:val="ConsCell"/>
    <w:rsid w:val="00D75F75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22">
    <w:name w:val="Body Text 2"/>
    <w:basedOn w:val="a"/>
    <w:link w:val="23"/>
    <w:unhideWhenUsed/>
    <w:rsid w:val="00D75F75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2 Знак"/>
    <w:link w:val="22"/>
    <w:rsid w:val="00D75F75"/>
    <w:rPr>
      <w:rFonts w:ascii="Calibri" w:eastAsia="Calibri" w:hAnsi="Calibri"/>
      <w:sz w:val="22"/>
      <w:szCs w:val="22"/>
      <w:lang w:eastAsia="en-US"/>
    </w:rPr>
  </w:style>
  <w:style w:type="paragraph" w:styleId="24">
    <w:name w:val="Body Text Indent 2"/>
    <w:basedOn w:val="a"/>
    <w:link w:val="25"/>
    <w:uiPriority w:val="99"/>
    <w:unhideWhenUsed/>
    <w:rsid w:val="00D75F7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Основной текст с отступом 2 Знак"/>
    <w:link w:val="24"/>
    <w:uiPriority w:val="99"/>
    <w:rsid w:val="00D75F75"/>
    <w:rPr>
      <w:rFonts w:ascii="Calibri" w:eastAsia="Calibri" w:hAnsi="Calibri"/>
      <w:sz w:val="22"/>
      <w:szCs w:val="22"/>
      <w:lang w:eastAsia="en-US"/>
    </w:rPr>
  </w:style>
  <w:style w:type="paragraph" w:styleId="af7">
    <w:name w:val="Normal (Web)"/>
    <w:basedOn w:val="a"/>
    <w:rsid w:val="00D75F75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Hyperlink"/>
    <w:rsid w:val="00D75F75"/>
    <w:rPr>
      <w:color w:val="0000FF"/>
      <w:u w:val="single"/>
    </w:rPr>
  </w:style>
  <w:style w:type="character" w:customStyle="1" w:styleId="sf-sub-indicator">
    <w:name w:val="sf-sub-indicator"/>
    <w:rsid w:val="00D75F75"/>
  </w:style>
  <w:style w:type="character" w:customStyle="1" w:styleId="apple-converted-space">
    <w:name w:val="apple-converted-space"/>
    <w:rsid w:val="00D75F75"/>
  </w:style>
  <w:style w:type="paragraph" w:customStyle="1" w:styleId="print">
    <w:name w:val="print"/>
    <w:basedOn w:val="a"/>
    <w:rsid w:val="00D75F75"/>
    <w:pPr>
      <w:spacing w:before="100" w:beforeAutospacing="1" w:after="100" w:afterAutospacing="1"/>
    </w:pPr>
    <w:rPr>
      <w:sz w:val="24"/>
      <w:szCs w:val="24"/>
    </w:rPr>
  </w:style>
  <w:style w:type="character" w:styleId="af9">
    <w:name w:val="Strong"/>
    <w:qFormat/>
    <w:rsid w:val="00D75F75"/>
    <w:rPr>
      <w:b/>
      <w:bCs/>
    </w:rPr>
  </w:style>
  <w:style w:type="character" w:customStyle="1" w:styleId="separator">
    <w:name w:val="separator"/>
    <w:rsid w:val="00D75F75"/>
  </w:style>
  <w:style w:type="paragraph" w:customStyle="1" w:styleId="16">
    <w:name w:val="Без интервала1"/>
    <w:rsid w:val="00D75F75"/>
    <w:rPr>
      <w:rFonts w:ascii="Calibri" w:hAnsi="Calibri" w:cs="Calibri"/>
      <w:sz w:val="22"/>
      <w:szCs w:val="22"/>
      <w:lang w:eastAsia="en-US"/>
    </w:rPr>
  </w:style>
  <w:style w:type="character" w:customStyle="1" w:styleId="c-paramsdate">
    <w:name w:val="c-params__date"/>
    <w:rsid w:val="00D75F75"/>
  </w:style>
  <w:style w:type="character" w:customStyle="1" w:styleId="c-paramsitem">
    <w:name w:val="c-params__item"/>
    <w:rsid w:val="00D75F75"/>
  </w:style>
  <w:style w:type="character" w:customStyle="1" w:styleId="afa">
    <w:name w:val="ВерхКолонтитул Знак Знак"/>
    <w:rsid w:val="00D75F75"/>
    <w:rPr>
      <w:rFonts w:ascii="Times New Roman" w:eastAsia="Times New Roman" w:hAnsi="Times New Roman"/>
    </w:rPr>
  </w:style>
  <w:style w:type="paragraph" w:customStyle="1" w:styleId="afb">
    <w:name w:val="Таблица"/>
    <w:basedOn w:val="afc"/>
    <w:rsid w:val="00D75F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sz w:val="20"/>
    </w:rPr>
  </w:style>
  <w:style w:type="paragraph" w:styleId="afc">
    <w:name w:val="Message Header"/>
    <w:basedOn w:val="a"/>
    <w:link w:val="afd"/>
    <w:rsid w:val="00D75F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character" w:customStyle="1" w:styleId="afd">
    <w:name w:val="Шапка Знак"/>
    <w:link w:val="afc"/>
    <w:rsid w:val="00D75F75"/>
    <w:rPr>
      <w:rFonts w:ascii="Arial" w:hAnsi="Arial"/>
      <w:sz w:val="24"/>
      <w:shd w:val="pct20" w:color="auto" w:fill="auto"/>
    </w:rPr>
  </w:style>
  <w:style w:type="character" w:customStyle="1" w:styleId="111">
    <w:name w:val="Знак Знак11"/>
    <w:rsid w:val="00D75F75"/>
  </w:style>
  <w:style w:type="character" w:styleId="afe">
    <w:name w:val="line number"/>
    <w:rsid w:val="00D75F75"/>
  </w:style>
  <w:style w:type="paragraph" w:customStyle="1" w:styleId="108">
    <w:name w:val="108"/>
    <w:aliases w:val="2"/>
    <w:basedOn w:val="a"/>
    <w:rsid w:val="00D75F75"/>
    <w:pPr>
      <w:spacing w:before="240"/>
      <w:ind w:right="1415"/>
      <w:jc w:val="right"/>
    </w:pPr>
    <w:rPr>
      <w:sz w:val="22"/>
    </w:rPr>
  </w:style>
  <w:style w:type="paragraph" w:styleId="32">
    <w:name w:val="Body Text 3"/>
    <w:basedOn w:val="a"/>
    <w:link w:val="33"/>
    <w:rsid w:val="00D75F75"/>
    <w:pPr>
      <w:jc w:val="both"/>
    </w:pPr>
    <w:rPr>
      <w:sz w:val="22"/>
    </w:rPr>
  </w:style>
  <w:style w:type="character" w:customStyle="1" w:styleId="33">
    <w:name w:val="Основной текст 3 Знак"/>
    <w:link w:val="32"/>
    <w:rsid w:val="00D75F75"/>
    <w:rPr>
      <w:sz w:val="22"/>
    </w:rPr>
  </w:style>
  <w:style w:type="paragraph" w:styleId="aff">
    <w:name w:val="Title"/>
    <w:basedOn w:val="a"/>
    <w:link w:val="aff0"/>
    <w:qFormat/>
    <w:rsid w:val="00D75F75"/>
    <w:pPr>
      <w:jc w:val="center"/>
    </w:pPr>
    <w:rPr>
      <w:b/>
      <w:sz w:val="24"/>
    </w:rPr>
  </w:style>
  <w:style w:type="character" w:customStyle="1" w:styleId="aff0">
    <w:name w:val="Название Знак"/>
    <w:link w:val="aff"/>
    <w:rsid w:val="00D75F75"/>
    <w:rPr>
      <w:b/>
      <w:sz w:val="24"/>
    </w:rPr>
  </w:style>
  <w:style w:type="paragraph" w:styleId="aff1">
    <w:name w:val="List Bullet"/>
    <w:basedOn w:val="a"/>
    <w:rsid w:val="00D75F75"/>
    <w:pPr>
      <w:tabs>
        <w:tab w:val="num" w:pos="748"/>
      </w:tabs>
      <w:ind w:left="748" w:hanging="360"/>
      <w:contextualSpacing/>
    </w:pPr>
  </w:style>
  <w:style w:type="character" w:customStyle="1" w:styleId="220">
    <w:name w:val="Знак Знак22"/>
    <w:rsid w:val="00D75F75"/>
    <w:rPr>
      <w:b/>
      <w:sz w:val="24"/>
      <w:lang w:val="ru-RU" w:eastAsia="ru-RU" w:bidi="ar-SA"/>
    </w:rPr>
  </w:style>
  <w:style w:type="character" w:customStyle="1" w:styleId="81">
    <w:name w:val="Знак Знак8"/>
    <w:rsid w:val="00D75F75"/>
    <w:rPr>
      <w:rFonts w:ascii="Arial" w:hAnsi="Arial"/>
      <w:sz w:val="22"/>
    </w:rPr>
  </w:style>
  <w:style w:type="paragraph" w:customStyle="1" w:styleId="aff2">
    <w:name w:val="Таблотст"/>
    <w:basedOn w:val="afb"/>
    <w:rsid w:val="00D75F75"/>
    <w:pPr>
      <w:ind w:left="85"/>
    </w:pPr>
  </w:style>
  <w:style w:type="paragraph" w:customStyle="1" w:styleId="26">
    <w:name w:val="Таблотст2"/>
    <w:basedOn w:val="afb"/>
    <w:rsid w:val="00D75F75"/>
    <w:pPr>
      <w:ind w:left="170"/>
    </w:pPr>
  </w:style>
  <w:style w:type="paragraph" w:customStyle="1" w:styleId="aff3">
    <w:name w:val="Заголграф"/>
    <w:basedOn w:val="3"/>
    <w:rsid w:val="00D75F75"/>
    <w:pPr>
      <w:spacing w:before="120" w:after="240"/>
      <w:jc w:val="center"/>
      <w:outlineLvl w:val="9"/>
    </w:pPr>
    <w:rPr>
      <w:bCs w:val="0"/>
      <w:sz w:val="22"/>
      <w:szCs w:val="20"/>
    </w:rPr>
  </w:style>
  <w:style w:type="paragraph" w:customStyle="1" w:styleId="aff4">
    <w:name w:val="Сноска"/>
    <w:basedOn w:val="a"/>
    <w:link w:val="aff5"/>
    <w:rsid w:val="00D75F75"/>
    <w:pPr>
      <w:ind w:firstLine="709"/>
      <w:jc w:val="both"/>
    </w:pPr>
    <w:rPr>
      <w:rFonts w:ascii="Arial" w:eastAsia="Calibri" w:hAnsi="Arial"/>
      <w:sz w:val="18"/>
    </w:rPr>
  </w:style>
  <w:style w:type="character" w:customStyle="1" w:styleId="aff5">
    <w:name w:val="Сноска_"/>
    <w:link w:val="aff4"/>
    <w:locked/>
    <w:rsid w:val="00D75F75"/>
    <w:rPr>
      <w:rFonts w:ascii="Arial" w:eastAsia="Calibri" w:hAnsi="Arial"/>
      <w:sz w:val="18"/>
    </w:rPr>
  </w:style>
  <w:style w:type="character" w:customStyle="1" w:styleId="61">
    <w:name w:val="Знак Знак6"/>
    <w:rsid w:val="00D75F75"/>
    <w:rPr>
      <w:rFonts w:ascii="Arial" w:hAnsi="Arial"/>
      <w:sz w:val="18"/>
      <w:lang w:val="ru-RU" w:eastAsia="ru-RU" w:bidi="ar-SA"/>
    </w:rPr>
  </w:style>
  <w:style w:type="paragraph" w:customStyle="1" w:styleId="aff6">
    <w:name w:val="Единицы"/>
    <w:basedOn w:val="a"/>
    <w:rsid w:val="00D75F75"/>
    <w:pPr>
      <w:keepNext/>
      <w:spacing w:before="20" w:after="60"/>
      <w:ind w:right="284"/>
      <w:jc w:val="right"/>
    </w:pPr>
    <w:rPr>
      <w:rFonts w:ascii="Arial" w:hAnsi="Arial"/>
      <w:sz w:val="22"/>
    </w:rPr>
  </w:style>
  <w:style w:type="paragraph" w:customStyle="1" w:styleId="aff7">
    <w:name w:val="Приложение"/>
    <w:basedOn w:val="a"/>
    <w:rsid w:val="00D75F75"/>
    <w:pPr>
      <w:pageBreakBefore/>
      <w:spacing w:after="60" w:line="190" w:lineRule="exact"/>
      <w:ind w:right="567"/>
      <w:jc w:val="right"/>
    </w:pPr>
    <w:rPr>
      <w:rFonts w:ascii="Arial" w:hAnsi="Arial"/>
    </w:rPr>
  </w:style>
  <w:style w:type="paragraph" w:customStyle="1" w:styleId="aff8">
    <w:name w:val="Ñíîñêà"/>
    <w:basedOn w:val="a"/>
    <w:autoRedefine/>
    <w:rsid w:val="00D75F75"/>
    <w:pPr>
      <w:ind w:firstLine="454"/>
      <w:jc w:val="both"/>
    </w:pPr>
    <w:rPr>
      <w:rFonts w:ascii="Arial" w:hAnsi="Arial"/>
      <w:sz w:val="18"/>
    </w:rPr>
  </w:style>
  <w:style w:type="paragraph" w:customStyle="1" w:styleId="Oaaeiono">
    <w:name w:val="Oaaeiono"/>
    <w:basedOn w:val="a"/>
    <w:rsid w:val="00D75F75"/>
    <w:pPr>
      <w:spacing w:line="220" w:lineRule="exact"/>
      <w:ind w:left="85"/>
    </w:pPr>
    <w:rPr>
      <w:rFonts w:ascii="Arial" w:hAnsi="Arial"/>
    </w:rPr>
  </w:style>
  <w:style w:type="paragraph" w:styleId="aff9">
    <w:name w:val="Subtitle"/>
    <w:basedOn w:val="a"/>
    <w:link w:val="affa"/>
    <w:qFormat/>
    <w:rsid w:val="00D75F75"/>
    <w:pPr>
      <w:jc w:val="center"/>
    </w:pPr>
    <w:rPr>
      <w:b/>
      <w:sz w:val="24"/>
    </w:rPr>
  </w:style>
  <w:style w:type="character" w:customStyle="1" w:styleId="affa">
    <w:name w:val="Подзаголовок Знак"/>
    <w:link w:val="aff9"/>
    <w:rsid w:val="00D75F75"/>
    <w:rPr>
      <w:b/>
      <w:sz w:val="24"/>
    </w:rPr>
  </w:style>
  <w:style w:type="character" w:customStyle="1" w:styleId="130">
    <w:name w:val="Знак Знак13"/>
    <w:rsid w:val="00D75F75"/>
    <w:rPr>
      <w:rFonts w:ascii="Arial" w:hAnsi="Arial"/>
      <w:sz w:val="22"/>
      <w:lang w:val="ru-RU" w:eastAsia="ru-RU" w:bidi="ar-SA"/>
    </w:rPr>
  </w:style>
  <w:style w:type="character" w:styleId="affb">
    <w:name w:val="endnote reference"/>
    <w:rsid w:val="00D75F75"/>
    <w:rPr>
      <w:vertAlign w:val="superscript"/>
    </w:rPr>
  </w:style>
  <w:style w:type="paragraph" w:customStyle="1" w:styleId="affc">
    <w:name w:val="Верхний колонтитул.ВерхКолонтитул"/>
    <w:basedOn w:val="a"/>
    <w:rsid w:val="00D75F75"/>
    <w:pPr>
      <w:shd w:val="pct25" w:color="auto" w:fill="auto"/>
      <w:tabs>
        <w:tab w:val="right" w:pos="8789"/>
      </w:tabs>
      <w:spacing w:before="600"/>
      <w:jc w:val="both"/>
    </w:pPr>
    <w:rPr>
      <w:rFonts w:ascii="Arial" w:hAnsi="Arial"/>
      <w:b/>
      <w:i/>
      <w:smallCaps/>
      <w:sz w:val="28"/>
    </w:rPr>
  </w:style>
  <w:style w:type="character" w:customStyle="1" w:styleId="affd">
    <w:name w:val="знак сноски"/>
    <w:rsid w:val="00D75F75"/>
    <w:rPr>
      <w:vertAlign w:val="superscript"/>
    </w:rPr>
  </w:style>
  <w:style w:type="paragraph" w:customStyle="1" w:styleId="affe">
    <w:name w:val="текст сноски"/>
    <w:basedOn w:val="a"/>
    <w:rsid w:val="00D75F75"/>
    <w:pPr>
      <w:widowControl w:val="0"/>
      <w:ind w:firstLine="709"/>
      <w:jc w:val="both"/>
    </w:pPr>
    <w:rPr>
      <w:rFonts w:ascii="Arial" w:hAnsi="Arial"/>
      <w:sz w:val="18"/>
    </w:rPr>
  </w:style>
  <w:style w:type="paragraph" w:styleId="17">
    <w:name w:val="toc 1"/>
    <w:basedOn w:val="a"/>
    <w:next w:val="a"/>
    <w:autoRedefine/>
    <w:rsid w:val="00D75F75"/>
    <w:pPr>
      <w:ind w:firstLine="709"/>
      <w:jc w:val="both"/>
    </w:pPr>
    <w:rPr>
      <w:rFonts w:ascii="Arial" w:hAnsi="Arial"/>
      <w:sz w:val="22"/>
    </w:rPr>
  </w:style>
  <w:style w:type="paragraph" w:styleId="27">
    <w:name w:val="toc 2"/>
    <w:basedOn w:val="a"/>
    <w:next w:val="a"/>
    <w:autoRedefine/>
    <w:rsid w:val="00D75F75"/>
    <w:pPr>
      <w:ind w:left="220" w:firstLine="709"/>
      <w:jc w:val="both"/>
    </w:pPr>
    <w:rPr>
      <w:rFonts w:ascii="Arial" w:hAnsi="Arial"/>
      <w:sz w:val="22"/>
    </w:rPr>
  </w:style>
  <w:style w:type="paragraph" w:styleId="34">
    <w:name w:val="toc 3"/>
    <w:basedOn w:val="a"/>
    <w:next w:val="a"/>
    <w:autoRedefine/>
    <w:rsid w:val="00D75F75"/>
    <w:pPr>
      <w:ind w:left="440" w:firstLine="709"/>
      <w:jc w:val="both"/>
    </w:pPr>
    <w:rPr>
      <w:rFonts w:ascii="Arial" w:hAnsi="Arial"/>
      <w:sz w:val="22"/>
    </w:rPr>
  </w:style>
  <w:style w:type="paragraph" w:styleId="41">
    <w:name w:val="toc 4"/>
    <w:basedOn w:val="a"/>
    <w:next w:val="a"/>
    <w:autoRedefine/>
    <w:rsid w:val="00D75F75"/>
    <w:pPr>
      <w:ind w:left="660" w:firstLine="709"/>
      <w:jc w:val="both"/>
    </w:pPr>
    <w:rPr>
      <w:rFonts w:ascii="Arial" w:hAnsi="Arial"/>
      <w:sz w:val="22"/>
    </w:rPr>
  </w:style>
  <w:style w:type="paragraph" w:styleId="51">
    <w:name w:val="toc 5"/>
    <w:basedOn w:val="a"/>
    <w:next w:val="a"/>
    <w:autoRedefine/>
    <w:rsid w:val="00D75F75"/>
    <w:pPr>
      <w:ind w:left="880" w:firstLine="709"/>
      <w:jc w:val="both"/>
    </w:pPr>
    <w:rPr>
      <w:rFonts w:ascii="Arial" w:hAnsi="Arial"/>
      <w:sz w:val="22"/>
    </w:rPr>
  </w:style>
  <w:style w:type="paragraph" w:styleId="62">
    <w:name w:val="toc 6"/>
    <w:basedOn w:val="a"/>
    <w:next w:val="a"/>
    <w:autoRedefine/>
    <w:rsid w:val="00D75F75"/>
    <w:pPr>
      <w:ind w:left="1100" w:firstLine="709"/>
      <w:jc w:val="both"/>
    </w:pPr>
    <w:rPr>
      <w:rFonts w:ascii="Arial" w:hAnsi="Arial"/>
      <w:sz w:val="22"/>
    </w:rPr>
  </w:style>
  <w:style w:type="paragraph" w:styleId="71">
    <w:name w:val="toc 7"/>
    <w:basedOn w:val="a"/>
    <w:next w:val="a"/>
    <w:autoRedefine/>
    <w:rsid w:val="00D75F75"/>
    <w:pPr>
      <w:ind w:left="1320" w:firstLine="709"/>
      <w:jc w:val="both"/>
    </w:pPr>
    <w:rPr>
      <w:rFonts w:ascii="Arial" w:hAnsi="Arial"/>
      <w:sz w:val="22"/>
    </w:rPr>
  </w:style>
  <w:style w:type="paragraph" w:styleId="82">
    <w:name w:val="toc 8"/>
    <w:basedOn w:val="a"/>
    <w:next w:val="a"/>
    <w:autoRedefine/>
    <w:rsid w:val="00D75F75"/>
    <w:pPr>
      <w:ind w:left="1540" w:firstLine="709"/>
      <w:jc w:val="both"/>
    </w:pPr>
    <w:rPr>
      <w:rFonts w:ascii="Arial" w:hAnsi="Arial"/>
      <w:sz w:val="22"/>
    </w:rPr>
  </w:style>
  <w:style w:type="paragraph" w:styleId="91">
    <w:name w:val="toc 9"/>
    <w:basedOn w:val="a"/>
    <w:next w:val="a"/>
    <w:autoRedefine/>
    <w:rsid w:val="00D75F75"/>
    <w:pPr>
      <w:ind w:left="1760" w:firstLine="709"/>
      <w:jc w:val="both"/>
    </w:pPr>
    <w:rPr>
      <w:rFonts w:ascii="Arial" w:hAnsi="Arial"/>
      <w:sz w:val="22"/>
    </w:rPr>
  </w:style>
  <w:style w:type="paragraph" w:styleId="35">
    <w:name w:val="Body Text Indent 3"/>
    <w:basedOn w:val="a"/>
    <w:link w:val="36"/>
    <w:rsid w:val="00D75F75"/>
    <w:pPr>
      <w:ind w:firstLine="709"/>
      <w:jc w:val="both"/>
    </w:pPr>
    <w:rPr>
      <w:rFonts w:ascii="Arial" w:hAnsi="Arial"/>
      <w:b/>
      <w:sz w:val="22"/>
    </w:rPr>
  </w:style>
  <w:style w:type="character" w:customStyle="1" w:styleId="36">
    <w:name w:val="Основной текст с отступом 3 Знак"/>
    <w:link w:val="35"/>
    <w:rsid w:val="00D75F75"/>
    <w:rPr>
      <w:rFonts w:ascii="Arial" w:hAnsi="Arial"/>
      <w:b/>
      <w:sz w:val="22"/>
    </w:rPr>
  </w:style>
  <w:style w:type="character" w:styleId="afff">
    <w:name w:val="annotation reference"/>
    <w:rsid w:val="00D75F75"/>
    <w:rPr>
      <w:sz w:val="16"/>
      <w:szCs w:val="16"/>
    </w:rPr>
  </w:style>
  <w:style w:type="paragraph" w:styleId="afff0">
    <w:name w:val="annotation text"/>
    <w:basedOn w:val="a"/>
    <w:link w:val="afff1"/>
    <w:rsid w:val="00D75F75"/>
    <w:pPr>
      <w:ind w:firstLine="709"/>
      <w:jc w:val="both"/>
    </w:pPr>
    <w:rPr>
      <w:rFonts w:ascii="Arial" w:hAnsi="Arial"/>
    </w:rPr>
  </w:style>
  <w:style w:type="character" w:customStyle="1" w:styleId="afff1">
    <w:name w:val="Текст примечания Знак"/>
    <w:link w:val="afff0"/>
    <w:rsid w:val="00D75F75"/>
    <w:rPr>
      <w:rFonts w:ascii="Arial" w:hAnsi="Arial"/>
    </w:rPr>
  </w:style>
  <w:style w:type="paragraph" w:customStyle="1" w:styleId="18">
    <w:name w:val="заголовок 1"/>
    <w:basedOn w:val="a"/>
    <w:next w:val="a"/>
    <w:rsid w:val="00D75F75"/>
    <w:pPr>
      <w:keepNext/>
      <w:tabs>
        <w:tab w:val="left" w:pos="709"/>
      </w:tabs>
      <w:overflowPunct w:val="0"/>
      <w:autoSpaceDE w:val="0"/>
      <w:autoSpaceDN w:val="0"/>
      <w:adjustRightInd w:val="0"/>
      <w:jc w:val="center"/>
      <w:textAlignment w:val="baseline"/>
    </w:pPr>
    <w:rPr>
      <w:b/>
      <w:sz w:val="22"/>
    </w:rPr>
  </w:style>
  <w:style w:type="paragraph" w:styleId="afff2">
    <w:name w:val="caption"/>
    <w:basedOn w:val="a"/>
    <w:next w:val="a"/>
    <w:qFormat/>
    <w:rsid w:val="00D75F75"/>
    <w:pPr>
      <w:jc w:val="both"/>
    </w:pPr>
    <w:rPr>
      <w:rFonts w:ascii="Arial" w:hAnsi="Arial"/>
      <w:b/>
      <w:sz w:val="22"/>
    </w:rPr>
  </w:style>
  <w:style w:type="character" w:customStyle="1" w:styleId="19">
    <w:name w:val="Название Знак1"/>
    <w:rsid w:val="00D75F7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a">
    <w:name w:val="Подзаголовок Знак1"/>
    <w:rsid w:val="00D75F7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b">
    <w:name w:val="Абзац списка1"/>
    <w:basedOn w:val="a"/>
    <w:rsid w:val="00D75F7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Paragraph1">
    <w:name w:val="List Paragraph1"/>
    <w:basedOn w:val="a"/>
    <w:rsid w:val="00D75F7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fff3">
    <w:name w:val="FollowedHyperlink"/>
    <w:rsid w:val="00D75F75"/>
    <w:rPr>
      <w:color w:val="800080"/>
      <w:u w:val="single"/>
    </w:rPr>
  </w:style>
  <w:style w:type="paragraph" w:customStyle="1" w:styleId="colorgray">
    <w:name w:val="color_gray"/>
    <w:basedOn w:val="a"/>
    <w:rsid w:val="00D75F75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D75F75"/>
  </w:style>
  <w:style w:type="character" w:customStyle="1" w:styleId="afff4">
    <w:name w:val="Основной текст_"/>
    <w:link w:val="1c"/>
    <w:locked/>
    <w:rsid w:val="00D75F75"/>
    <w:rPr>
      <w:sz w:val="27"/>
      <w:shd w:val="clear" w:color="auto" w:fill="FFFFFF"/>
    </w:rPr>
  </w:style>
  <w:style w:type="paragraph" w:customStyle="1" w:styleId="1c">
    <w:name w:val="Основной текст1"/>
    <w:basedOn w:val="a"/>
    <w:link w:val="afff4"/>
    <w:rsid w:val="00D75F75"/>
    <w:pPr>
      <w:shd w:val="clear" w:color="auto" w:fill="FFFFFF"/>
      <w:spacing w:after="420" w:line="240" w:lineRule="atLeast"/>
      <w:ind w:hanging="520"/>
    </w:pPr>
    <w:rPr>
      <w:sz w:val="27"/>
      <w:shd w:val="clear" w:color="auto" w:fill="FFFFFF"/>
    </w:rPr>
  </w:style>
  <w:style w:type="character" w:customStyle="1" w:styleId="42">
    <w:name w:val="Основной текст (4)_"/>
    <w:link w:val="43"/>
    <w:locked/>
    <w:rsid w:val="00D75F75"/>
    <w:rPr>
      <w:sz w:val="27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D75F75"/>
    <w:pPr>
      <w:shd w:val="clear" w:color="auto" w:fill="FFFFFF"/>
      <w:spacing w:line="326" w:lineRule="exact"/>
    </w:pPr>
    <w:rPr>
      <w:sz w:val="27"/>
      <w:shd w:val="clear" w:color="auto" w:fill="FFFFFF"/>
    </w:rPr>
  </w:style>
  <w:style w:type="character" w:customStyle="1" w:styleId="37">
    <w:name w:val="Основной текст (3)_"/>
    <w:link w:val="38"/>
    <w:locked/>
    <w:rsid w:val="00D75F75"/>
    <w:rPr>
      <w:sz w:val="27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D75F75"/>
    <w:pPr>
      <w:shd w:val="clear" w:color="auto" w:fill="FFFFFF"/>
      <w:spacing w:line="317" w:lineRule="exact"/>
      <w:ind w:hanging="420"/>
    </w:pPr>
    <w:rPr>
      <w:sz w:val="27"/>
      <w:shd w:val="clear" w:color="auto" w:fill="FFFFFF"/>
    </w:rPr>
  </w:style>
  <w:style w:type="paragraph" w:customStyle="1" w:styleId="afff5">
    <w:name w:val="Нормальный (таблица)"/>
    <w:basedOn w:val="a"/>
    <w:next w:val="a"/>
    <w:rsid w:val="00D75F75"/>
    <w:pPr>
      <w:widowControl w:val="0"/>
      <w:autoSpaceDE w:val="0"/>
      <w:autoSpaceDN w:val="0"/>
      <w:adjustRightInd w:val="0"/>
      <w:jc w:val="both"/>
    </w:pPr>
    <w:rPr>
      <w:rFonts w:ascii="Arial" w:hAnsi="Arial"/>
      <w:sz w:val="26"/>
      <w:szCs w:val="26"/>
    </w:rPr>
  </w:style>
  <w:style w:type="paragraph" w:customStyle="1" w:styleId="afff6">
    <w:name w:val="Прижатый влево"/>
    <w:basedOn w:val="a"/>
    <w:next w:val="a"/>
    <w:rsid w:val="00D75F75"/>
    <w:pPr>
      <w:widowControl w:val="0"/>
      <w:autoSpaceDE w:val="0"/>
      <w:autoSpaceDN w:val="0"/>
      <w:adjustRightInd w:val="0"/>
    </w:pPr>
    <w:rPr>
      <w:rFonts w:ascii="Arial" w:hAnsi="Arial"/>
      <w:sz w:val="26"/>
      <w:szCs w:val="26"/>
    </w:rPr>
  </w:style>
  <w:style w:type="paragraph" w:styleId="afff7">
    <w:name w:val="Normal Indent"/>
    <w:basedOn w:val="a"/>
    <w:rsid w:val="00D75F75"/>
    <w:pPr>
      <w:ind w:left="720"/>
    </w:pPr>
  </w:style>
  <w:style w:type="paragraph" w:customStyle="1" w:styleId="28">
    <w:name w:val="боковик2"/>
    <w:basedOn w:val="a"/>
    <w:rsid w:val="00D75F75"/>
    <w:pPr>
      <w:spacing w:before="48" w:after="48"/>
      <w:ind w:left="227"/>
    </w:pPr>
    <w:rPr>
      <w:rFonts w:ascii="JournalRub" w:hAnsi="JournalRub"/>
    </w:rPr>
  </w:style>
  <w:style w:type="paragraph" w:customStyle="1" w:styleId="afff8">
    <w:name w:val="боковик"/>
    <w:basedOn w:val="a"/>
    <w:rsid w:val="00D75F75"/>
    <w:pPr>
      <w:jc w:val="both"/>
    </w:pPr>
    <w:rPr>
      <w:rFonts w:ascii="Arial" w:hAnsi="Arial"/>
      <w:sz w:val="16"/>
    </w:rPr>
  </w:style>
  <w:style w:type="paragraph" w:customStyle="1" w:styleId="1d">
    <w:name w:val="боковик1"/>
    <w:basedOn w:val="a"/>
    <w:rsid w:val="00D75F75"/>
    <w:pPr>
      <w:ind w:left="227"/>
      <w:jc w:val="both"/>
    </w:pPr>
    <w:rPr>
      <w:rFonts w:ascii="Arial" w:hAnsi="Arial"/>
      <w:sz w:val="16"/>
    </w:rPr>
  </w:style>
  <w:style w:type="paragraph" w:customStyle="1" w:styleId="afff9">
    <w:name w:val="цифры"/>
    <w:basedOn w:val="afff8"/>
    <w:rsid w:val="00D75F75"/>
    <w:pPr>
      <w:spacing w:before="76"/>
      <w:ind w:right="113"/>
      <w:jc w:val="left"/>
    </w:pPr>
    <w:rPr>
      <w:rFonts w:ascii="JournalRub" w:hAnsi="JournalRub"/>
      <w:sz w:val="18"/>
    </w:rPr>
  </w:style>
  <w:style w:type="paragraph" w:customStyle="1" w:styleId="1e">
    <w:name w:val="цифры1"/>
    <w:basedOn w:val="afff9"/>
    <w:rsid w:val="00D75F75"/>
    <w:pPr>
      <w:jc w:val="right"/>
    </w:pPr>
    <w:rPr>
      <w:sz w:val="16"/>
    </w:rPr>
  </w:style>
  <w:style w:type="paragraph" w:customStyle="1" w:styleId="39">
    <w:name w:val="боковик3"/>
    <w:basedOn w:val="afff8"/>
    <w:rsid w:val="00D75F75"/>
    <w:pPr>
      <w:spacing w:before="72"/>
      <w:jc w:val="center"/>
    </w:pPr>
    <w:rPr>
      <w:rFonts w:ascii="JournalRub" w:hAnsi="JournalRub"/>
      <w:b/>
      <w:sz w:val="20"/>
    </w:rPr>
  </w:style>
  <w:style w:type="paragraph" w:customStyle="1" w:styleId="Cells">
    <w:name w:val="Cells"/>
    <w:basedOn w:val="a"/>
    <w:rsid w:val="00D75F75"/>
    <w:rPr>
      <w:rFonts w:ascii="Arial" w:hAnsi="Arial"/>
      <w:sz w:val="16"/>
      <w:lang w:val="en-US"/>
    </w:rPr>
  </w:style>
  <w:style w:type="paragraph" w:customStyle="1" w:styleId="TableText">
    <w:name w:val="Table Text"/>
    <w:basedOn w:val="a"/>
    <w:rsid w:val="00D75F75"/>
    <w:rPr>
      <w:rFonts w:ascii="Tms Rmn" w:hAnsi="Tms Rmn"/>
      <w:noProof/>
    </w:rPr>
  </w:style>
  <w:style w:type="paragraph" w:customStyle="1" w:styleId="afffa">
    <w:name w:val="текст конц. сноски"/>
    <w:basedOn w:val="a"/>
    <w:rsid w:val="00D75F75"/>
  </w:style>
  <w:style w:type="paragraph" w:customStyle="1" w:styleId="Tablename">
    <w:name w:val="Table name"/>
    <w:basedOn w:val="a"/>
    <w:rsid w:val="00D75F75"/>
    <w:pPr>
      <w:jc w:val="center"/>
    </w:pPr>
    <w:rPr>
      <w:rFonts w:ascii="Arial" w:hAnsi="Arial"/>
      <w:b/>
      <w:sz w:val="22"/>
    </w:rPr>
  </w:style>
  <w:style w:type="paragraph" w:customStyle="1" w:styleId="afffb">
    <w:name w:val="Îáû÷íûé"/>
    <w:rsid w:val="00D75F75"/>
  </w:style>
  <w:style w:type="paragraph" w:customStyle="1" w:styleId="01-golovka">
    <w:name w:val="01-golovka"/>
    <w:basedOn w:val="a"/>
    <w:rsid w:val="00D75F75"/>
    <w:pPr>
      <w:spacing w:before="80" w:after="80"/>
      <w:jc w:val="center"/>
    </w:pPr>
    <w:rPr>
      <w:rFonts w:ascii="PragmaticaC" w:hAnsi="PragmaticaC"/>
      <w:sz w:val="14"/>
    </w:rPr>
  </w:style>
  <w:style w:type="paragraph" w:customStyle="1" w:styleId="xl68">
    <w:name w:val="xl68"/>
    <w:basedOn w:val="a"/>
    <w:rsid w:val="00D75F75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color w:val="000000"/>
      <w:sz w:val="14"/>
      <w:szCs w:val="14"/>
    </w:rPr>
  </w:style>
  <w:style w:type="paragraph" w:customStyle="1" w:styleId="112">
    <w:name w:val="Заголовок 11"/>
    <w:basedOn w:val="a"/>
    <w:qFormat/>
    <w:rsid w:val="00D75F75"/>
    <w:pPr>
      <w:widowControl w:val="0"/>
      <w:ind w:left="932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qFormat/>
    <w:rsid w:val="00D75F75"/>
    <w:pPr>
      <w:widowControl w:val="0"/>
    </w:pPr>
    <w:rPr>
      <w:rFonts w:ascii="Calibri" w:eastAsia="Calibri" w:hAnsi="Calibri"/>
      <w:sz w:val="22"/>
      <w:szCs w:val="22"/>
      <w:lang w:eastAsia="en-US"/>
    </w:rPr>
  </w:style>
  <w:style w:type="paragraph" w:styleId="afffc">
    <w:name w:val="No Spacing"/>
    <w:qFormat/>
    <w:rsid w:val="00D75F75"/>
    <w:rPr>
      <w:rFonts w:ascii="Calibri" w:eastAsia="Calibri" w:hAnsi="Calibri"/>
      <w:sz w:val="22"/>
      <w:szCs w:val="22"/>
      <w:lang w:eastAsia="en-US"/>
    </w:rPr>
  </w:style>
  <w:style w:type="character" w:customStyle="1" w:styleId="230">
    <w:name w:val="Знак Знак23"/>
    <w:rsid w:val="00D75F75"/>
    <w:rPr>
      <w:rFonts w:ascii="Arial" w:hAnsi="Arial"/>
      <w:b/>
      <w:sz w:val="16"/>
      <w:szCs w:val="24"/>
      <w:lang w:val="ru-RU" w:eastAsia="ru-RU" w:bidi="ar-SA"/>
    </w:rPr>
  </w:style>
  <w:style w:type="character" w:customStyle="1" w:styleId="210">
    <w:name w:val="Знак Знак21"/>
    <w:rsid w:val="00D75F7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221">
    <w:name w:val="Знак Знак22"/>
    <w:rsid w:val="00D75F75"/>
    <w:rPr>
      <w:b/>
      <w:sz w:val="24"/>
      <w:lang w:val="ru-RU" w:eastAsia="ru-RU" w:bidi="ar-SA"/>
    </w:rPr>
  </w:style>
  <w:style w:type="character" w:customStyle="1" w:styleId="FontStyle114">
    <w:name w:val="Font Style114"/>
    <w:rsid w:val="00D75F75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D75F75"/>
    <w:pPr>
      <w:widowControl w:val="0"/>
      <w:autoSpaceDE w:val="0"/>
      <w:autoSpaceDN w:val="0"/>
      <w:adjustRightInd w:val="0"/>
      <w:spacing w:line="356" w:lineRule="exact"/>
      <w:ind w:firstLine="706"/>
      <w:jc w:val="both"/>
    </w:pPr>
    <w:rPr>
      <w:sz w:val="24"/>
      <w:szCs w:val="24"/>
    </w:rPr>
  </w:style>
  <w:style w:type="character" w:customStyle="1" w:styleId="FontStyle13">
    <w:name w:val="Font Style13"/>
    <w:rsid w:val="00D75F75"/>
    <w:rPr>
      <w:rFonts w:ascii="Times New Roman" w:hAnsi="Times New Roman" w:cs="Times New Roman"/>
      <w:sz w:val="26"/>
      <w:szCs w:val="26"/>
    </w:rPr>
  </w:style>
  <w:style w:type="character" w:customStyle="1" w:styleId="3a">
    <w:name w:val="Знак Знак3"/>
    <w:locked/>
    <w:rsid w:val="00D75F75"/>
    <w:rPr>
      <w:sz w:val="28"/>
      <w:lang w:val="ru-RU" w:eastAsia="ru-RU" w:bidi="ar-SA"/>
    </w:rPr>
  </w:style>
  <w:style w:type="paragraph" w:customStyle="1" w:styleId="29">
    <w:name w:val="Без интервала2"/>
    <w:rsid w:val="00D75F75"/>
    <w:rPr>
      <w:rFonts w:ascii="Calibri" w:hAnsi="Calibri"/>
      <w:sz w:val="22"/>
      <w:szCs w:val="22"/>
    </w:rPr>
  </w:style>
  <w:style w:type="paragraph" w:customStyle="1" w:styleId="Heading11">
    <w:name w:val="Heading 11"/>
    <w:basedOn w:val="a"/>
    <w:qFormat/>
    <w:rsid w:val="00D75F75"/>
    <w:pPr>
      <w:widowControl w:val="0"/>
      <w:ind w:left="932"/>
      <w:outlineLvl w:val="1"/>
    </w:pPr>
    <w:rPr>
      <w:b/>
      <w:bCs/>
      <w:sz w:val="28"/>
      <w:szCs w:val="28"/>
      <w:lang w:eastAsia="en-US"/>
    </w:rPr>
  </w:style>
  <w:style w:type="paragraph" w:customStyle="1" w:styleId="NoSpacing1">
    <w:name w:val="No Spacing1"/>
    <w:rsid w:val="00D75F75"/>
    <w:rPr>
      <w:rFonts w:ascii="Calibri" w:hAnsi="Calibri"/>
      <w:sz w:val="22"/>
      <w:szCs w:val="22"/>
    </w:rPr>
  </w:style>
  <w:style w:type="character" w:customStyle="1" w:styleId="Heading1Char">
    <w:name w:val="Heading 1 Char"/>
    <w:locked/>
    <w:rsid w:val="00D75F75"/>
    <w:rPr>
      <w:rFonts w:ascii="AG Souvenir" w:hAnsi="AG Souvenir"/>
      <w:b/>
      <w:spacing w:val="38"/>
      <w:sz w:val="28"/>
      <w:lang w:val="ru-RU" w:eastAsia="ru-RU" w:bidi="ar-SA"/>
    </w:rPr>
  </w:style>
  <w:style w:type="character" w:customStyle="1" w:styleId="160">
    <w:name w:val="Знак Знак16"/>
    <w:locked/>
    <w:rsid w:val="00D75F75"/>
    <w:rPr>
      <w:rFonts w:ascii="AG Souvenir" w:eastAsia="Calibri" w:hAnsi="AG Souvenir"/>
      <w:b/>
      <w:spacing w:val="38"/>
      <w:lang w:eastAsia="ru-RU" w:bidi="ar-SA"/>
    </w:rPr>
  </w:style>
  <w:style w:type="character" w:customStyle="1" w:styleId="201">
    <w:name w:val="Знак Знак20"/>
    <w:rsid w:val="00BC23DE"/>
    <w:rPr>
      <w:rFonts w:ascii="AG Souvenir" w:eastAsia="Times New Roman" w:hAnsi="AG Souvenir"/>
      <w:b/>
      <w:spacing w:val="38"/>
      <w:sz w:val="28"/>
    </w:rPr>
  </w:style>
  <w:style w:type="character" w:customStyle="1" w:styleId="101">
    <w:name w:val="Знак Знак10"/>
    <w:rsid w:val="00BC23DE"/>
    <w:rPr>
      <w:rFonts w:ascii="Tahoma" w:hAnsi="Tahoma" w:cs="Tahoma"/>
      <w:sz w:val="16"/>
      <w:szCs w:val="16"/>
      <w:lang w:eastAsia="en-US"/>
    </w:rPr>
  </w:style>
  <w:style w:type="character" w:customStyle="1" w:styleId="231">
    <w:name w:val="Знак Знак23"/>
    <w:rsid w:val="00BC23DE"/>
    <w:rPr>
      <w:rFonts w:ascii="Arial" w:hAnsi="Arial"/>
      <w:b/>
      <w:sz w:val="16"/>
      <w:szCs w:val="24"/>
      <w:lang w:val="ru-RU" w:eastAsia="ru-RU" w:bidi="ar-SA"/>
    </w:rPr>
  </w:style>
  <w:style w:type="character" w:customStyle="1" w:styleId="211">
    <w:name w:val="Знак Знак21"/>
    <w:rsid w:val="00BC23D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2a">
    <w:name w:val="Без интервала2"/>
    <w:rsid w:val="00BC23DE"/>
    <w:rPr>
      <w:rFonts w:ascii="Calibri" w:hAnsi="Calibri"/>
      <w:sz w:val="22"/>
      <w:szCs w:val="22"/>
    </w:rPr>
  </w:style>
  <w:style w:type="paragraph" w:customStyle="1" w:styleId="contentheader2cols">
    <w:name w:val="contentheader2cols"/>
    <w:basedOn w:val="a"/>
    <w:rsid w:val="00DA24C6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1f">
    <w:name w:val="1"/>
    <w:basedOn w:val="a"/>
    <w:rsid w:val="00DA24C6"/>
    <w:pPr>
      <w:spacing w:before="75" w:after="75"/>
    </w:pPr>
    <w:rPr>
      <w:rFonts w:ascii="Arial" w:hAnsi="Arial" w:cs="Arial"/>
      <w:color w:val="000000"/>
    </w:rPr>
  </w:style>
  <w:style w:type="paragraph" w:customStyle="1" w:styleId="consnormal0">
    <w:name w:val="consnormal"/>
    <w:basedOn w:val="a"/>
    <w:rsid w:val="00DA24C6"/>
    <w:pPr>
      <w:spacing w:before="75" w:after="75"/>
    </w:pPr>
    <w:rPr>
      <w:rFonts w:ascii="Arial" w:hAnsi="Arial" w:cs="Arial"/>
      <w:color w:val="000000"/>
    </w:rPr>
  </w:style>
  <w:style w:type="character" w:styleId="afffd">
    <w:name w:val="Emphasis"/>
    <w:qFormat/>
    <w:rsid w:val="00DA24C6"/>
    <w:rPr>
      <w:i/>
      <w:iCs/>
    </w:rPr>
  </w:style>
  <w:style w:type="paragraph" w:customStyle="1" w:styleId="afffe">
    <w:name w:val="Основной"/>
    <w:basedOn w:val="a"/>
    <w:locked/>
    <w:rsid w:val="00DA24C6"/>
    <w:pPr>
      <w:spacing w:after="20" w:line="360" w:lineRule="auto"/>
      <w:ind w:firstLine="709"/>
      <w:jc w:val="both"/>
    </w:pPr>
    <w:rPr>
      <w:sz w:val="28"/>
    </w:rPr>
  </w:style>
  <w:style w:type="paragraph" w:customStyle="1" w:styleId="1f0">
    <w:name w:val="Знак1"/>
    <w:basedOn w:val="a"/>
    <w:uiPriority w:val="99"/>
    <w:rsid w:val="00DA24C6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 Indent" w:uiPriority="99"/>
    <w:lsdException w:name="Subtitle" w:qFormat="1"/>
    <w:lsdException w:name="Body Text Indent 2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D75F7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75F7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D75F75"/>
    <w:pPr>
      <w:keepNext/>
      <w:spacing w:before="160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D75F75"/>
    <w:pPr>
      <w:keepNext/>
      <w:spacing w:before="12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D75F75"/>
    <w:pPr>
      <w:keepNext/>
      <w:jc w:val="both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qFormat/>
    <w:rsid w:val="00D75F75"/>
    <w:pPr>
      <w:keepNext/>
      <w:jc w:val="center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D75F75"/>
    <w:pPr>
      <w:keepNext/>
      <w:jc w:val="both"/>
      <w:outlineLvl w:val="8"/>
    </w:pPr>
    <w:rPr>
      <w:rFonts w:ascii="Arial" w:hAnsi="Arial"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8"/>
    </w:rPr>
  </w:style>
  <w:style w:type="paragraph" w:styleId="a5">
    <w:name w:val="Body Text Indent"/>
    <w:aliases w:val="Основной текст 1"/>
    <w:basedOn w:val="a"/>
    <w:link w:val="a6"/>
    <w:uiPriority w:val="99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7">
    <w:name w:val="footer"/>
    <w:aliases w:val="Знак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header"/>
    <w:aliases w:val="ВерхКолонтитул"/>
    <w:basedOn w:val="a"/>
    <w:link w:val="aa"/>
    <w:uiPriority w:val="99"/>
    <w:pPr>
      <w:tabs>
        <w:tab w:val="center" w:pos="4153"/>
        <w:tab w:val="right" w:pos="8306"/>
      </w:tabs>
    </w:pPr>
  </w:style>
  <w:style w:type="character" w:styleId="ab">
    <w:name w:val="page number"/>
    <w:basedOn w:val="a0"/>
  </w:style>
  <w:style w:type="character" w:customStyle="1" w:styleId="30">
    <w:name w:val="Заголовок 3 Знак"/>
    <w:link w:val="3"/>
    <w:uiPriority w:val="9"/>
    <w:rsid w:val="00D75F75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D75F75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rsid w:val="00D75F75"/>
    <w:rPr>
      <w:b/>
    </w:rPr>
  </w:style>
  <w:style w:type="character" w:customStyle="1" w:styleId="60">
    <w:name w:val="Заголовок 6 Знак"/>
    <w:link w:val="6"/>
    <w:rsid w:val="00D75F75"/>
    <w:rPr>
      <w:b/>
      <w:sz w:val="22"/>
    </w:rPr>
  </w:style>
  <w:style w:type="character" w:customStyle="1" w:styleId="70">
    <w:name w:val="Заголовок 7 Знак"/>
    <w:link w:val="7"/>
    <w:rsid w:val="00D75F75"/>
    <w:rPr>
      <w:rFonts w:ascii="Arial" w:hAnsi="Arial"/>
      <w:b/>
      <w:i/>
      <w:sz w:val="22"/>
    </w:rPr>
  </w:style>
  <w:style w:type="character" w:customStyle="1" w:styleId="80">
    <w:name w:val="Заголовок 8 Знак"/>
    <w:link w:val="8"/>
    <w:rsid w:val="00D75F75"/>
    <w:rPr>
      <w:rFonts w:ascii="Arial" w:hAnsi="Arial"/>
      <w:i/>
    </w:rPr>
  </w:style>
  <w:style w:type="character" w:customStyle="1" w:styleId="90">
    <w:name w:val="Заголовок 9 Знак"/>
    <w:link w:val="9"/>
    <w:rsid w:val="00D75F75"/>
    <w:rPr>
      <w:rFonts w:ascii="Arial" w:hAnsi="Arial"/>
      <w:i/>
    </w:rPr>
  </w:style>
  <w:style w:type="numbering" w:customStyle="1" w:styleId="11">
    <w:name w:val="Нет списка1"/>
    <w:next w:val="a2"/>
    <w:semiHidden/>
    <w:rsid w:val="00D75F75"/>
  </w:style>
  <w:style w:type="character" w:customStyle="1" w:styleId="10">
    <w:name w:val="Заголовок 1 Знак"/>
    <w:link w:val="1"/>
    <w:locked/>
    <w:rsid w:val="00D75F75"/>
    <w:rPr>
      <w:rFonts w:ascii="AG Souvenir" w:hAnsi="AG Souvenir"/>
      <w:b/>
      <w:spacing w:val="38"/>
      <w:sz w:val="28"/>
    </w:rPr>
  </w:style>
  <w:style w:type="character" w:customStyle="1" w:styleId="20">
    <w:name w:val="Заголовок 2 Знак"/>
    <w:link w:val="2"/>
    <w:rsid w:val="00D75F75"/>
    <w:rPr>
      <w:sz w:val="28"/>
    </w:rPr>
  </w:style>
  <w:style w:type="paragraph" w:customStyle="1" w:styleId="ConsPlusCell">
    <w:name w:val="ConsPlusCell"/>
    <w:link w:val="ConsPlusCell0"/>
    <w:uiPriority w:val="99"/>
    <w:rsid w:val="00D75F75"/>
    <w:pPr>
      <w:widowControl w:val="0"/>
      <w:autoSpaceDE w:val="0"/>
      <w:autoSpaceDN w:val="0"/>
      <w:adjustRightInd w:val="0"/>
    </w:pPr>
    <w:rPr>
      <w:rFonts w:ascii="Calibri" w:eastAsia="Calibri" w:hAnsi="Calibri"/>
      <w:sz w:val="22"/>
      <w:szCs w:val="22"/>
    </w:rPr>
  </w:style>
  <w:style w:type="character" w:customStyle="1" w:styleId="ConsPlusCell0">
    <w:name w:val="ConsPlusCell Знак"/>
    <w:link w:val="ConsPlusCell"/>
    <w:uiPriority w:val="99"/>
    <w:rsid w:val="00D75F75"/>
    <w:rPr>
      <w:rFonts w:ascii="Calibri" w:eastAsia="Calibri" w:hAnsi="Calibri"/>
      <w:sz w:val="22"/>
      <w:szCs w:val="22"/>
      <w:lang w:bidi="ar-SA"/>
    </w:rPr>
  </w:style>
  <w:style w:type="paragraph" w:customStyle="1" w:styleId="Default">
    <w:name w:val="Default"/>
    <w:rsid w:val="00D75F75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link w:val="a3"/>
    <w:locked/>
    <w:rsid w:val="00D75F75"/>
    <w:rPr>
      <w:sz w:val="28"/>
    </w:rPr>
  </w:style>
  <w:style w:type="paragraph" w:customStyle="1" w:styleId="ConsPlusNormal">
    <w:name w:val="ConsPlusNormal"/>
    <w:rsid w:val="00D75F75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2">
    <w:name w:val="Абзац списка1"/>
    <w:basedOn w:val="a"/>
    <w:rsid w:val="00D75F75"/>
    <w:pPr>
      <w:spacing w:after="200" w:line="276" w:lineRule="auto"/>
      <w:ind w:left="720"/>
      <w:contextualSpacing/>
    </w:pPr>
    <w:rPr>
      <w:w w:val="90"/>
      <w:sz w:val="24"/>
      <w:szCs w:val="24"/>
      <w:lang w:eastAsia="en-US"/>
    </w:rPr>
  </w:style>
  <w:style w:type="paragraph" w:customStyle="1" w:styleId="ConsNormal">
    <w:name w:val="ConsNormal"/>
    <w:rsid w:val="00D75F7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customStyle="1" w:styleId="ac">
    <w:name w:val="Текст выноски Знак"/>
    <w:link w:val="ad"/>
    <w:uiPriority w:val="99"/>
    <w:locked/>
    <w:rsid w:val="00D75F75"/>
    <w:rPr>
      <w:rFonts w:ascii="Tahoma" w:hAnsi="Tahoma"/>
      <w:sz w:val="16"/>
      <w:szCs w:val="16"/>
    </w:rPr>
  </w:style>
  <w:style w:type="paragraph" w:styleId="ad">
    <w:name w:val="Balloon Text"/>
    <w:basedOn w:val="a"/>
    <w:link w:val="ac"/>
    <w:uiPriority w:val="99"/>
    <w:rsid w:val="00D75F75"/>
    <w:rPr>
      <w:rFonts w:ascii="Tahoma" w:hAnsi="Tahoma"/>
      <w:sz w:val="16"/>
      <w:szCs w:val="16"/>
    </w:rPr>
  </w:style>
  <w:style w:type="character" w:customStyle="1" w:styleId="13">
    <w:name w:val="Текст выноски Знак1"/>
    <w:rsid w:val="00D75F75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semiHidden/>
    <w:locked/>
    <w:rsid w:val="00D75F75"/>
    <w:rPr>
      <w:rFonts w:ascii="Times New Roman" w:hAnsi="Times New Roman" w:cs="Times New Roman"/>
      <w:sz w:val="2"/>
      <w:lang w:eastAsia="en-US"/>
    </w:rPr>
  </w:style>
  <w:style w:type="character" w:customStyle="1" w:styleId="aa">
    <w:name w:val="Верхний колонтитул Знак"/>
    <w:aliases w:val="ВерхКолонтитул Знак"/>
    <w:link w:val="a9"/>
    <w:uiPriority w:val="99"/>
    <w:locked/>
    <w:rsid w:val="00D75F75"/>
  </w:style>
  <w:style w:type="character" w:customStyle="1" w:styleId="HeaderChar1">
    <w:name w:val="Header Char1"/>
    <w:semiHidden/>
    <w:locked/>
    <w:rsid w:val="00D75F75"/>
    <w:rPr>
      <w:rFonts w:cs="Times New Roman"/>
      <w:lang w:eastAsia="en-US"/>
    </w:rPr>
  </w:style>
  <w:style w:type="character" w:customStyle="1" w:styleId="a8">
    <w:name w:val="Нижний колонтитул Знак"/>
    <w:aliases w:val="Знак Знак"/>
    <w:link w:val="a7"/>
    <w:uiPriority w:val="99"/>
    <w:locked/>
    <w:rsid w:val="00D75F75"/>
  </w:style>
  <w:style w:type="character" w:customStyle="1" w:styleId="FooterChar1">
    <w:name w:val="Footer Char1"/>
    <w:semiHidden/>
    <w:locked/>
    <w:rsid w:val="00D75F75"/>
    <w:rPr>
      <w:rFonts w:cs="Times New Roman"/>
      <w:lang w:eastAsia="en-US"/>
    </w:rPr>
  </w:style>
  <w:style w:type="character" w:customStyle="1" w:styleId="ae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link w:val="af"/>
    <w:locked/>
    <w:rsid w:val="00D75F75"/>
  </w:style>
  <w:style w:type="paragraph" w:styleId="af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e"/>
    <w:rsid w:val="00D75F75"/>
  </w:style>
  <w:style w:type="character" w:customStyle="1" w:styleId="14">
    <w:name w:val="Текст сноски Знак1"/>
    <w:basedOn w:val="a0"/>
    <w:rsid w:val="00D75F75"/>
  </w:style>
  <w:style w:type="character" w:customStyle="1" w:styleId="FootnoteTextChar1">
    <w:name w:val="Footnote Text Char1"/>
    <w:semiHidden/>
    <w:locked/>
    <w:rsid w:val="00D75F75"/>
    <w:rPr>
      <w:rFonts w:cs="Times New Roman"/>
      <w:sz w:val="20"/>
      <w:szCs w:val="20"/>
      <w:lang w:eastAsia="en-US"/>
    </w:rPr>
  </w:style>
  <w:style w:type="paragraph" w:customStyle="1" w:styleId="ConsPlusNonformat">
    <w:name w:val="ConsPlusNonformat"/>
    <w:rsid w:val="00D75F75"/>
    <w:pPr>
      <w:widowControl w:val="0"/>
      <w:autoSpaceDE w:val="0"/>
      <w:autoSpaceDN w:val="0"/>
      <w:adjustRightInd w:val="0"/>
      <w:jc w:val="center"/>
    </w:pPr>
    <w:rPr>
      <w:rFonts w:ascii="Courier New" w:eastAsia="Calibri" w:hAnsi="Courier New" w:cs="Courier New"/>
    </w:rPr>
  </w:style>
  <w:style w:type="paragraph" w:customStyle="1" w:styleId="31">
    <w:name w:val="Абзац списка3"/>
    <w:basedOn w:val="a"/>
    <w:rsid w:val="00D75F75"/>
    <w:pPr>
      <w:spacing w:after="200" w:line="276" w:lineRule="auto"/>
      <w:ind w:left="720"/>
      <w:contextualSpacing/>
      <w:jc w:val="center"/>
    </w:pPr>
    <w:rPr>
      <w:w w:val="90"/>
      <w:sz w:val="24"/>
      <w:szCs w:val="24"/>
      <w:lang w:eastAsia="en-US"/>
    </w:rPr>
  </w:style>
  <w:style w:type="character" w:customStyle="1" w:styleId="af0">
    <w:name w:val="Текст Знак"/>
    <w:link w:val="af1"/>
    <w:locked/>
    <w:rsid w:val="00D75F75"/>
    <w:rPr>
      <w:rFonts w:ascii="Courier New" w:hAnsi="Courier New"/>
    </w:rPr>
  </w:style>
  <w:style w:type="paragraph" w:styleId="af1">
    <w:name w:val="Plain Text"/>
    <w:basedOn w:val="a"/>
    <w:link w:val="af0"/>
    <w:rsid w:val="00D75F75"/>
    <w:rPr>
      <w:rFonts w:ascii="Courier New" w:hAnsi="Courier New"/>
    </w:rPr>
  </w:style>
  <w:style w:type="character" w:customStyle="1" w:styleId="15">
    <w:name w:val="Текст Знак1"/>
    <w:rsid w:val="00D75F75"/>
    <w:rPr>
      <w:rFonts w:ascii="Courier New" w:hAnsi="Courier New" w:cs="Courier New"/>
    </w:rPr>
  </w:style>
  <w:style w:type="character" w:customStyle="1" w:styleId="PlainTextChar1">
    <w:name w:val="Plain Text Char1"/>
    <w:semiHidden/>
    <w:locked/>
    <w:rsid w:val="00D75F75"/>
    <w:rPr>
      <w:rFonts w:ascii="Courier New" w:hAnsi="Courier New" w:cs="Courier New"/>
      <w:sz w:val="20"/>
      <w:szCs w:val="20"/>
      <w:lang w:eastAsia="en-US"/>
    </w:rPr>
  </w:style>
  <w:style w:type="character" w:customStyle="1" w:styleId="f">
    <w:name w:val="f"/>
    <w:rsid w:val="00D75F75"/>
    <w:rPr>
      <w:rFonts w:cs="Times New Roman"/>
    </w:rPr>
  </w:style>
  <w:style w:type="table" w:styleId="af2">
    <w:name w:val="Table Grid"/>
    <w:basedOn w:val="a1"/>
    <w:uiPriority w:val="99"/>
    <w:rsid w:val="00D75F7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Document Map"/>
    <w:basedOn w:val="a"/>
    <w:link w:val="af4"/>
    <w:rsid w:val="00D75F75"/>
    <w:pPr>
      <w:shd w:val="clear" w:color="auto" w:fill="000080"/>
      <w:spacing w:after="200" w:line="276" w:lineRule="auto"/>
    </w:pPr>
    <w:rPr>
      <w:rFonts w:ascii="Tahoma" w:hAnsi="Tahoma"/>
      <w:lang w:eastAsia="en-US"/>
    </w:rPr>
  </w:style>
  <w:style w:type="character" w:customStyle="1" w:styleId="af4">
    <w:name w:val="Схема документа Знак"/>
    <w:link w:val="af3"/>
    <w:rsid w:val="00D75F75"/>
    <w:rPr>
      <w:rFonts w:ascii="Tahoma" w:hAnsi="Tahoma" w:cs="Tahoma"/>
      <w:shd w:val="clear" w:color="auto" w:fill="000080"/>
      <w:lang w:eastAsia="en-US"/>
    </w:rPr>
  </w:style>
  <w:style w:type="character" w:customStyle="1" w:styleId="200">
    <w:name w:val="Знак Знак20"/>
    <w:rsid w:val="00D75F75"/>
    <w:rPr>
      <w:rFonts w:ascii="AG Souvenir" w:eastAsia="Times New Roman" w:hAnsi="AG Souvenir"/>
      <w:b/>
      <w:spacing w:val="38"/>
      <w:sz w:val="28"/>
    </w:rPr>
  </w:style>
  <w:style w:type="paragraph" w:styleId="af5">
    <w:name w:val="List Paragraph"/>
    <w:basedOn w:val="a"/>
    <w:qFormat/>
    <w:rsid w:val="00D75F75"/>
    <w:pPr>
      <w:spacing w:after="200" w:line="276" w:lineRule="auto"/>
      <w:ind w:left="720"/>
      <w:contextualSpacing/>
    </w:pPr>
    <w:rPr>
      <w:rFonts w:eastAsia="Calibri"/>
      <w:w w:val="90"/>
      <w:sz w:val="24"/>
      <w:szCs w:val="24"/>
      <w:lang w:eastAsia="en-US"/>
    </w:rPr>
  </w:style>
  <w:style w:type="character" w:customStyle="1" w:styleId="a6">
    <w:name w:val="Основной текст с отступом Знак"/>
    <w:aliases w:val="Основной текст 1 Знак"/>
    <w:link w:val="a5"/>
    <w:uiPriority w:val="99"/>
    <w:rsid w:val="00D75F75"/>
    <w:rPr>
      <w:sz w:val="28"/>
    </w:rPr>
  </w:style>
  <w:style w:type="character" w:customStyle="1" w:styleId="af6">
    <w:name w:val="Знак Знак Знак"/>
    <w:rsid w:val="00D75F75"/>
    <w:rPr>
      <w:rFonts w:ascii="Times New Roman" w:eastAsia="Times New Roman" w:hAnsi="Times New Roman"/>
    </w:rPr>
  </w:style>
  <w:style w:type="paragraph" w:customStyle="1" w:styleId="21">
    <w:name w:val="Абзац списка2"/>
    <w:basedOn w:val="a"/>
    <w:rsid w:val="00D75F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0">
    <w:name w:val="Знак Знак11"/>
    <w:rsid w:val="00D75F75"/>
    <w:rPr>
      <w:sz w:val="22"/>
      <w:szCs w:val="22"/>
      <w:lang w:eastAsia="en-US"/>
    </w:rPr>
  </w:style>
  <w:style w:type="paragraph" w:customStyle="1" w:styleId="p4">
    <w:name w:val="p4"/>
    <w:basedOn w:val="a"/>
    <w:rsid w:val="00D75F75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100">
    <w:name w:val="Знак Знак10"/>
    <w:rsid w:val="00D75F75"/>
    <w:rPr>
      <w:rFonts w:ascii="Tahoma" w:hAnsi="Tahoma" w:cs="Tahoma"/>
      <w:sz w:val="16"/>
      <w:szCs w:val="16"/>
      <w:lang w:eastAsia="en-US"/>
    </w:rPr>
  </w:style>
  <w:style w:type="paragraph" w:customStyle="1" w:styleId="ConsCell">
    <w:name w:val="ConsCell"/>
    <w:rsid w:val="00D75F75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22">
    <w:name w:val="Body Text 2"/>
    <w:basedOn w:val="a"/>
    <w:link w:val="23"/>
    <w:unhideWhenUsed/>
    <w:rsid w:val="00D75F75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2 Знак"/>
    <w:link w:val="22"/>
    <w:rsid w:val="00D75F75"/>
    <w:rPr>
      <w:rFonts w:ascii="Calibri" w:eastAsia="Calibri" w:hAnsi="Calibri"/>
      <w:sz w:val="22"/>
      <w:szCs w:val="22"/>
      <w:lang w:eastAsia="en-US"/>
    </w:rPr>
  </w:style>
  <w:style w:type="paragraph" w:styleId="24">
    <w:name w:val="Body Text Indent 2"/>
    <w:basedOn w:val="a"/>
    <w:link w:val="25"/>
    <w:uiPriority w:val="99"/>
    <w:unhideWhenUsed/>
    <w:rsid w:val="00D75F7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Основной текст с отступом 2 Знак"/>
    <w:link w:val="24"/>
    <w:uiPriority w:val="99"/>
    <w:rsid w:val="00D75F75"/>
    <w:rPr>
      <w:rFonts w:ascii="Calibri" w:eastAsia="Calibri" w:hAnsi="Calibri"/>
      <w:sz w:val="22"/>
      <w:szCs w:val="22"/>
      <w:lang w:eastAsia="en-US"/>
    </w:rPr>
  </w:style>
  <w:style w:type="paragraph" w:styleId="af7">
    <w:name w:val="Normal (Web)"/>
    <w:basedOn w:val="a"/>
    <w:rsid w:val="00D75F75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Hyperlink"/>
    <w:rsid w:val="00D75F75"/>
    <w:rPr>
      <w:color w:val="0000FF"/>
      <w:u w:val="single"/>
    </w:rPr>
  </w:style>
  <w:style w:type="character" w:customStyle="1" w:styleId="sf-sub-indicator">
    <w:name w:val="sf-sub-indicator"/>
    <w:rsid w:val="00D75F75"/>
  </w:style>
  <w:style w:type="character" w:customStyle="1" w:styleId="apple-converted-space">
    <w:name w:val="apple-converted-space"/>
    <w:rsid w:val="00D75F75"/>
  </w:style>
  <w:style w:type="paragraph" w:customStyle="1" w:styleId="print">
    <w:name w:val="print"/>
    <w:basedOn w:val="a"/>
    <w:rsid w:val="00D75F75"/>
    <w:pPr>
      <w:spacing w:before="100" w:beforeAutospacing="1" w:after="100" w:afterAutospacing="1"/>
    </w:pPr>
    <w:rPr>
      <w:sz w:val="24"/>
      <w:szCs w:val="24"/>
    </w:rPr>
  </w:style>
  <w:style w:type="character" w:styleId="af9">
    <w:name w:val="Strong"/>
    <w:qFormat/>
    <w:rsid w:val="00D75F75"/>
    <w:rPr>
      <w:b/>
      <w:bCs/>
    </w:rPr>
  </w:style>
  <w:style w:type="character" w:customStyle="1" w:styleId="separator">
    <w:name w:val="separator"/>
    <w:rsid w:val="00D75F75"/>
  </w:style>
  <w:style w:type="paragraph" w:customStyle="1" w:styleId="16">
    <w:name w:val="Без интервала1"/>
    <w:rsid w:val="00D75F75"/>
    <w:rPr>
      <w:rFonts w:ascii="Calibri" w:hAnsi="Calibri" w:cs="Calibri"/>
      <w:sz w:val="22"/>
      <w:szCs w:val="22"/>
      <w:lang w:eastAsia="en-US"/>
    </w:rPr>
  </w:style>
  <w:style w:type="character" w:customStyle="1" w:styleId="c-paramsdate">
    <w:name w:val="c-params__date"/>
    <w:rsid w:val="00D75F75"/>
  </w:style>
  <w:style w:type="character" w:customStyle="1" w:styleId="c-paramsitem">
    <w:name w:val="c-params__item"/>
    <w:rsid w:val="00D75F75"/>
  </w:style>
  <w:style w:type="character" w:customStyle="1" w:styleId="afa">
    <w:name w:val="ВерхКолонтитул Знак Знак"/>
    <w:rsid w:val="00D75F75"/>
    <w:rPr>
      <w:rFonts w:ascii="Times New Roman" w:eastAsia="Times New Roman" w:hAnsi="Times New Roman"/>
    </w:rPr>
  </w:style>
  <w:style w:type="paragraph" w:customStyle="1" w:styleId="afb">
    <w:name w:val="Таблица"/>
    <w:basedOn w:val="afc"/>
    <w:rsid w:val="00D75F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sz w:val="20"/>
    </w:rPr>
  </w:style>
  <w:style w:type="paragraph" w:styleId="afc">
    <w:name w:val="Message Header"/>
    <w:basedOn w:val="a"/>
    <w:link w:val="afd"/>
    <w:rsid w:val="00D75F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character" w:customStyle="1" w:styleId="afd">
    <w:name w:val="Шапка Знак"/>
    <w:link w:val="afc"/>
    <w:rsid w:val="00D75F75"/>
    <w:rPr>
      <w:rFonts w:ascii="Arial" w:hAnsi="Arial"/>
      <w:sz w:val="24"/>
      <w:shd w:val="pct20" w:color="auto" w:fill="auto"/>
    </w:rPr>
  </w:style>
  <w:style w:type="character" w:customStyle="1" w:styleId="111">
    <w:name w:val="Знак Знак11"/>
    <w:rsid w:val="00D75F75"/>
  </w:style>
  <w:style w:type="character" w:styleId="afe">
    <w:name w:val="line number"/>
    <w:rsid w:val="00D75F75"/>
  </w:style>
  <w:style w:type="paragraph" w:customStyle="1" w:styleId="108">
    <w:name w:val="108"/>
    <w:aliases w:val="2"/>
    <w:basedOn w:val="a"/>
    <w:rsid w:val="00D75F75"/>
    <w:pPr>
      <w:spacing w:before="240"/>
      <w:ind w:right="1415"/>
      <w:jc w:val="right"/>
    </w:pPr>
    <w:rPr>
      <w:sz w:val="22"/>
    </w:rPr>
  </w:style>
  <w:style w:type="paragraph" w:styleId="32">
    <w:name w:val="Body Text 3"/>
    <w:basedOn w:val="a"/>
    <w:link w:val="33"/>
    <w:rsid w:val="00D75F75"/>
    <w:pPr>
      <w:jc w:val="both"/>
    </w:pPr>
    <w:rPr>
      <w:sz w:val="22"/>
    </w:rPr>
  </w:style>
  <w:style w:type="character" w:customStyle="1" w:styleId="33">
    <w:name w:val="Основной текст 3 Знак"/>
    <w:link w:val="32"/>
    <w:rsid w:val="00D75F75"/>
    <w:rPr>
      <w:sz w:val="22"/>
    </w:rPr>
  </w:style>
  <w:style w:type="paragraph" w:styleId="aff">
    <w:name w:val="Title"/>
    <w:basedOn w:val="a"/>
    <w:link w:val="aff0"/>
    <w:qFormat/>
    <w:rsid w:val="00D75F75"/>
    <w:pPr>
      <w:jc w:val="center"/>
    </w:pPr>
    <w:rPr>
      <w:b/>
      <w:sz w:val="24"/>
    </w:rPr>
  </w:style>
  <w:style w:type="character" w:customStyle="1" w:styleId="aff0">
    <w:name w:val="Название Знак"/>
    <w:link w:val="aff"/>
    <w:rsid w:val="00D75F75"/>
    <w:rPr>
      <w:b/>
      <w:sz w:val="24"/>
    </w:rPr>
  </w:style>
  <w:style w:type="paragraph" w:styleId="aff1">
    <w:name w:val="List Bullet"/>
    <w:basedOn w:val="a"/>
    <w:rsid w:val="00D75F75"/>
    <w:pPr>
      <w:tabs>
        <w:tab w:val="num" w:pos="748"/>
      </w:tabs>
      <w:ind w:left="748" w:hanging="360"/>
      <w:contextualSpacing/>
    </w:pPr>
  </w:style>
  <w:style w:type="character" w:customStyle="1" w:styleId="220">
    <w:name w:val="Знак Знак22"/>
    <w:rsid w:val="00D75F75"/>
    <w:rPr>
      <w:b/>
      <w:sz w:val="24"/>
      <w:lang w:val="ru-RU" w:eastAsia="ru-RU" w:bidi="ar-SA"/>
    </w:rPr>
  </w:style>
  <w:style w:type="character" w:customStyle="1" w:styleId="81">
    <w:name w:val="Знак Знак8"/>
    <w:rsid w:val="00D75F75"/>
    <w:rPr>
      <w:rFonts w:ascii="Arial" w:hAnsi="Arial"/>
      <w:sz w:val="22"/>
    </w:rPr>
  </w:style>
  <w:style w:type="paragraph" w:customStyle="1" w:styleId="aff2">
    <w:name w:val="Таблотст"/>
    <w:basedOn w:val="afb"/>
    <w:rsid w:val="00D75F75"/>
    <w:pPr>
      <w:ind w:left="85"/>
    </w:pPr>
  </w:style>
  <w:style w:type="paragraph" w:customStyle="1" w:styleId="26">
    <w:name w:val="Таблотст2"/>
    <w:basedOn w:val="afb"/>
    <w:rsid w:val="00D75F75"/>
    <w:pPr>
      <w:ind w:left="170"/>
    </w:pPr>
  </w:style>
  <w:style w:type="paragraph" w:customStyle="1" w:styleId="aff3">
    <w:name w:val="Заголграф"/>
    <w:basedOn w:val="3"/>
    <w:rsid w:val="00D75F75"/>
    <w:pPr>
      <w:spacing w:before="120" w:after="240"/>
      <w:jc w:val="center"/>
      <w:outlineLvl w:val="9"/>
    </w:pPr>
    <w:rPr>
      <w:bCs w:val="0"/>
      <w:sz w:val="22"/>
      <w:szCs w:val="20"/>
    </w:rPr>
  </w:style>
  <w:style w:type="paragraph" w:customStyle="1" w:styleId="aff4">
    <w:name w:val="Сноска"/>
    <w:basedOn w:val="a"/>
    <w:link w:val="aff5"/>
    <w:rsid w:val="00D75F75"/>
    <w:pPr>
      <w:ind w:firstLine="709"/>
      <w:jc w:val="both"/>
    </w:pPr>
    <w:rPr>
      <w:rFonts w:ascii="Arial" w:eastAsia="Calibri" w:hAnsi="Arial"/>
      <w:sz w:val="18"/>
    </w:rPr>
  </w:style>
  <w:style w:type="character" w:customStyle="1" w:styleId="aff5">
    <w:name w:val="Сноска_"/>
    <w:link w:val="aff4"/>
    <w:locked/>
    <w:rsid w:val="00D75F75"/>
    <w:rPr>
      <w:rFonts w:ascii="Arial" w:eastAsia="Calibri" w:hAnsi="Arial"/>
      <w:sz w:val="18"/>
    </w:rPr>
  </w:style>
  <w:style w:type="character" w:customStyle="1" w:styleId="61">
    <w:name w:val="Знак Знак6"/>
    <w:rsid w:val="00D75F75"/>
    <w:rPr>
      <w:rFonts w:ascii="Arial" w:hAnsi="Arial"/>
      <w:sz w:val="18"/>
      <w:lang w:val="ru-RU" w:eastAsia="ru-RU" w:bidi="ar-SA"/>
    </w:rPr>
  </w:style>
  <w:style w:type="paragraph" w:customStyle="1" w:styleId="aff6">
    <w:name w:val="Единицы"/>
    <w:basedOn w:val="a"/>
    <w:rsid w:val="00D75F75"/>
    <w:pPr>
      <w:keepNext/>
      <w:spacing w:before="20" w:after="60"/>
      <w:ind w:right="284"/>
      <w:jc w:val="right"/>
    </w:pPr>
    <w:rPr>
      <w:rFonts w:ascii="Arial" w:hAnsi="Arial"/>
      <w:sz w:val="22"/>
    </w:rPr>
  </w:style>
  <w:style w:type="paragraph" w:customStyle="1" w:styleId="aff7">
    <w:name w:val="Приложение"/>
    <w:basedOn w:val="a"/>
    <w:rsid w:val="00D75F75"/>
    <w:pPr>
      <w:pageBreakBefore/>
      <w:spacing w:after="60" w:line="190" w:lineRule="exact"/>
      <w:ind w:right="567"/>
      <w:jc w:val="right"/>
    </w:pPr>
    <w:rPr>
      <w:rFonts w:ascii="Arial" w:hAnsi="Arial"/>
    </w:rPr>
  </w:style>
  <w:style w:type="paragraph" w:customStyle="1" w:styleId="aff8">
    <w:name w:val="Ñíîñêà"/>
    <w:basedOn w:val="a"/>
    <w:autoRedefine/>
    <w:rsid w:val="00D75F75"/>
    <w:pPr>
      <w:ind w:firstLine="454"/>
      <w:jc w:val="both"/>
    </w:pPr>
    <w:rPr>
      <w:rFonts w:ascii="Arial" w:hAnsi="Arial"/>
      <w:sz w:val="18"/>
    </w:rPr>
  </w:style>
  <w:style w:type="paragraph" w:customStyle="1" w:styleId="Oaaeiono">
    <w:name w:val="Oaaeiono"/>
    <w:basedOn w:val="a"/>
    <w:rsid w:val="00D75F75"/>
    <w:pPr>
      <w:spacing w:line="220" w:lineRule="exact"/>
      <w:ind w:left="85"/>
    </w:pPr>
    <w:rPr>
      <w:rFonts w:ascii="Arial" w:hAnsi="Arial"/>
    </w:rPr>
  </w:style>
  <w:style w:type="paragraph" w:styleId="aff9">
    <w:name w:val="Subtitle"/>
    <w:basedOn w:val="a"/>
    <w:link w:val="affa"/>
    <w:qFormat/>
    <w:rsid w:val="00D75F75"/>
    <w:pPr>
      <w:jc w:val="center"/>
    </w:pPr>
    <w:rPr>
      <w:b/>
      <w:sz w:val="24"/>
    </w:rPr>
  </w:style>
  <w:style w:type="character" w:customStyle="1" w:styleId="affa">
    <w:name w:val="Подзаголовок Знак"/>
    <w:link w:val="aff9"/>
    <w:rsid w:val="00D75F75"/>
    <w:rPr>
      <w:b/>
      <w:sz w:val="24"/>
    </w:rPr>
  </w:style>
  <w:style w:type="character" w:customStyle="1" w:styleId="130">
    <w:name w:val="Знак Знак13"/>
    <w:rsid w:val="00D75F75"/>
    <w:rPr>
      <w:rFonts w:ascii="Arial" w:hAnsi="Arial"/>
      <w:sz w:val="22"/>
      <w:lang w:val="ru-RU" w:eastAsia="ru-RU" w:bidi="ar-SA"/>
    </w:rPr>
  </w:style>
  <w:style w:type="character" w:styleId="affb">
    <w:name w:val="endnote reference"/>
    <w:rsid w:val="00D75F75"/>
    <w:rPr>
      <w:vertAlign w:val="superscript"/>
    </w:rPr>
  </w:style>
  <w:style w:type="paragraph" w:customStyle="1" w:styleId="affc">
    <w:name w:val="Верхний колонтитул.ВерхКолонтитул"/>
    <w:basedOn w:val="a"/>
    <w:rsid w:val="00D75F75"/>
    <w:pPr>
      <w:shd w:val="pct25" w:color="auto" w:fill="auto"/>
      <w:tabs>
        <w:tab w:val="right" w:pos="8789"/>
      </w:tabs>
      <w:spacing w:before="600"/>
      <w:jc w:val="both"/>
    </w:pPr>
    <w:rPr>
      <w:rFonts w:ascii="Arial" w:hAnsi="Arial"/>
      <w:b/>
      <w:i/>
      <w:smallCaps/>
      <w:sz w:val="28"/>
    </w:rPr>
  </w:style>
  <w:style w:type="character" w:customStyle="1" w:styleId="affd">
    <w:name w:val="знак сноски"/>
    <w:rsid w:val="00D75F75"/>
    <w:rPr>
      <w:vertAlign w:val="superscript"/>
    </w:rPr>
  </w:style>
  <w:style w:type="paragraph" w:customStyle="1" w:styleId="affe">
    <w:name w:val="текст сноски"/>
    <w:basedOn w:val="a"/>
    <w:rsid w:val="00D75F75"/>
    <w:pPr>
      <w:widowControl w:val="0"/>
      <w:ind w:firstLine="709"/>
      <w:jc w:val="both"/>
    </w:pPr>
    <w:rPr>
      <w:rFonts w:ascii="Arial" w:hAnsi="Arial"/>
      <w:sz w:val="18"/>
    </w:rPr>
  </w:style>
  <w:style w:type="paragraph" w:styleId="17">
    <w:name w:val="toc 1"/>
    <w:basedOn w:val="a"/>
    <w:next w:val="a"/>
    <w:autoRedefine/>
    <w:rsid w:val="00D75F75"/>
    <w:pPr>
      <w:ind w:firstLine="709"/>
      <w:jc w:val="both"/>
    </w:pPr>
    <w:rPr>
      <w:rFonts w:ascii="Arial" w:hAnsi="Arial"/>
      <w:sz w:val="22"/>
    </w:rPr>
  </w:style>
  <w:style w:type="paragraph" w:styleId="27">
    <w:name w:val="toc 2"/>
    <w:basedOn w:val="a"/>
    <w:next w:val="a"/>
    <w:autoRedefine/>
    <w:rsid w:val="00D75F75"/>
    <w:pPr>
      <w:ind w:left="220" w:firstLine="709"/>
      <w:jc w:val="both"/>
    </w:pPr>
    <w:rPr>
      <w:rFonts w:ascii="Arial" w:hAnsi="Arial"/>
      <w:sz w:val="22"/>
    </w:rPr>
  </w:style>
  <w:style w:type="paragraph" w:styleId="34">
    <w:name w:val="toc 3"/>
    <w:basedOn w:val="a"/>
    <w:next w:val="a"/>
    <w:autoRedefine/>
    <w:rsid w:val="00D75F75"/>
    <w:pPr>
      <w:ind w:left="440" w:firstLine="709"/>
      <w:jc w:val="both"/>
    </w:pPr>
    <w:rPr>
      <w:rFonts w:ascii="Arial" w:hAnsi="Arial"/>
      <w:sz w:val="22"/>
    </w:rPr>
  </w:style>
  <w:style w:type="paragraph" w:styleId="41">
    <w:name w:val="toc 4"/>
    <w:basedOn w:val="a"/>
    <w:next w:val="a"/>
    <w:autoRedefine/>
    <w:rsid w:val="00D75F75"/>
    <w:pPr>
      <w:ind w:left="660" w:firstLine="709"/>
      <w:jc w:val="both"/>
    </w:pPr>
    <w:rPr>
      <w:rFonts w:ascii="Arial" w:hAnsi="Arial"/>
      <w:sz w:val="22"/>
    </w:rPr>
  </w:style>
  <w:style w:type="paragraph" w:styleId="51">
    <w:name w:val="toc 5"/>
    <w:basedOn w:val="a"/>
    <w:next w:val="a"/>
    <w:autoRedefine/>
    <w:rsid w:val="00D75F75"/>
    <w:pPr>
      <w:ind w:left="880" w:firstLine="709"/>
      <w:jc w:val="both"/>
    </w:pPr>
    <w:rPr>
      <w:rFonts w:ascii="Arial" w:hAnsi="Arial"/>
      <w:sz w:val="22"/>
    </w:rPr>
  </w:style>
  <w:style w:type="paragraph" w:styleId="62">
    <w:name w:val="toc 6"/>
    <w:basedOn w:val="a"/>
    <w:next w:val="a"/>
    <w:autoRedefine/>
    <w:rsid w:val="00D75F75"/>
    <w:pPr>
      <w:ind w:left="1100" w:firstLine="709"/>
      <w:jc w:val="both"/>
    </w:pPr>
    <w:rPr>
      <w:rFonts w:ascii="Arial" w:hAnsi="Arial"/>
      <w:sz w:val="22"/>
    </w:rPr>
  </w:style>
  <w:style w:type="paragraph" w:styleId="71">
    <w:name w:val="toc 7"/>
    <w:basedOn w:val="a"/>
    <w:next w:val="a"/>
    <w:autoRedefine/>
    <w:rsid w:val="00D75F75"/>
    <w:pPr>
      <w:ind w:left="1320" w:firstLine="709"/>
      <w:jc w:val="both"/>
    </w:pPr>
    <w:rPr>
      <w:rFonts w:ascii="Arial" w:hAnsi="Arial"/>
      <w:sz w:val="22"/>
    </w:rPr>
  </w:style>
  <w:style w:type="paragraph" w:styleId="82">
    <w:name w:val="toc 8"/>
    <w:basedOn w:val="a"/>
    <w:next w:val="a"/>
    <w:autoRedefine/>
    <w:rsid w:val="00D75F75"/>
    <w:pPr>
      <w:ind w:left="1540" w:firstLine="709"/>
      <w:jc w:val="both"/>
    </w:pPr>
    <w:rPr>
      <w:rFonts w:ascii="Arial" w:hAnsi="Arial"/>
      <w:sz w:val="22"/>
    </w:rPr>
  </w:style>
  <w:style w:type="paragraph" w:styleId="91">
    <w:name w:val="toc 9"/>
    <w:basedOn w:val="a"/>
    <w:next w:val="a"/>
    <w:autoRedefine/>
    <w:rsid w:val="00D75F75"/>
    <w:pPr>
      <w:ind w:left="1760" w:firstLine="709"/>
      <w:jc w:val="both"/>
    </w:pPr>
    <w:rPr>
      <w:rFonts w:ascii="Arial" w:hAnsi="Arial"/>
      <w:sz w:val="22"/>
    </w:rPr>
  </w:style>
  <w:style w:type="paragraph" w:styleId="35">
    <w:name w:val="Body Text Indent 3"/>
    <w:basedOn w:val="a"/>
    <w:link w:val="36"/>
    <w:rsid w:val="00D75F75"/>
    <w:pPr>
      <w:ind w:firstLine="709"/>
      <w:jc w:val="both"/>
    </w:pPr>
    <w:rPr>
      <w:rFonts w:ascii="Arial" w:hAnsi="Arial"/>
      <w:b/>
      <w:sz w:val="22"/>
    </w:rPr>
  </w:style>
  <w:style w:type="character" w:customStyle="1" w:styleId="36">
    <w:name w:val="Основной текст с отступом 3 Знак"/>
    <w:link w:val="35"/>
    <w:rsid w:val="00D75F75"/>
    <w:rPr>
      <w:rFonts w:ascii="Arial" w:hAnsi="Arial"/>
      <w:b/>
      <w:sz w:val="22"/>
    </w:rPr>
  </w:style>
  <w:style w:type="character" w:styleId="afff">
    <w:name w:val="annotation reference"/>
    <w:rsid w:val="00D75F75"/>
    <w:rPr>
      <w:sz w:val="16"/>
      <w:szCs w:val="16"/>
    </w:rPr>
  </w:style>
  <w:style w:type="paragraph" w:styleId="afff0">
    <w:name w:val="annotation text"/>
    <w:basedOn w:val="a"/>
    <w:link w:val="afff1"/>
    <w:rsid w:val="00D75F75"/>
    <w:pPr>
      <w:ind w:firstLine="709"/>
      <w:jc w:val="both"/>
    </w:pPr>
    <w:rPr>
      <w:rFonts w:ascii="Arial" w:hAnsi="Arial"/>
    </w:rPr>
  </w:style>
  <w:style w:type="character" w:customStyle="1" w:styleId="afff1">
    <w:name w:val="Текст примечания Знак"/>
    <w:link w:val="afff0"/>
    <w:rsid w:val="00D75F75"/>
    <w:rPr>
      <w:rFonts w:ascii="Arial" w:hAnsi="Arial"/>
    </w:rPr>
  </w:style>
  <w:style w:type="paragraph" w:customStyle="1" w:styleId="18">
    <w:name w:val="заголовок 1"/>
    <w:basedOn w:val="a"/>
    <w:next w:val="a"/>
    <w:rsid w:val="00D75F75"/>
    <w:pPr>
      <w:keepNext/>
      <w:tabs>
        <w:tab w:val="left" w:pos="709"/>
      </w:tabs>
      <w:overflowPunct w:val="0"/>
      <w:autoSpaceDE w:val="0"/>
      <w:autoSpaceDN w:val="0"/>
      <w:adjustRightInd w:val="0"/>
      <w:jc w:val="center"/>
      <w:textAlignment w:val="baseline"/>
    </w:pPr>
    <w:rPr>
      <w:b/>
      <w:sz w:val="22"/>
    </w:rPr>
  </w:style>
  <w:style w:type="paragraph" w:styleId="afff2">
    <w:name w:val="caption"/>
    <w:basedOn w:val="a"/>
    <w:next w:val="a"/>
    <w:qFormat/>
    <w:rsid w:val="00D75F75"/>
    <w:pPr>
      <w:jc w:val="both"/>
    </w:pPr>
    <w:rPr>
      <w:rFonts w:ascii="Arial" w:hAnsi="Arial"/>
      <w:b/>
      <w:sz w:val="22"/>
    </w:rPr>
  </w:style>
  <w:style w:type="character" w:customStyle="1" w:styleId="19">
    <w:name w:val="Название Знак1"/>
    <w:rsid w:val="00D75F7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a">
    <w:name w:val="Подзаголовок Знак1"/>
    <w:rsid w:val="00D75F7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b">
    <w:name w:val="Абзац списка1"/>
    <w:basedOn w:val="a"/>
    <w:rsid w:val="00D75F7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Paragraph1">
    <w:name w:val="List Paragraph1"/>
    <w:basedOn w:val="a"/>
    <w:rsid w:val="00D75F7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fff3">
    <w:name w:val="FollowedHyperlink"/>
    <w:rsid w:val="00D75F75"/>
    <w:rPr>
      <w:color w:val="800080"/>
      <w:u w:val="single"/>
    </w:rPr>
  </w:style>
  <w:style w:type="paragraph" w:customStyle="1" w:styleId="colorgray">
    <w:name w:val="color_gray"/>
    <w:basedOn w:val="a"/>
    <w:rsid w:val="00D75F75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D75F75"/>
  </w:style>
  <w:style w:type="character" w:customStyle="1" w:styleId="afff4">
    <w:name w:val="Основной текст_"/>
    <w:link w:val="1c"/>
    <w:locked/>
    <w:rsid w:val="00D75F75"/>
    <w:rPr>
      <w:sz w:val="27"/>
      <w:shd w:val="clear" w:color="auto" w:fill="FFFFFF"/>
    </w:rPr>
  </w:style>
  <w:style w:type="paragraph" w:customStyle="1" w:styleId="1c">
    <w:name w:val="Основной текст1"/>
    <w:basedOn w:val="a"/>
    <w:link w:val="afff4"/>
    <w:rsid w:val="00D75F75"/>
    <w:pPr>
      <w:shd w:val="clear" w:color="auto" w:fill="FFFFFF"/>
      <w:spacing w:after="420" w:line="240" w:lineRule="atLeast"/>
      <w:ind w:hanging="520"/>
    </w:pPr>
    <w:rPr>
      <w:sz w:val="27"/>
      <w:shd w:val="clear" w:color="auto" w:fill="FFFFFF"/>
    </w:rPr>
  </w:style>
  <w:style w:type="character" w:customStyle="1" w:styleId="42">
    <w:name w:val="Основной текст (4)_"/>
    <w:link w:val="43"/>
    <w:locked/>
    <w:rsid w:val="00D75F75"/>
    <w:rPr>
      <w:sz w:val="27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D75F75"/>
    <w:pPr>
      <w:shd w:val="clear" w:color="auto" w:fill="FFFFFF"/>
      <w:spacing w:line="326" w:lineRule="exact"/>
    </w:pPr>
    <w:rPr>
      <w:sz w:val="27"/>
      <w:shd w:val="clear" w:color="auto" w:fill="FFFFFF"/>
    </w:rPr>
  </w:style>
  <w:style w:type="character" w:customStyle="1" w:styleId="37">
    <w:name w:val="Основной текст (3)_"/>
    <w:link w:val="38"/>
    <w:locked/>
    <w:rsid w:val="00D75F75"/>
    <w:rPr>
      <w:sz w:val="27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D75F75"/>
    <w:pPr>
      <w:shd w:val="clear" w:color="auto" w:fill="FFFFFF"/>
      <w:spacing w:line="317" w:lineRule="exact"/>
      <w:ind w:hanging="420"/>
    </w:pPr>
    <w:rPr>
      <w:sz w:val="27"/>
      <w:shd w:val="clear" w:color="auto" w:fill="FFFFFF"/>
    </w:rPr>
  </w:style>
  <w:style w:type="paragraph" w:customStyle="1" w:styleId="afff5">
    <w:name w:val="Нормальный (таблица)"/>
    <w:basedOn w:val="a"/>
    <w:next w:val="a"/>
    <w:rsid w:val="00D75F75"/>
    <w:pPr>
      <w:widowControl w:val="0"/>
      <w:autoSpaceDE w:val="0"/>
      <w:autoSpaceDN w:val="0"/>
      <w:adjustRightInd w:val="0"/>
      <w:jc w:val="both"/>
    </w:pPr>
    <w:rPr>
      <w:rFonts w:ascii="Arial" w:hAnsi="Arial"/>
      <w:sz w:val="26"/>
      <w:szCs w:val="26"/>
    </w:rPr>
  </w:style>
  <w:style w:type="paragraph" w:customStyle="1" w:styleId="afff6">
    <w:name w:val="Прижатый влево"/>
    <w:basedOn w:val="a"/>
    <w:next w:val="a"/>
    <w:rsid w:val="00D75F75"/>
    <w:pPr>
      <w:widowControl w:val="0"/>
      <w:autoSpaceDE w:val="0"/>
      <w:autoSpaceDN w:val="0"/>
      <w:adjustRightInd w:val="0"/>
    </w:pPr>
    <w:rPr>
      <w:rFonts w:ascii="Arial" w:hAnsi="Arial"/>
      <w:sz w:val="26"/>
      <w:szCs w:val="26"/>
    </w:rPr>
  </w:style>
  <w:style w:type="paragraph" w:styleId="afff7">
    <w:name w:val="Normal Indent"/>
    <w:basedOn w:val="a"/>
    <w:rsid w:val="00D75F75"/>
    <w:pPr>
      <w:ind w:left="720"/>
    </w:pPr>
  </w:style>
  <w:style w:type="paragraph" w:customStyle="1" w:styleId="28">
    <w:name w:val="боковик2"/>
    <w:basedOn w:val="a"/>
    <w:rsid w:val="00D75F75"/>
    <w:pPr>
      <w:spacing w:before="48" w:after="48"/>
      <w:ind w:left="227"/>
    </w:pPr>
    <w:rPr>
      <w:rFonts w:ascii="JournalRub" w:hAnsi="JournalRub"/>
    </w:rPr>
  </w:style>
  <w:style w:type="paragraph" w:customStyle="1" w:styleId="afff8">
    <w:name w:val="боковик"/>
    <w:basedOn w:val="a"/>
    <w:rsid w:val="00D75F75"/>
    <w:pPr>
      <w:jc w:val="both"/>
    </w:pPr>
    <w:rPr>
      <w:rFonts w:ascii="Arial" w:hAnsi="Arial"/>
      <w:sz w:val="16"/>
    </w:rPr>
  </w:style>
  <w:style w:type="paragraph" w:customStyle="1" w:styleId="1d">
    <w:name w:val="боковик1"/>
    <w:basedOn w:val="a"/>
    <w:rsid w:val="00D75F75"/>
    <w:pPr>
      <w:ind w:left="227"/>
      <w:jc w:val="both"/>
    </w:pPr>
    <w:rPr>
      <w:rFonts w:ascii="Arial" w:hAnsi="Arial"/>
      <w:sz w:val="16"/>
    </w:rPr>
  </w:style>
  <w:style w:type="paragraph" w:customStyle="1" w:styleId="afff9">
    <w:name w:val="цифры"/>
    <w:basedOn w:val="afff8"/>
    <w:rsid w:val="00D75F75"/>
    <w:pPr>
      <w:spacing w:before="76"/>
      <w:ind w:right="113"/>
      <w:jc w:val="left"/>
    </w:pPr>
    <w:rPr>
      <w:rFonts w:ascii="JournalRub" w:hAnsi="JournalRub"/>
      <w:sz w:val="18"/>
    </w:rPr>
  </w:style>
  <w:style w:type="paragraph" w:customStyle="1" w:styleId="1e">
    <w:name w:val="цифры1"/>
    <w:basedOn w:val="afff9"/>
    <w:rsid w:val="00D75F75"/>
    <w:pPr>
      <w:jc w:val="right"/>
    </w:pPr>
    <w:rPr>
      <w:sz w:val="16"/>
    </w:rPr>
  </w:style>
  <w:style w:type="paragraph" w:customStyle="1" w:styleId="39">
    <w:name w:val="боковик3"/>
    <w:basedOn w:val="afff8"/>
    <w:rsid w:val="00D75F75"/>
    <w:pPr>
      <w:spacing w:before="72"/>
      <w:jc w:val="center"/>
    </w:pPr>
    <w:rPr>
      <w:rFonts w:ascii="JournalRub" w:hAnsi="JournalRub"/>
      <w:b/>
      <w:sz w:val="20"/>
    </w:rPr>
  </w:style>
  <w:style w:type="paragraph" w:customStyle="1" w:styleId="Cells">
    <w:name w:val="Cells"/>
    <w:basedOn w:val="a"/>
    <w:rsid w:val="00D75F75"/>
    <w:rPr>
      <w:rFonts w:ascii="Arial" w:hAnsi="Arial"/>
      <w:sz w:val="16"/>
      <w:lang w:val="en-US"/>
    </w:rPr>
  </w:style>
  <w:style w:type="paragraph" w:customStyle="1" w:styleId="TableText">
    <w:name w:val="Table Text"/>
    <w:basedOn w:val="a"/>
    <w:rsid w:val="00D75F75"/>
    <w:rPr>
      <w:rFonts w:ascii="Tms Rmn" w:hAnsi="Tms Rmn"/>
      <w:noProof/>
    </w:rPr>
  </w:style>
  <w:style w:type="paragraph" w:customStyle="1" w:styleId="afffa">
    <w:name w:val="текст конц. сноски"/>
    <w:basedOn w:val="a"/>
    <w:rsid w:val="00D75F75"/>
  </w:style>
  <w:style w:type="paragraph" w:customStyle="1" w:styleId="Tablename">
    <w:name w:val="Table name"/>
    <w:basedOn w:val="a"/>
    <w:rsid w:val="00D75F75"/>
    <w:pPr>
      <w:jc w:val="center"/>
    </w:pPr>
    <w:rPr>
      <w:rFonts w:ascii="Arial" w:hAnsi="Arial"/>
      <w:b/>
      <w:sz w:val="22"/>
    </w:rPr>
  </w:style>
  <w:style w:type="paragraph" w:customStyle="1" w:styleId="afffb">
    <w:name w:val="Îáû÷íûé"/>
    <w:rsid w:val="00D75F75"/>
  </w:style>
  <w:style w:type="paragraph" w:customStyle="1" w:styleId="01-golovka">
    <w:name w:val="01-golovka"/>
    <w:basedOn w:val="a"/>
    <w:rsid w:val="00D75F75"/>
    <w:pPr>
      <w:spacing w:before="80" w:after="80"/>
      <w:jc w:val="center"/>
    </w:pPr>
    <w:rPr>
      <w:rFonts w:ascii="PragmaticaC" w:hAnsi="PragmaticaC"/>
      <w:sz w:val="14"/>
    </w:rPr>
  </w:style>
  <w:style w:type="paragraph" w:customStyle="1" w:styleId="xl68">
    <w:name w:val="xl68"/>
    <w:basedOn w:val="a"/>
    <w:rsid w:val="00D75F75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color w:val="000000"/>
      <w:sz w:val="14"/>
      <w:szCs w:val="14"/>
    </w:rPr>
  </w:style>
  <w:style w:type="paragraph" w:customStyle="1" w:styleId="112">
    <w:name w:val="Заголовок 11"/>
    <w:basedOn w:val="a"/>
    <w:qFormat/>
    <w:rsid w:val="00D75F75"/>
    <w:pPr>
      <w:widowControl w:val="0"/>
      <w:ind w:left="932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qFormat/>
    <w:rsid w:val="00D75F75"/>
    <w:pPr>
      <w:widowControl w:val="0"/>
    </w:pPr>
    <w:rPr>
      <w:rFonts w:ascii="Calibri" w:eastAsia="Calibri" w:hAnsi="Calibri"/>
      <w:sz w:val="22"/>
      <w:szCs w:val="22"/>
      <w:lang w:eastAsia="en-US"/>
    </w:rPr>
  </w:style>
  <w:style w:type="paragraph" w:styleId="afffc">
    <w:name w:val="No Spacing"/>
    <w:qFormat/>
    <w:rsid w:val="00D75F75"/>
    <w:rPr>
      <w:rFonts w:ascii="Calibri" w:eastAsia="Calibri" w:hAnsi="Calibri"/>
      <w:sz w:val="22"/>
      <w:szCs w:val="22"/>
      <w:lang w:eastAsia="en-US"/>
    </w:rPr>
  </w:style>
  <w:style w:type="character" w:customStyle="1" w:styleId="230">
    <w:name w:val="Знак Знак23"/>
    <w:rsid w:val="00D75F75"/>
    <w:rPr>
      <w:rFonts w:ascii="Arial" w:hAnsi="Arial"/>
      <w:b/>
      <w:sz w:val="16"/>
      <w:szCs w:val="24"/>
      <w:lang w:val="ru-RU" w:eastAsia="ru-RU" w:bidi="ar-SA"/>
    </w:rPr>
  </w:style>
  <w:style w:type="character" w:customStyle="1" w:styleId="210">
    <w:name w:val="Знак Знак21"/>
    <w:rsid w:val="00D75F7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221">
    <w:name w:val="Знак Знак22"/>
    <w:rsid w:val="00D75F75"/>
    <w:rPr>
      <w:b/>
      <w:sz w:val="24"/>
      <w:lang w:val="ru-RU" w:eastAsia="ru-RU" w:bidi="ar-SA"/>
    </w:rPr>
  </w:style>
  <w:style w:type="character" w:customStyle="1" w:styleId="FontStyle114">
    <w:name w:val="Font Style114"/>
    <w:rsid w:val="00D75F75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D75F75"/>
    <w:pPr>
      <w:widowControl w:val="0"/>
      <w:autoSpaceDE w:val="0"/>
      <w:autoSpaceDN w:val="0"/>
      <w:adjustRightInd w:val="0"/>
      <w:spacing w:line="356" w:lineRule="exact"/>
      <w:ind w:firstLine="706"/>
      <w:jc w:val="both"/>
    </w:pPr>
    <w:rPr>
      <w:sz w:val="24"/>
      <w:szCs w:val="24"/>
    </w:rPr>
  </w:style>
  <w:style w:type="character" w:customStyle="1" w:styleId="FontStyle13">
    <w:name w:val="Font Style13"/>
    <w:rsid w:val="00D75F75"/>
    <w:rPr>
      <w:rFonts w:ascii="Times New Roman" w:hAnsi="Times New Roman" w:cs="Times New Roman"/>
      <w:sz w:val="26"/>
      <w:szCs w:val="26"/>
    </w:rPr>
  </w:style>
  <w:style w:type="character" w:customStyle="1" w:styleId="3a">
    <w:name w:val="Знак Знак3"/>
    <w:locked/>
    <w:rsid w:val="00D75F75"/>
    <w:rPr>
      <w:sz w:val="28"/>
      <w:lang w:val="ru-RU" w:eastAsia="ru-RU" w:bidi="ar-SA"/>
    </w:rPr>
  </w:style>
  <w:style w:type="paragraph" w:customStyle="1" w:styleId="29">
    <w:name w:val="Без интервала2"/>
    <w:rsid w:val="00D75F75"/>
    <w:rPr>
      <w:rFonts w:ascii="Calibri" w:hAnsi="Calibri"/>
      <w:sz w:val="22"/>
      <w:szCs w:val="22"/>
    </w:rPr>
  </w:style>
  <w:style w:type="paragraph" w:customStyle="1" w:styleId="Heading11">
    <w:name w:val="Heading 11"/>
    <w:basedOn w:val="a"/>
    <w:qFormat/>
    <w:rsid w:val="00D75F75"/>
    <w:pPr>
      <w:widowControl w:val="0"/>
      <w:ind w:left="932"/>
      <w:outlineLvl w:val="1"/>
    </w:pPr>
    <w:rPr>
      <w:b/>
      <w:bCs/>
      <w:sz w:val="28"/>
      <w:szCs w:val="28"/>
      <w:lang w:eastAsia="en-US"/>
    </w:rPr>
  </w:style>
  <w:style w:type="paragraph" w:customStyle="1" w:styleId="NoSpacing1">
    <w:name w:val="No Spacing1"/>
    <w:rsid w:val="00D75F75"/>
    <w:rPr>
      <w:rFonts w:ascii="Calibri" w:hAnsi="Calibri"/>
      <w:sz w:val="22"/>
      <w:szCs w:val="22"/>
    </w:rPr>
  </w:style>
  <w:style w:type="character" w:customStyle="1" w:styleId="Heading1Char">
    <w:name w:val="Heading 1 Char"/>
    <w:locked/>
    <w:rsid w:val="00D75F75"/>
    <w:rPr>
      <w:rFonts w:ascii="AG Souvenir" w:hAnsi="AG Souvenir"/>
      <w:b/>
      <w:spacing w:val="38"/>
      <w:sz w:val="28"/>
      <w:lang w:val="ru-RU" w:eastAsia="ru-RU" w:bidi="ar-SA"/>
    </w:rPr>
  </w:style>
  <w:style w:type="character" w:customStyle="1" w:styleId="160">
    <w:name w:val="Знак Знак16"/>
    <w:locked/>
    <w:rsid w:val="00D75F75"/>
    <w:rPr>
      <w:rFonts w:ascii="AG Souvenir" w:eastAsia="Calibri" w:hAnsi="AG Souvenir"/>
      <w:b/>
      <w:spacing w:val="38"/>
      <w:lang w:eastAsia="ru-RU" w:bidi="ar-SA"/>
    </w:rPr>
  </w:style>
  <w:style w:type="character" w:customStyle="1" w:styleId="201">
    <w:name w:val="Знак Знак20"/>
    <w:rsid w:val="00BC23DE"/>
    <w:rPr>
      <w:rFonts w:ascii="AG Souvenir" w:eastAsia="Times New Roman" w:hAnsi="AG Souvenir"/>
      <w:b/>
      <w:spacing w:val="38"/>
      <w:sz w:val="28"/>
    </w:rPr>
  </w:style>
  <w:style w:type="character" w:customStyle="1" w:styleId="101">
    <w:name w:val="Знак Знак10"/>
    <w:rsid w:val="00BC23DE"/>
    <w:rPr>
      <w:rFonts w:ascii="Tahoma" w:hAnsi="Tahoma" w:cs="Tahoma"/>
      <w:sz w:val="16"/>
      <w:szCs w:val="16"/>
      <w:lang w:eastAsia="en-US"/>
    </w:rPr>
  </w:style>
  <w:style w:type="character" w:customStyle="1" w:styleId="231">
    <w:name w:val="Знак Знак23"/>
    <w:rsid w:val="00BC23DE"/>
    <w:rPr>
      <w:rFonts w:ascii="Arial" w:hAnsi="Arial"/>
      <w:b/>
      <w:sz w:val="16"/>
      <w:szCs w:val="24"/>
      <w:lang w:val="ru-RU" w:eastAsia="ru-RU" w:bidi="ar-SA"/>
    </w:rPr>
  </w:style>
  <w:style w:type="character" w:customStyle="1" w:styleId="211">
    <w:name w:val="Знак Знак21"/>
    <w:rsid w:val="00BC23D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2a">
    <w:name w:val="Без интервала2"/>
    <w:rsid w:val="00BC23DE"/>
    <w:rPr>
      <w:rFonts w:ascii="Calibri" w:hAnsi="Calibri"/>
      <w:sz w:val="22"/>
      <w:szCs w:val="22"/>
    </w:rPr>
  </w:style>
  <w:style w:type="paragraph" w:customStyle="1" w:styleId="contentheader2cols">
    <w:name w:val="contentheader2cols"/>
    <w:basedOn w:val="a"/>
    <w:rsid w:val="00DA24C6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1f">
    <w:name w:val="1"/>
    <w:basedOn w:val="a"/>
    <w:rsid w:val="00DA24C6"/>
    <w:pPr>
      <w:spacing w:before="75" w:after="75"/>
    </w:pPr>
    <w:rPr>
      <w:rFonts w:ascii="Arial" w:hAnsi="Arial" w:cs="Arial"/>
      <w:color w:val="000000"/>
    </w:rPr>
  </w:style>
  <w:style w:type="paragraph" w:customStyle="1" w:styleId="consnormal0">
    <w:name w:val="consnormal"/>
    <w:basedOn w:val="a"/>
    <w:rsid w:val="00DA24C6"/>
    <w:pPr>
      <w:spacing w:before="75" w:after="75"/>
    </w:pPr>
    <w:rPr>
      <w:rFonts w:ascii="Arial" w:hAnsi="Arial" w:cs="Arial"/>
      <w:color w:val="000000"/>
    </w:rPr>
  </w:style>
  <w:style w:type="character" w:styleId="afffd">
    <w:name w:val="Emphasis"/>
    <w:qFormat/>
    <w:rsid w:val="00DA24C6"/>
    <w:rPr>
      <w:i/>
      <w:iCs/>
    </w:rPr>
  </w:style>
  <w:style w:type="paragraph" w:customStyle="1" w:styleId="afffe">
    <w:name w:val="Основной"/>
    <w:basedOn w:val="a"/>
    <w:locked/>
    <w:rsid w:val="00DA24C6"/>
    <w:pPr>
      <w:spacing w:after="20" w:line="360" w:lineRule="auto"/>
      <w:ind w:firstLine="709"/>
      <w:jc w:val="both"/>
    </w:pPr>
    <w:rPr>
      <w:sz w:val="28"/>
    </w:rPr>
  </w:style>
  <w:style w:type="paragraph" w:customStyle="1" w:styleId="1f0">
    <w:name w:val="Знак1"/>
    <w:basedOn w:val="a"/>
    <w:uiPriority w:val="99"/>
    <w:rsid w:val="00DA24C6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8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64;&#1072;&#1073;&#1083;&#1086;&#1085;&#1099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9B9E2-97E9-4093-9DC2-2B4F5EDA2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</TotalTime>
  <Pages>1</Pages>
  <Words>1231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Ростовская область</Company>
  <LinksUpToDate>false</LinksUpToDate>
  <CharactersWithSpaces>8236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Общ.отд., служба норм. документов</dc:creator>
  <cp:lastModifiedBy>ARM6_</cp:lastModifiedBy>
  <cp:revision>4</cp:revision>
  <cp:lastPrinted>2022-10-03T14:34:00Z</cp:lastPrinted>
  <dcterms:created xsi:type="dcterms:W3CDTF">2022-10-03T11:25:00Z</dcterms:created>
  <dcterms:modified xsi:type="dcterms:W3CDTF">2022-10-03T14:34:00Z</dcterms:modified>
</cp:coreProperties>
</file>